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A9" w:rsidRPr="001E3E8F" w:rsidRDefault="00397CA9" w:rsidP="00502EF1">
      <w:pPr>
        <w:jc w:val="right"/>
        <w:rPr>
          <w:rFonts w:ascii="Arial" w:hAnsi="Arial"/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style="position:absolute;left:0;text-align:left;margin-left:-7.65pt;margin-top:-31.55pt;width:252pt;height:124.2pt;z-index:-251658240;visibility:visible">
            <v:imagedata r:id="rId7" o:title=""/>
          </v:shape>
        </w:pict>
      </w:r>
    </w:p>
    <w:p w:rsidR="00397CA9" w:rsidRPr="001E3E8F" w:rsidRDefault="00397CA9" w:rsidP="00502EF1">
      <w:pPr>
        <w:jc w:val="right"/>
        <w:rPr>
          <w:rFonts w:ascii="Arial" w:hAnsi="Arial"/>
          <w:b/>
        </w:rPr>
      </w:pPr>
    </w:p>
    <w:p w:rsidR="00397CA9" w:rsidRDefault="00397CA9" w:rsidP="00502EF1">
      <w:pPr>
        <w:jc w:val="right"/>
        <w:rPr>
          <w:rFonts w:ascii="Arial" w:hAnsi="Arial"/>
          <w:b/>
        </w:rPr>
      </w:pPr>
    </w:p>
    <w:p w:rsidR="00397CA9" w:rsidRPr="001E3E8F" w:rsidRDefault="00397CA9" w:rsidP="00502EF1">
      <w:pPr>
        <w:jc w:val="right"/>
        <w:rPr>
          <w:rFonts w:ascii="Arial" w:hAnsi="Arial"/>
          <w:b/>
        </w:rPr>
      </w:pPr>
      <w:r w:rsidRPr="001E3E8F">
        <w:rPr>
          <w:rFonts w:ascii="Arial" w:hAnsi="Arial"/>
          <w:b/>
        </w:rPr>
        <w:t>SCHEDA DI PRESENTAZIONE DEL PROGETTO</w:t>
      </w:r>
    </w:p>
    <w:p w:rsidR="00397CA9" w:rsidRPr="001E3E8F" w:rsidRDefault="00397CA9" w:rsidP="00502EF1">
      <w:pPr>
        <w:jc w:val="right"/>
        <w:rPr>
          <w:rFonts w:ascii="Arial" w:hAnsi="Arial"/>
          <w:sz w:val="20"/>
        </w:rPr>
      </w:pPr>
      <w:r w:rsidRPr="001E3E8F">
        <w:rPr>
          <w:rFonts w:ascii="Arial" w:hAnsi="Arial"/>
          <w:sz w:val="20"/>
        </w:rPr>
        <w:t xml:space="preserve">da inviare via mail a </w:t>
      </w:r>
      <w:r>
        <w:rPr>
          <w:rFonts w:ascii="Arial" w:hAnsi="Arial"/>
          <w:sz w:val="20"/>
        </w:rPr>
        <w:t>referente provinciale del progetto “Amico libro”</w:t>
      </w:r>
    </w:p>
    <w:p w:rsidR="00397CA9" w:rsidRPr="007124BF" w:rsidRDefault="00397CA9" w:rsidP="007124BF">
      <w:pPr>
        <w:jc w:val="right"/>
        <w:rPr>
          <w:rFonts w:ascii="Arial" w:hAnsi="Arial"/>
          <w:sz w:val="20"/>
        </w:rPr>
      </w:pPr>
      <w:r w:rsidRPr="001E3E8F">
        <w:rPr>
          <w:rFonts w:ascii="Arial" w:hAnsi="Arial"/>
          <w:sz w:val="20"/>
        </w:rPr>
        <w:t>entro il 25 maggio 2009</w:t>
      </w:r>
    </w:p>
    <w:p w:rsidR="00397CA9" w:rsidRPr="00FB1BA2" w:rsidRDefault="00397CA9" w:rsidP="00502EF1">
      <w:pPr>
        <w:rPr>
          <w:rFonts w:ascii="Arial" w:hAnsi="Arial"/>
          <w:b/>
          <w:sz w:val="20"/>
        </w:rPr>
      </w:pPr>
    </w:p>
    <w:p w:rsidR="00397CA9" w:rsidRPr="00FB1BA2" w:rsidRDefault="00397CA9" w:rsidP="00502EF1">
      <w:pPr>
        <w:rPr>
          <w:rFonts w:ascii="Arial" w:hAnsi="Arial"/>
          <w:b/>
          <w:sz w:val="20"/>
        </w:rPr>
      </w:pPr>
      <w:r w:rsidRPr="00FB1BA2">
        <w:rPr>
          <w:rFonts w:ascii="Arial" w:hAnsi="Arial"/>
          <w:b/>
          <w:sz w:val="20"/>
        </w:rPr>
        <w:t>ANAGRAFICA DELLA SCUOLA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5495"/>
        <w:gridCol w:w="1276"/>
        <w:gridCol w:w="1701"/>
        <w:gridCol w:w="1300"/>
      </w:tblGrid>
      <w:tr w:rsidR="00397CA9" w:rsidRPr="00FB1BA2" w:rsidTr="003E1032">
        <w:tc>
          <w:tcPr>
            <w:tcW w:w="9772" w:type="dxa"/>
            <w:gridSpan w:val="4"/>
          </w:tcPr>
          <w:p w:rsidR="00397CA9" w:rsidRPr="003E1032" w:rsidRDefault="00397CA9" w:rsidP="00502EF1">
            <w:pPr>
              <w:rPr>
                <w:rFonts w:ascii="Tahoma" w:hAnsi="Tahoma"/>
                <w:sz w:val="20"/>
              </w:rPr>
            </w:pPr>
            <w:r w:rsidRPr="003E1032">
              <w:rPr>
                <w:rFonts w:ascii="Arial" w:hAnsi="Arial"/>
                <w:sz w:val="20"/>
              </w:rPr>
              <w:t>DENOMINAZIONE DIREZIONE DIDATTICA VIII CIRCOLO DON MILANI</w:t>
            </w:r>
          </w:p>
        </w:tc>
      </w:tr>
      <w:tr w:rsidR="00397CA9" w:rsidRPr="00FB1BA2" w:rsidTr="003E1032">
        <w:tc>
          <w:tcPr>
            <w:tcW w:w="9772" w:type="dxa"/>
            <w:gridSpan w:val="4"/>
          </w:tcPr>
          <w:p w:rsidR="00397CA9" w:rsidRPr="003E1032" w:rsidRDefault="00397CA9" w:rsidP="00502EF1">
            <w:pPr>
              <w:rPr>
                <w:rFonts w:ascii="Tahoma" w:hAnsi="Tahoma"/>
                <w:sz w:val="20"/>
              </w:rPr>
            </w:pPr>
            <w:r w:rsidRPr="003E1032">
              <w:rPr>
                <w:rFonts w:ascii="Arial" w:hAnsi="Arial"/>
                <w:sz w:val="20"/>
              </w:rPr>
              <w:t>CODICE MECCANOGRAFICO SAEE13300N</w:t>
            </w:r>
          </w:p>
        </w:tc>
      </w:tr>
      <w:tr w:rsidR="00397CA9" w:rsidRPr="00FB1BA2" w:rsidTr="003E1032">
        <w:tc>
          <w:tcPr>
            <w:tcW w:w="5495" w:type="dxa"/>
          </w:tcPr>
          <w:p w:rsidR="00397CA9" w:rsidRPr="003E1032" w:rsidRDefault="00397CA9" w:rsidP="00502EF1">
            <w:pPr>
              <w:rPr>
                <w:rFonts w:ascii="Tahoma" w:hAnsi="Tahoma"/>
                <w:sz w:val="20"/>
              </w:rPr>
            </w:pPr>
            <w:r w:rsidRPr="003E1032">
              <w:rPr>
                <w:rFonts w:ascii="Arial" w:hAnsi="Arial"/>
                <w:sz w:val="20"/>
              </w:rPr>
              <w:t>INDIRIZZO Via Belisario Corenzio</w:t>
            </w:r>
          </w:p>
        </w:tc>
        <w:tc>
          <w:tcPr>
            <w:tcW w:w="2977" w:type="dxa"/>
            <w:gridSpan w:val="2"/>
          </w:tcPr>
          <w:p w:rsidR="00397CA9" w:rsidRPr="003E1032" w:rsidRDefault="00397CA9" w:rsidP="0095085B">
            <w:pPr>
              <w:rPr>
                <w:rFonts w:ascii="Tahoma" w:hAnsi="Tahoma"/>
                <w:sz w:val="20"/>
              </w:rPr>
            </w:pPr>
            <w:r w:rsidRPr="003E1032">
              <w:rPr>
                <w:rFonts w:ascii="Arial" w:hAnsi="Arial"/>
                <w:sz w:val="20"/>
              </w:rPr>
              <w:t>COMUNE   SALERNO</w:t>
            </w:r>
          </w:p>
        </w:tc>
        <w:tc>
          <w:tcPr>
            <w:tcW w:w="1300" w:type="dxa"/>
          </w:tcPr>
          <w:p w:rsidR="00397CA9" w:rsidRPr="003E1032" w:rsidRDefault="00397CA9" w:rsidP="00502EF1">
            <w:pPr>
              <w:rPr>
                <w:rFonts w:ascii="Tahoma" w:hAnsi="Tahoma"/>
                <w:sz w:val="20"/>
              </w:rPr>
            </w:pPr>
            <w:r w:rsidRPr="003E1032">
              <w:rPr>
                <w:rFonts w:ascii="Arial" w:hAnsi="Arial"/>
                <w:sz w:val="20"/>
              </w:rPr>
              <w:t>PROV.</w:t>
            </w:r>
          </w:p>
        </w:tc>
      </w:tr>
      <w:tr w:rsidR="00397CA9" w:rsidRPr="00FB1BA2" w:rsidTr="003E1032">
        <w:tc>
          <w:tcPr>
            <w:tcW w:w="6771" w:type="dxa"/>
            <w:gridSpan w:val="2"/>
          </w:tcPr>
          <w:p w:rsidR="00397CA9" w:rsidRPr="003E1032" w:rsidRDefault="00397CA9" w:rsidP="00502EF1">
            <w:pPr>
              <w:rPr>
                <w:rFonts w:ascii="Tahoma" w:hAnsi="Tahoma"/>
                <w:sz w:val="20"/>
              </w:rPr>
            </w:pPr>
            <w:r w:rsidRPr="003E1032">
              <w:rPr>
                <w:rFonts w:ascii="Arial" w:hAnsi="Arial"/>
                <w:sz w:val="20"/>
              </w:rPr>
              <w:t>EMAIL saee13300n@istruzione.it</w:t>
            </w:r>
          </w:p>
        </w:tc>
        <w:tc>
          <w:tcPr>
            <w:tcW w:w="3001" w:type="dxa"/>
            <w:gridSpan w:val="2"/>
          </w:tcPr>
          <w:p w:rsidR="00397CA9" w:rsidRPr="003E1032" w:rsidRDefault="00397CA9" w:rsidP="00502EF1">
            <w:pPr>
              <w:rPr>
                <w:rFonts w:ascii="Tahoma" w:hAnsi="Tahoma"/>
                <w:sz w:val="20"/>
              </w:rPr>
            </w:pPr>
            <w:r w:rsidRPr="003E1032">
              <w:rPr>
                <w:rFonts w:ascii="Arial" w:hAnsi="Arial"/>
                <w:sz w:val="20"/>
              </w:rPr>
              <w:t>TEL. 089/753850</w:t>
            </w:r>
          </w:p>
        </w:tc>
      </w:tr>
      <w:tr w:rsidR="00397CA9" w:rsidRPr="00FB1BA2" w:rsidTr="003E1032">
        <w:tc>
          <w:tcPr>
            <w:tcW w:w="9772" w:type="dxa"/>
            <w:gridSpan w:val="4"/>
          </w:tcPr>
          <w:p w:rsidR="00397CA9" w:rsidRPr="003E1032" w:rsidRDefault="00397CA9" w:rsidP="00502EF1">
            <w:pPr>
              <w:rPr>
                <w:rFonts w:ascii="Tahoma" w:hAnsi="Tahoma"/>
                <w:sz w:val="20"/>
              </w:rPr>
            </w:pPr>
            <w:r w:rsidRPr="003E1032">
              <w:rPr>
                <w:rFonts w:ascii="Arial" w:hAnsi="Arial"/>
                <w:sz w:val="20"/>
              </w:rPr>
              <w:t>REFERENTE/I DEL PROGETTO  COPPOLA SILVIA</w:t>
            </w:r>
          </w:p>
        </w:tc>
      </w:tr>
    </w:tbl>
    <w:p w:rsidR="00397CA9" w:rsidRPr="00FB1BA2" w:rsidRDefault="00397CA9" w:rsidP="00502EF1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772"/>
      </w:tblGrid>
      <w:tr w:rsidR="00397CA9" w:rsidRPr="00FB1BA2" w:rsidTr="003E1032">
        <w:tc>
          <w:tcPr>
            <w:tcW w:w="9772" w:type="dxa"/>
          </w:tcPr>
          <w:p w:rsidR="00397CA9" w:rsidRPr="003E1032" w:rsidRDefault="00397CA9" w:rsidP="00502EF1">
            <w:pPr>
              <w:rPr>
                <w:rFonts w:ascii="Tahoma" w:hAnsi="Tahoma"/>
                <w:sz w:val="20"/>
              </w:rPr>
            </w:pPr>
            <w:r w:rsidRPr="003E1032">
              <w:rPr>
                <w:rFonts w:ascii="Arial" w:hAnsi="Arial"/>
                <w:b/>
                <w:sz w:val="20"/>
              </w:rPr>
              <w:t>TITOLO DEL PROGETTO</w:t>
            </w:r>
            <w:r w:rsidRPr="003E1032">
              <w:rPr>
                <w:rFonts w:ascii="Arial" w:hAnsi="Arial"/>
                <w:sz w:val="20"/>
              </w:rPr>
              <w:t xml:space="preserve"> : “ PARTIAMO DA … UNA STORIA”</w:t>
            </w:r>
          </w:p>
        </w:tc>
      </w:tr>
    </w:tbl>
    <w:p w:rsidR="00397CA9" w:rsidRPr="00FB1BA2" w:rsidRDefault="00397CA9" w:rsidP="00502EF1">
      <w:pPr>
        <w:rPr>
          <w:rFonts w:ascii="Arial" w:hAnsi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2216"/>
        <w:gridCol w:w="7594"/>
      </w:tblGrid>
      <w:tr w:rsidR="00397CA9" w:rsidRPr="00FB1BA2" w:rsidTr="003E1032">
        <w:trPr>
          <w:trHeight w:val="231"/>
          <w:jc w:val="center"/>
        </w:trPr>
        <w:tc>
          <w:tcPr>
            <w:tcW w:w="2216" w:type="dxa"/>
            <w:vMerge w:val="restart"/>
            <w:tcBorders>
              <w:top w:val="single" w:sz="4" w:space="0" w:color="auto"/>
            </w:tcBorders>
            <w:vAlign w:val="center"/>
          </w:tcPr>
          <w:p w:rsidR="00397CA9" w:rsidRPr="003E1032" w:rsidRDefault="00397CA9" w:rsidP="00502EF1">
            <w:pPr>
              <w:rPr>
                <w:rFonts w:cs="Arial"/>
                <w:bCs/>
                <w:sz w:val="20"/>
              </w:rPr>
            </w:pPr>
            <w:r w:rsidRPr="003E1032">
              <w:rPr>
                <w:rFonts w:ascii="Arial" w:hAnsi="Arial"/>
                <w:sz w:val="20"/>
              </w:rPr>
              <w:t xml:space="preserve">AMBITO TEMATICO: </w:t>
            </w:r>
          </w:p>
        </w:tc>
        <w:tc>
          <w:tcPr>
            <w:tcW w:w="7594" w:type="dxa"/>
            <w:tcBorders>
              <w:top w:val="single" w:sz="4" w:space="0" w:color="auto"/>
            </w:tcBorders>
          </w:tcPr>
          <w:p w:rsidR="00397CA9" w:rsidRPr="003E1032" w:rsidRDefault="00397CA9" w:rsidP="00502EF1">
            <w:pPr>
              <w:rPr>
                <w:sz w:val="20"/>
              </w:rPr>
            </w:pPr>
            <w:r w:rsidRPr="003E1032">
              <w:rPr>
                <w:rFonts w:ascii="Arial" w:hAnsi="Arial"/>
                <w:sz w:val="20"/>
                <w:szCs w:val="20"/>
              </w:rPr>
              <w:sym w:font="Webdings" w:char="F063"/>
            </w:r>
            <w:r w:rsidRPr="003E1032">
              <w:rPr>
                <w:rFonts w:ascii="Arial" w:hAnsi="Arial"/>
                <w:sz w:val="20"/>
              </w:rPr>
              <w:t xml:space="preserve"> </w:t>
            </w:r>
            <w:r w:rsidRPr="003E1032">
              <w:rPr>
                <w:rFonts w:ascii="Arial" w:hAnsi="Arial" w:cs="Arial"/>
                <w:bCs/>
                <w:sz w:val="20"/>
              </w:rPr>
              <w:t>La Biblioteca: laboratorio di creatività</w:t>
            </w:r>
          </w:p>
        </w:tc>
      </w:tr>
      <w:tr w:rsidR="00397CA9" w:rsidRPr="00FB1BA2" w:rsidTr="003E1032">
        <w:trPr>
          <w:trHeight w:val="231"/>
          <w:jc w:val="center"/>
        </w:trPr>
        <w:tc>
          <w:tcPr>
            <w:tcW w:w="2216" w:type="dxa"/>
            <w:vMerge/>
          </w:tcPr>
          <w:p w:rsidR="00397CA9" w:rsidRPr="003E1032" w:rsidRDefault="00397CA9" w:rsidP="00502EF1">
            <w:pPr>
              <w:rPr>
                <w:sz w:val="20"/>
              </w:rPr>
            </w:pPr>
          </w:p>
        </w:tc>
        <w:tc>
          <w:tcPr>
            <w:tcW w:w="7594" w:type="dxa"/>
          </w:tcPr>
          <w:p w:rsidR="00397CA9" w:rsidRPr="003E1032" w:rsidRDefault="00397CA9" w:rsidP="00502EF1">
            <w:pPr>
              <w:rPr>
                <w:sz w:val="20"/>
              </w:rPr>
            </w:pPr>
            <w:r w:rsidRPr="003E1032">
              <w:rPr>
                <w:rFonts w:ascii="Arial" w:hAnsi="Arial"/>
                <w:sz w:val="20"/>
                <w:szCs w:val="20"/>
              </w:rPr>
              <w:sym w:font="Webdings" w:char="F063"/>
            </w:r>
            <w:r w:rsidRPr="003E1032">
              <w:rPr>
                <w:rFonts w:ascii="Arial" w:hAnsi="Arial"/>
                <w:sz w:val="20"/>
              </w:rPr>
              <w:t xml:space="preserve"> </w:t>
            </w:r>
            <w:r w:rsidRPr="003E1032">
              <w:rPr>
                <w:rFonts w:ascii="Arial" w:hAnsi="Arial" w:cs="Arial"/>
                <w:bCs/>
                <w:sz w:val="20"/>
              </w:rPr>
              <w:t>Comunicare: lettura interpretata, dizione, ortoepia e pronuncia</w:t>
            </w:r>
          </w:p>
        </w:tc>
      </w:tr>
      <w:tr w:rsidR="00397CA9" w:rsidRPr="00FB1BA2" w:rsidTr="003E1032">
        <w:trPr>
          <w:trHeight w:val="231"/>
          <w:jc w:val="center"/>
        </w:trPr>
        <w:tc>
          <w:tcPr>
            <w:tcW w:w="2216" w:type="dxa"/>
            <w:vMerge/>
            <w:tcBorders>
              <w:bottom w:val="single" w:sz="4" w:space="0" w:color="auto"/>
            </w:tcBorders>
          </w:tcPr>
          <w:p w:rsidR="00397CA9" w:rsidRPr="003E1032" w:rsidRDefault="00397CA9" w:rsidP="00502EF1">
            <w:pPr>
              <w:rPr>
                <w:sz w:val="20"/>
              </w:rPr>
            </w:pPr>
          </w:p>
        </w:tc>
        <w:tc>
          <w:tcPr>
            <w:tcW w:w="7594" w:type="dxa"/>
            <w:tcBorders>
              <w:bottom w:val="single" w:sz="4" w:space="0" w:color="auto"/>
            </w:tcBorders>
          </w:tcPr>
          <w:p w:rsidR="00397CA9" w:rsidRPr="003E1032" w:rsidRDefault="00397CA9" w:rsidP="00502EF1">
            <w:pPr>
              <w:rPr>
                <w:sz w:val="20"/>
              </w:rPr>
            </w:pPr>
            <w:r w:rsidRPr="003E1032">
              <w:rPr>
                <w:rFonts w:ascii="Arial" w:hAnsi="Arial"/>
                <w:b/>
                <w:sz w:val="28"/>
                <w:szCs w:val="28"/>
              </w:rPr>
              <w:t>x</w:t>
            </w:r>
            <w:r w:rsidRPr="003E1032">
              <w:rPr>
                <w:rFonts w:ascii="Arial" w:hAnsi="Arial"/>
                <w:sz w:val="20"/>
              </w:rPr>
              <w:t xml:space="preserve"> </w:t>
            </w:r>
            <w:r w:rsidRPr="003E1032">
              <w:rPr>
                <w:rFonts w:ascii="Arial" w:hAnsi="Arial" w:cs="Arial"/>
                <w:bCs/>
                <w:sz w:val="20"/>
              </w:rPr>
              <w:t>La lettura nell’attività quotidiana del curricolo scolastico</w:t>
            </w:r>
          </w:p>
        </w:tc>
      </w:tr>
    </w:tbl>
    <w:p w:rsidR="00397CA9" w:rsidRPr="00FB1BA2" w:rsidRDefault="00397CA9" w:rsidP="00502EF1">
      <w:pPr>
        <w:jc w:val="center"/>
        <w:rPr>
          <w:rFonts w:ascii="Arial" w:hAnsi="Arial"/>
          <w:color w:val="000000"/>
          <w:sz w:val="20"/>
          <w:szCs w:val="20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4786"/>
        <w:gridCol w:w="3827"/>
        <w:gridCol w:w="1235"/>
      </w:tblGrid>
      <w:tr w:rsidR="00397CA9" w:rsidRPr="00FB1BA2" w:rsidTr="003E1032"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NUMERO SEZIONI/CLASSI COINVOLTE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sym w:font="Webdings" w:char="F063"/>
            </w:r>
            <w:r w:rsidRPr="003E1032">
              <w:rPr>
                <w:rFonts w:ascii="Arial" w:hAnsi="Arial"/>
                <w:color w:val="000000"/>
                <w:sz w:val="20"/>
                <w:szCs w:val="20"/>
              </w:rPr>
              <w:t xml:space="preserve"> Scuola dell’infanzia                  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Pr="003E1032">
              <w:rPr>
                <w:rFonts w:ascii="Arial" w:hAnsi="Arial"/>
                <w:b/>
                <w:color w:val="000000"/>
              </w:rPr>
              <w:t>X</w:t>
            </w:r>
            <w:r w:rsidRPr="003E1032">
              <w:rPr>
                <w:rFonts w:ascii="Arial" w:hAnsi="Arial"/>
                <w:color w:val="000000"/>
                <w:sz w:val="20"/>
                <w:szCs w:val="20"/>
              </w:rPr>
              <w:t xml:space="preserve"> Scuola primaria     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sym w:font="Webdings" w:char="F063"/>
            </w:r>
            <w:r w:rsidRPr="003E1032">
              <w:rPr>
                <w:rFonts w:ascii="Arial" w:hAnsi="Arial"/>
                <w:color w:val="000000"/>
                <w:sz w:val="20"/>
                <w:szCs w:val="20"/>
              </w:rPr>
              <w:t xml:space="preserve"> Scuola secondaria di I grado    </w:t>
            </w:r>
          </w:p>
          <w:p w:rsidR="00397CA9" w:rsidRPr="003E1032" w:rsidRDefault="00397CA9" w:rsidP="00502EF1">
            <w:pPr>
              <w:rPr>
                <w:rFonts w:ascii="Tahoma" w:hAnsi="Tahoma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sym w:font="Webdings" w:char="F063"/>
            </w:r>
            <w:r w:rsidRPr="003E1032">
              <w:rPr>
                <w:rFonts w:ascii="Arial" w:hAnsi="Arial"/>
                <w:color w:val="000000"/>
                <w:sz w:val="20"/>
                <w:szCs w:val="20"/>
              </w:rPr>
              <w:t xml:space="preserve"> Scuola secondaria di II grado 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n° …..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n° 4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n° …..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n° …..</w:t>
            </w:r>
          </w:p>
        </w:tc>
      </w:tr>
    </w:tbl>
    <w:p w:rsidR="00397CA9" w:rsidRPr="00FB1BA2" w:rsidRDefault="00397CA9" w:rsidP="00502EF1">
      <w:pPr>
        <w:jc w:val="center"/>
        <w:rPr>
          <w:rFonts w:ascii="Arial" w:hAnsi="Arial"/>
          <w:color w:val="000000"/>
          <w:sz w:val="20"/>
          <w:szCs w:val="20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786"/>
        <w:gridCol w:w="4986"/>
      </w:tblGrid>
      <w:tr w:rsidR="00397CA9" w:rsidRPr="00FB1BA2" w:rsidTr="003E1032">
        <w:tc>
          <w:tcPr>
            <w:tcW w:w="4786" w:type="dxa"/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DATA INIZIO PROGETTO: OTTOBRE 2009</w:t>
            </w:r>
          </w:p>
        </w:tc>
        <w:tc>
          <w:tcPr>
            <w:tcW w:w="4986" w:type="dxa"/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DATA FINE PROGETTO: MAGGIO 2010</w:t>
            </w:r>
          </w:p>
        </w:tc>
      </w:tr>
    </w:tbl>
    <w:p w:rsidR="00397CA9" w:rsidRPr="00FB1BA2" w:rsidRDefault="00397CA9" w:rsidP="00502EF1">
      <w:pPr>
        <w:jc w:val="center"/>
        <w:rPr>
          <w:rFonts w:ascii="Arial" w:hAnsi="Arial"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4786"/>
        <w:gridCol w:w="5062"/>
      </w:tblGrid>
      <w:tr w:rsidR="00397CA9" w:rsidRPr="00FB1BA2" w:rsidTr="003E1032">
        <w:tc>
          <w:tcPr>
            <w:tcW w:w="2430" w:type="pct"/>
            <w:vMerge w:val="restart"/>
            <w:tcBorders>
              <w:top w:val="single" w:sz="4" w:space="0" w:color="auto"/>
            </w:tcBorders>
            <w:vAlign w:val="center"/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È PREVISTO IL COINVOLGIMENTO DI …</w:t>
            </w:r>
          </w:p>
        </w:tc>
        <w:tc>
          <w:tcPr>
            <w:tcW w:w="2570" w:type="pct"/>
            <w:tcBorders>
              <w:top w:val="single" w:sz="4" w:space="0" w:color="auto"/>
            </w:tcBorders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sym w:font="Webdings" w:char="F063"/>
            </w:r>
            <w:r w:rsidRPr="003E1032">
              <w:rPr>
                <w:rFonts w:ascii="Arial" w:hAnsi="Arial"/>
                <w:color w:val="000000"/>
                <w:sz w:val="20"/>
                <w:szCs w:val="20"/>
              </w:rPr>
              <w:t xml:space="preserve"> altre scuole</w:t>
            </w:r>
          </w:p>
        </w:tc>
      </w:tr>
      <w:tr w:rsidR="00397CA9" w:rsidRPr="00FB1BA2" w:rsidTr="003E1032">
        <w:tc>
          <w:tcPr>
            <w:tcW w:w="2430" w:type="pct"/>
            <w:vMerge/>
          </w:tcPr>
          <w:p w:rsidR="00397CA9" w:rsidRPr="003E1032" w:rsidRDefault="00397CA9" w:rsidP="003E1032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570" w:type="pct"/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X   famiglie</w:t>
            </w:r>
          </w:p>
        </w:tc>
      </w:tr>
      <w:tr w:rsidR="00397CA9" w:rsidRPr="00FB1BA2" w:rsidTr="003E1032">
        <w:tc>
          <w:tcPr>
            <w:tcW w:w="2430" w:type="pct"/>
            <w:vMerge/>
          </w:tcPr>
          <w:p w:rsidR="00397CA9" w:rsidRPr="003E1032" w:rsidRDefault="00397CA9" w:rsidP="003E1032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570" w:type="pct"/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X   Biblioteche pubbliche</w:t>
            </w:r>
          </w:p>
        </w:tc>
      </w:tr>
      <w:tr w:rsidR="00397CA9" w:rsidRPr="00FB1BA2" w:rsidTr="003E1032">
        <w:tc>
          <w:tcPr>
            <w:tcW w:w="2430" w:type="pct"/>
            <w:vMerge/>
          </w:tcPr>
          <w:p w:rsidR="00397CA9" w:rsidRPr="003E1032" w:rsidRDefault="00397CA9" w:rsidP="003E1032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570" w:type="pct"/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sym w:font="Webdings" w:char="F063"/>
            </w:r>
            <w:r w:rsidRPr="003E1032">
              <w:rPr>
                <w:rFonts w:ascii="Arial" w:hAnsi="Arial"/>
                <w:color w:val="000000"/>
                <w:sz w:val="20"/>
                <w:szCs w:val="20"/>
              </w:rPr>
              <w:t xml:space="preserve"> Enti Locali ………………………….. (specificare)</w:t>
            </w:r>
          </w:p>
        </w:tc>
      </w:tr>
      <w:tr w:rsidR="00397CA9" w:rsidRPr="00FB1BA2" w:rsidTr="003E1032">
        <w:tc>
          <w:tcPr>
            <w:tcW w:w="2430" w:type="pct"/>
            <w:vMerge/>
          </w:tcPr>
          <w:p w:rsidR="00397CA9" w:rsidRPr="003E1032" w:rsidRDefault="00397CA9" w:rsidP="003E1032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570" w:type="pct"/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sym w:font="Webdings" w:char="F063"/>
            </w:r>
            <w:r w:rsidRPr="003E1032">
              <w:rPr>
                <w:rFonts w:ascii="Arial" w:hAnsi="Arial"/>
                <w:color w:val="000000"/>
                <w:sz w:val="20"/>
                <w:szCs w:val="20"/>
              </w:rPr>
              <w:t xml:space="preserve"> associazioni ……………………….. (specificare)</w:t>
            </w:r>
          </w:p>
        </w:tc>
      </w:tr>
      <w:tr w:rsidR="00397CA9" w:rsidRPr="00FB1BA2" w:rsidTr="003E1032">
        <w:tc>
          <w:tcPr>
            <w:tcW w:w="2430" w:type="pct"/>
            <w:vMerge/>
            <w:tcBorders>
              <w:bottom w:val="single" w:sz="4" w:space="0" w:color="auto"/>
            </w:tcBorders>
          </w:tcPr>
          <w:p w:rsidR="00397CA9" w:rsidRPr="003E1032" w:rsidRDefault="00397CA9" w:rsidP="003E1032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570" w:type="pct"/>
            <w:tcBorders>
              <w:bottom w:val="single" w:sz="4" w:space="0" w:color="auto"/>
            </w:tcBorders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sym w:font="Webdings" w:char="F063"/>
            </w:r>
            <w:r w:rsidRPr="003E1032">
              <w:rPr>
                <w:rFonts w:ascii="Arial" w:hAnsi="Arial"/>
                <w:color w:val="000000"/>
                <w:sz w:val="20"/>
                <w:szCs w:val="20"/>
              </w:rPr>
              <w:t xml:space="preserve"> altro …………………………..…….. (specificare)</w:t>
            </w:r>
          </w:p>
        </w:tc>
      </w:tr>
    </w:tbl>
    <w:p w:rsidR="00397CA9" w:rsidRPr="00FB1BA2" w:rsidRDefault="00397CA9" w:rsidP="00502EF1">
      <w:pPr>
        <w:jc w:val="center"/>
        <w:rPr>
          <w:rFonts w:ascii="Arial" w:hAnsi="Arial"/>
          <w:color w:val="000000"/>
          <w:sz w:val="20"/>
          <w:szCs w:val="20"/>
        </w:rPr>
      </w:pPr>
    </w:p>
    <w:p w:rsidR="00397CA9" w:rsidRPr="00FB1BA2" w:rsidRDefault="00397CA9" w:rsidP="00502EF1">
      <w:pPr>
        <w:jc w:val="center"/>
        <w:rPr>
          <w:rFonts w:ascii="Arial" w:hAnsi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772"/>
      </w:tblGrid>
      <w:tr w:rsidR="00397CA9" w:rsidRPr="00FB1BA2" w:rsidTr="003E1032">
        <w:tc>
          <w:tcPr>
            <w:tcW w:w="9772" w:type="dxa"/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 xml:space="preserve">OBIETTIVI: 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1)OBIETTIVI COGNITIVI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2)OBIETTIVI AFFETTIVO – RELAZIONALI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COME DA MAPPA - PROGETTO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:rsidR="00397CA9" w:rsidRPr="00FB1BA2" w:rsidRDefault="00397CA9" w:rsidP="00502EF1">
      <w:pPr>
        <w:rPr>
          <w:rFonts w:ascii="Arial" w:hAnsi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3F"/>
      </w:tblPr>
      <w:tblGrid>
        <w:gridCol w:w="9772"/>
      </w:tblGrid>
      <w:tr w:rsidR="00397CA9" w:rsidRPr="00FB1BA2" w:rsidTr="003E1032">
        <w:tc>
          <w:tcPr>
            <w:tcW w:w="9772" w:type="dxa"/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ARTICOLAZIONE DEL PROGETTO (metodologia adottata, aspetti organizzativi relativi a tempi, spazi e materiali, descrizione delle attività, tematiche specifiche, altro):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LINEE METODOLOGICHE: - CREAZIONE DI MOTIVAZIONE E DI ASPETTATIVA DEL LIBRO</w:t>
            </w:r>
          </w:p>
          <w:p w:rsidR="00397CA9" w:rsidRPr="003E1032" w:rsidRDefault="00397CA9" w:rsidP="003E1032">
            <w:pPr>
              <w:ind w:left="720"/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 xml:space="preserve">                                 - VALORIZZAZIONE DEL “ GIOCO” PER SOSTENERE LA MOTIVAZIONE                                    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TEMPI : “APPUNTAMENTI” FISSI CON IL LIBRO E LA LETTURA NELL’ARCO DELLA SETTIMANA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SPAZI : AULA – PALESTRA – CHE POSSONO DIVENTARE “ SPAZI DEDICATI”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 xml:space="preserve">ATTIVITA’ E TEMATICHE: COME DA MAPPA - PROGETTO                               </w:t>
            </w:r>
          </w:p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97CA9" w:rsidRPr="00FB1BA2" w:rsidTr="003E1032">
        <w:tc>
          <w:tcPr>
            <w:tcW w:w="9772" w:type="dxa"/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397CA9" w:rsidRPr="00FB1BA2" w:rsidTr="003E1032">
        <w:tc>
          <w:tcPr>
            <w:tcW w:w="9772" w:type="dxa"/>
          </w:tcPr>
          <w:p w:rsidR="00397CA9" w:rsidRPr="003E1032" w:rsidRDefault="00397CA9" w:rsidP="00502EF1">
            <w:pPr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:rsidR="00397CA9" w:rsidRDefault="00397CA9">
      <w:pPr>
        <w:rPr>
          <w:rFonts w:ascii="Arial" w:hAnsi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772"/>
      </w:tblGrid>
      <w:tr w:rsidR="00397CA9" w:rsidTr="003E1032">
        <w:tc>
          <w:tcPr>
            <w:tcW w:w="9772" w:type="dxa"/>
          </w:tcPr>
          <w:p w:rsidR="00397CA9" w:rsidRPr="003E1032" w:rsidRDefault="00397CA9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3E1032">
              <w:rPr>
                <w:rFonts w:ascii="Arial" w:hAnsi="Arial"/>
                <w:color w:val="000000"/>
                <w:sz w:val="20"/>
                <w:szCs w:val="20"/>
              </w:rPr>
              <w:t>DOCUMENTAZIONE PRODOTTA:</w:t>
            </w:r>
          </w:p>
          <w:p w:rsidR="00397CA9" w:rsidRPr="003E1032" w:rsidRDefault="00397CA9">
            <w:pPr>
              <w:rPr>
                <w:rFonts w:ascii="Arial" w:hAnsi="Arial" w:cs="Arial"/>
                <w:sz w:val="20"/>
                <w:szCs w:val="20"/>
              </w:rPr>
            </w:pPr>
            <w:r w:rsidRPr="003E1032">
              <w:rPr>
                <w:rFonts w:ascii="Arial" w:hAnsi="Arial" w:cs="Arial"/>
                <w:sz w:val="20"/>
                <w:szCs w:val="20"/>
              </w:rPr>
              <w:t xml:space="preserve">MAPPA GENERALE DEL PROGETTO </w:t>
            </w:r>
          </w:p>
        </w:tc>
      </w:tr>
    </w:tbl>
    <w:p w:rsidR="00397CA9" w:rsidRPr="00FB1BA2" w:rsidRDefault="00397CA9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772"/>
      </w:tblGrid>
      <w:tr w:rsidR="00397CA9" w:rsidRPr="00FB1BA2" w:rsidTr="003E1032">
        <w:tc>
          <w:tcPr>
            <w:tcW w:w="9772" w:type="dxa"/>
          </w:tcPr>
          <w:p w:rsidR="00397CA9" w:rsidRPr="003E1032" w:rsidRDefault="00397CA9">
            <w:pPr>
              <w:rPr>
                <w:rFonts w:ascii="Arial" w:hAnsi="Arial"/>
                <w:sz w:val="20"/>
              </w:rPr>
            </w:pPr>
            <w:r w:rsidRPr="003E1032">
              <w:rPr>
                <w:rFonts w:ascii="Arial" w:hAnsi="Arial"/>
                <w:sz w:val="20"/>
              </w:rPr>
              <w:t xml:space="preserve">RISORSE ECONOMICHE IMPEGNATE (segnalare in particolare se e come sono stati spesi i 1000 euro del progetto Amico Libro): 1000 € DEL PROGETTO AMICO LIBRO SONO STATI SPESI PER ARRICHIRE </w:t>
            </w:r>
          </w:p>
          <w:p w:rsidR="00397CA9" w:rsidRPr="003E1032" w:rsidRDefault="00397CA9">
            <w:pPr>
              <w:rPr>
                <w:rFonts w:ascii="Arial" w:hAnsi="Arial"/>
                <w:sz w:val="20"/>
              </w:rPr>
            </w:pPr>
            <w:r w:rsidRPr="003E1032">
              <w:rPr>
                <w:rFonts w:ascii="Arial" w:hAnsi="Arial"/>
                <w:sz w:val="20"/>
              </w:rPr>
              <w:t>LA DOTAZIONE LIBRARIA DEL CIRCOLO E ALLESTIRE BIBLIOTECHINE DI CLASSE.</w:t>
            </w:r>
          </w:p>
          <w:p w:rsidR="00397CA9" w:rsidRPr="003E1032" w:rsidRDefault="00397CA9">
            <w:pPr>
              <w:rPr>
                <w:rFonts w:ascii="Arial" w:hAnsi="Arial"/>
                <w:sz w:val="20"/>
              </w:rPr>
            </w:pPr>
          </w:p>
        </w:tc>
      </w:tr>
    </w:tbl>
    <w:p w:rsidR="00397CA9" w:rsidRDefault="00397CA9" w:rsidP="00502E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820"/>
        <w:jc w:val="center"/>
        <w:rPr>
          <w:rFonts w:ascii="Arial" w:hAnsi="Arial"/>
          <w:sz w:val="20"/>
          <w:szCs w:val="20"/>
        </w:rPr>
      </w:pPr>
    </w:p>
    <w:p w:rsidR="00397CA9" w:rsidRPr="00747C69" w:rsidRDefault="00397CA9" w:rsidP="00502E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820"/>
        <w:jc w:val="center"/>
        <w:rPr>
          <w:rFonts w:ascii="Arial" w:hAnsi="Arial"/>
          <w:sz w:val="20"/>
          <w:szCs w:val="20"/>
        </w:rPr>
      </w:pPr>
      <w:r w:rsidRPr="00747C69">
        <w:rPr>
          <w:rFonts w:ascii="Arial" w:hAnsi="Arial"/>
          <w:sz w:val="20"/>
          <w:szCs w:val="20"/>
        </w:rPr>
        <w:t>Il Dirigente scolastico</w:t>
      </w:r>
    </w:p>
    <w:p w:rsidR="00397CA9" w:rsidRDefault="00397CA9" w:rsidP="00502E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482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F.TO DOTT.SSA LUISA DEL FORNO</w:t>
      </w:r>
    </w:p>
    <w:p w:rsidR="00397CA9" w:rsidRPr="00FB1BA2" w:rsidRDefault="00397CA9">
      <w:pPr>
        <w:rPr>
          <w:rFonts w:ascii="Arial" w:hAnsi="Arial"/>
          <w:sz w:val="20"/>
        </w:rPr>
      </w:pPr>
    </w:p>
    <w:p w:rsidR="00397CA9" w:rsidRPr="00502EF1" w:rsidRDefault="00397CA9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Nella compilazione della</w:t>
      </w:r>
      <w:r w:rsidRPr="00502EF1">
        <w:rPr>
          <w:rFonts w:ascii="Arial" w:hAnsi="Arial"/>
          <w:sz w:val="16"/>
          <w:szCs w:val="16"/>
        </w:rPr>
        <w:t xml:space="preserve"> scheda non bisogna superare le 3 cartelle.</w:t>
      </w:r>
    </w:p>
    <w:sectPr w:rsidR="00397CA9" w:rsidRPr="00502EF1" w:rsidSect="00502EF1">
      <w:pgSz w:w="11900" w:h="16840"/>
      <w:pgMar w:top="851" w:right="1134" w:bottom="567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CA9" w:rsidRDefault="00397CA9">
      <w:r>
        <w:separator/>
      </w:r>
    </w:p>
  </w:endnote>
  <w:endnote w:type="continuationSeparator" w:id="1">
    <w:p w:rsidR="00397CA9" w:rsidRDefault="00397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CA9" w:rsidRDefault="00397CA9">
      <w:r>
        <w:separator/>
      </w:r>
    </w:p>
  </w:footnote>
  <w:footnote w:type="continuationSeparator" w:id="1">
    <w:p w:rsidR="00397CA9" w:rsidRDefault="00397C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696D"/>
    <w:multiLevelType w:val="hybridMultilevel"/>
    <w:tmpl w:val="F88EE74A"/>
    <w:lvl w:ilvl="0" w:tplc="0F30E9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E28A5"/>
    <w:multiLevelType w:val="hybridMultilevel"/>
    <w:tmpl w:val="024A22EE"/>
    <w:lvl w:ilvl="0" w:tplc="0410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00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AC2"/>
    <w:rsid w:val="000841E0"/>
    <w:rsid w:val="001E3E8F"/>
    <w:rsid w:val="00397CA9"/>
    <w:rsid w:val="003E1032"/>
    <w:rsid w:val="0043468A"/>
    <w:rsid w:val="0047599C"/>
    <w:rsid w:val="00502EF1"/>
    <w:rsid w:val="007124BF"/>
    <w:rsid w:val="00747C69"/>
    <w:rsid w:val="00803577"/>
    <w:rsid w:val="00844B75"/>
    <w:rsid w:val="008E2AC2"/>
    <w:rsid w:val="00914615"/>
    <w:rsid w:val="00924BA4"/>
    <w:rsid w:val="0095085B"/>
    <w:rsid w:val="00A11B57"/>
    <w:rsid w:val="00AC7694"/>
    <w:rsid w:val="00C30621"/>
    <w:rsid w:val="00DD107B"/>
    <w:rsid w:val="00FB1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1E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527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5273"/>
    <w:rPr>
      <w:sz w:val="24"/>
      <w:szCs w:val="24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"/>
    <w:uiPriority w:val="99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rPr>
      <w:rFonts w:ascii="Tahoma" w:hAnsi="Tahom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339</Words>
  <Characters>1934</Characters>
  <Application>Microsoft Office Outlook</Application>
  <DocSecurity>0</DocSecurity>
  <Lines>0</Lines>
  <Paragraphs>0</Paragraphs>
  <ScaleCrop>false</ScaleCrop>
  <Company>M.I.U.R.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ANAGRAFICA SCUOLA</dc:title>
  <dc:subject/>
  <dc:creator>EE</dc:creator>
  <cp:keywords/>
  <dc:description/>
  <cp:lastModifiedBy>M.I.U.R.</cp:lastModifiedBy>
  <cp:revision>2</cp:revision>
  <cp:lastPrinted>2009-04-09T11:24:00Z</cp:lastPrinted>
  <dcterms:created xsi:type="dcterms:W3CDTF">2009-06-19T07:46:00Z</dcterms:created>
  <dcterms:modified xsi:type="dcterms:W3CDTF">2009-06-19T07:46:00Z</dcterms:modified>
</cp:coreProperties>
</file>