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4BF" w:rsidRDefault="00C874BF"/>
    <w:p w:rsidR="00C874BF" w:rsidRPr="003A1152" w:rsidRDefault="00C874BF">
      <w:pPr>
        <w:rPr>
          <w:b/>
          <w:sz w:val="24"/>
          <w:szCs w:val="24"/>
        </w:rPr>
      </w:pPr>
      <w:r w:rsidRPr="003A1152">
        <w:rPr>
          <w:b/>
          <w:sz w:val="24"/>
          <w:szCs w:val="24"/>
        </w:rPr>
        <w:t>Scheda n. 3</w:t>
      </w:r>
    </w:p>
    <w:p w:rsidR="00C874BF" w:rsidRPr="00EF3E4C" w:rsidRDefault="00C874BF">
      <w:pPr>
        <w:rPr>
          <w:b/>
        </w:rPr>
      </w:pPr>
    </w:p>
    <w:p w:rsidR="00C874BF" w:rsidRDefault="00C874BF">
      <w:r w:rsidRPr="00EF3E4C">
        <w:rPr>
          <w:b/>
        </w:rPr>
        <w:t>ISTITUZIONE SCOLASTICA</w:t>
      </w:r>
      <w:r>
        <w:rPr>
          <w:b/>
        </w:rPr>
        <w:t xml:space="preserve"> (denominazione) _</w:t>
      </w:r>
      <w:r>
        <w:t>_________________________________________</w:t>
      </w:r>
    </w:p>
    <w:p w:rsidR="00C874BF" w:rsidRDefault="00C874BF">
      <w:r>
        <w:t xml:space="preserve">SCUOLA IN OSPEDALE  (Grado) _____________________________________________________ </w:t>
      </w:r>
    </w:p>
    <w:p w:rsidR="00C874BF" w:rsidRDefault="00C874BF">
      <w:r>
        <w:t>OSPEDALE  _____________________________________________________________________</w:t>
      </w:r>
    </w:p>
    <w:p w:rsidR="00C874BF" w:rsidRDefault="00C874B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0"/>
        <w:gridCol w:w="2693"/>
        <w:gridCol w:w="2552"/>
      </w:tblGrid>
      <w:tr w:rsidR="00C874BF" w:rsidRPr="00D91227" w:rsidTr="00D91227">
        <w:tc>
          <w:tcPr>
            <w:tcW w:w="2660" w:type="dxa"/>
          </w:tcPr>
          <w:p w:rsidR="00C874BF" w:rsidRPr="00D91227" w:rsidRDefault="00C874BF" w:rsidP="00D91227">
            <w:pPr>
              <w:spacing w:after="0" w:line="240" w:lineRule="auto"/>
            </w:pPr>
          </w:p>
        </w:tc>
        <w:tc>
          <w:tcPr>
            <w:tcW w:w="2693" w:type="dxa"/>
          </w:tcPr>
          <w:p w:rsidR="00C874BF" w:rsidRPr="00D91227" w:rsidRDefault="00C874BF" w:rsidP="00D91227">
            <w:pPr>
              <w:spacing w:after="0" w:line="240" w:lineRule="auto"/>
            </w:pPr>
          </w:p>
        </w:tc>
        <w:tc>
          <w:tcPr>
            <w:tcW w:w="2552" w:type="dxa"/>
          </w:tcPr>
          <w:p w:rsidR="00C874BF" w:rsidRPr="00D91227" w:rsidRDefault="00C874BF" w:rsidP="00D91227">
            <w:pPr>
              <w:spacing w:after="0" w:line="240" w:lineRule="auto"/>
            </w:pPr>
          </w:p>
        </w:tc>
      </w:tr>
      <w:tr w:rsidR="00C874BF" w:rsidRPr="00D91227" w:rsidTr="00D91227">
        <w:tc>
          <w:tcPr>
            <w:tcW w:w="2660" w:type="dxa"/>
          </w:tcPr>
          <w:p w:rsidR="00C874BF" w:rsidRPr="00D91227" w:rsidRDefault="00C874BF" w:rsidP="00D91227">
            <w:pPr>
              <w:spacing w:after="0" w:line="240" w:lineRule="auto"/>
              <w:rPr>
                <w:b/>
              </w:rPr>
            </w:pPr>
            <w:r w:rsidRPr="00D91227">
              <w:rPr>
                <w:b/>
              </w:rPr>
              <w:t>SCHEDA MONITORAGGIO</w:t>
            </w:r>
          </w:p>
        </w:tc>
        <w:tc>
          <w:tcPr>
            <w:tcW w:w="2693" w:type="dxa"/>
          </w:tcPr>
          <w:p w:rsidR="00C874BF" w:rsidRPr="00D91227" w:rsidRDefault="00C874BF" w:rsidP="00D91227">
            <w:pPr>
              <w:spacing w:after="0" w:line="240" w:lineRule="auto"/>
              <w:rPr>
                <w:b/>
              </w:rPr>
            </w:pPr>
            <w:r w:rsidRPr="00D91227">
              <w:rPr>
                <w:b/>
              </w:rPr>
              <w:t>UTILIZZO FONDI PER</w:t>
            </w:r>
          </w:p>
        </w:tc>
        <w:tc>
          <w:tcPr>
            <w:tcW w:w="2552" w:type="dxa"/>
          </w:tcPr>
          <w:p w:rsidR="00C874BF" w:rsidRPr="00D91227" w:rsidRDefault="00C874BF" w:rsidP="00D91227">
            <w:pPr>
              <w:spacing w:after="0" w:line="240" w:lineRule="auto"/>
              <w:rPr>
                <w:b/>
              </w:rPr>
            </w:pPr>
            <w:smartTag w:uri="urn:schemas-microsoft-com:office:smarttags" w:element="PersonName">
              <w:smartTagPr>
                <w:attr w:name="ProductID" w:val="LA SCUOLA IN"/>
              </w:smartTagPr>
              <w:r w:rsidRPr="00D91227">
                <w:rPr>
                  <w:b/>
                </w:rPr>
                <w:t>LA SCUOLA IN</w:t>
              </w:r>
            </w:smartTag>
            <w:r w:rsidRPr="00D91227">
              <w:rPr>
                <w:b/>
              </w:rPr>
              <w:t xml:space="preserve"> OSPEDALE</w:t>
            </w:r>
          </w:p>
        </w:tc>
      </w:tr>
      <w:tr w:rsidR="00C874BF" w:rsidRPr="00D91227" w:rsidTr="009A4878">
        <w:tc>
          <w:tcPr>
            <w:tcW w:w="2660" w:type="dxa"/>
          </w:tcPr>
          <w:p w:rsidR="00C874BF" w:rsidRDefault="00C874BF" w:rsidP="00D91227">
            <w:pPr>
              <w:spacing w:after="0" w:line="240" w:lineRule="auto"/>
            </w:pPr>
            <w:r w:rsidRPr="00D91227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D91227">
              <w:t>contributo di € 258 per ciascun docente coinvolto nel servizio in ospedale.</w:t>
            </w:r>
          </w:p>
          <w:p w:rsidR="00C874BF" w:rsidRPr="00D91227" w:rsidRDefault="00C874BF" w:rsidP="00D91227">
            <w:pPr>
              <w:spacing w:after="0" w:line="240" w:lineRule="auto"/>
            </w:pPr>
          </w:p>
        </w:tc>
        <w:tc>
          <w:tcPr>
            <w:tcW w:w="2693" w:type="dxa"/>
            <w:vAlign w:val="center"/>
          </w:tcPr>
          <w:p w:rsidR="00C874BF" w:rsidRPr="00D91227" w:rsidRDefault="00C874BF" w:rsidP="009A4878">
            <w:pPr>
              <w:spacing w:after="0" w:line="240" w:lineRule="auto"/>
            </w:pPr>
            <w:r>
              <w:t>n. docenti __________</w:t>
            </w:r>
          </w:p>
        </w:tc>
        <w:tc>
          <w:tcPr>
            <w:tcW w:w="2552" w:type="dxa"/>
            <w:vAlign w:val="center"/>
          </w:tcPr>
          <w:p w:rsidR="00C874BF" w:rsidRPr="00D91227" w:rsidRDefault="00C874BF" w:rsidP="009A4878">
            <w:pPr>
              <w:spacing w:after="0" w:line="240" w:lineRule="auto"/>
            </w:pPr>
            <w:r w:rsidRPr="00D91227">
              <w:t>€</w:t>
            </w:r>
          </w:p>
        </w:tc>
      </w:tr>
      <w:tr w:rsidR="00C874BF" w:rsidRPr="00D91227" w:rsidTr="009A4878">
        <w:tc>
          <w:tcPr>
            <w:tcW w:w="2660" w:type="dxa"/>
          </w:tcPr>
          <w:p w:rsidR="00C874BF" w:rsidRDefault="00C874BF" w:rsidP="00D91227">
            <w:pPr>
              <w:spacing w:after="0" w:line="240" w:lineRule="auto"/>
            </w:pPr>
            <w:r w:rsidRPr="00D91227">
              <w:rPr>
                <w:b/>
              </w:rPr>
              <w:t>2</w:t>
            </w:r>
            <w:r>
              <w:t>.</w:t>
            </w:r>
            <w:r w:rsidRPr="00D91227">
              <w:t xml:space="preserve">  nomina di docenti</w:t>
            </w:r>
            <w:r>
              <w:t xml:space="preserve"> </w:t>
            </w:r>
            <w:r w:rsidRPr="00D91227">
              <w:t>per ore aggiuntive</w:t>
            </w:r>
            <w:r>
              <w:t xml:space="preserve"> per discipline di indirizzo  Scuola Sec. II grado </w:t>
            </w:r>
            <w:r w:rsidRPr="00D91227">
              <w:t>erogate in ospedale</w:t>
            </w:r>
            <w:r>
              <w:t>.</w:t>
            </w:r>
          </w:p>
          <w:p w:rsidR="00C874BF" w:rsidRPr="00D91227" w:rsidRDefault="00C874BF" w:rsidP="00D91227">
            <w:pPr>
              <w:spacing w:after="0" w:line="240" w:lineRule="auto"/>
            </w:pPr>
          </w:p>
        </w:tc>
        <w:tc>
          <w:tcPr>
            <w:tcW w:w="2693" w:type="dxa"/>
            <w:vAlign w:val="center"/>
          </w:tcPr>
          <w:p w:rsidR="00C874BF" w:rsidRDefault="00C874BF" w:rsidP="009A4878">
            <w:pPr>
              <w:spacing w:after="0" w:line="240" w:lineRule="auto"/>
            </w:pPr>
            <w:r>
              <w:t>n. docenti ___________</w:t>
            </w:r>
          </w:p>
          <w:p w:rsidR="00C874BF" w:rsidRDefault="00C874BF" w:rsidP="009A4878">
            <w:pPr>
              <w:spacing w:after="0" w:line="240" w:lineRule="auto"/>
            </w:pPr>
          </w:p>
          <w:p w:rsidR="00C874BF" w:rsidRPr="00D91227" w:rsidRDefault="00C874BF" w:rsidP="009A4878">
            <w:pPr>
              <w:spacing w:after="0" w:line="240" w:lineRule="auto"/>
            </w:pPr>
            <w:r>
              <w:t>n. ore ____________</w:t>
            </w:r>
          </w:p>
        </w:tc>
        <w:tc>
          <w:tcPr>
            <w:tcW w:w="2552" w:type="dxa"/>
            <w:vAlign w:val="center"/>
          </w:tcPr>
          <w:p w:rsidR="00C874BF" w:rsidRPr="00D91227" w:rsidRDefault="00C874BF" w:rsidP="009A4878">
            <w:pPr>
              <w:spacing w:after="0" w:line="240" w:lineRule="auto"/>
            </w:pPr>
            <w:r w:rsidRPr="00D91227">
              <w:t>€</w:t>
            </w:r>
          </w:p>
        </w:tc>
      </w:tr>
      <w:tr w:rsidR="00C874BF" w:rsidRPr="00D91227" w:rsidTr="00D91227">
        <w:tc>
          <w:tcPr>
            <w:tcW w:w="2660" w:type="dxa"/>
          </w:tcPr>
          <w:p w:rsidR="00C874BF" w:rsidRPr="00D91227" w:rsidRDefault="00C874BF" w:rsidP="00D91227">
            <w:pPr>
              <w:spacing w:after="0" w:line="240" w:lineRule="auto"/>
            </w:pPr>
            <w:r w:rsidRPr="00D91227">
              <w:rPr>
                <w:b/>
              </w:rPr>
              <w:t>3.</w:t>
            </w:r>
            <w:r>
              <w:rPr>
                <w:b/>
              </w:rPr>
              <w:t xml:space="preserve"> </w:t>
            </w:r>
            <w:r w:rsidRPr="00D91227">
              <w:t xml:space="preserve"> iniziative di formazione e sensibilizzazione dei docenti di scuola in ospedale e delle scuole di ogni ordine e grado per l’istruzione domiciliare.</w:t>
            </w:r>
          </w:p>
          <w:p w:rsidR="00C874BF" w:rsidRPr="00D91227" w:rsidRDefault="00C874BF" w:rsidP="00D91227">
            <w:pPr>
              <w:spacing w:after="0" w:line="240" w:lineRule="auto"/>
            </w:pPr>
          </w:p>
        </w:tc>
        <w:tc>
          <w:tcPr>
            <w:tcW w:w="2693" w:type="dxa"/>
          </w:tcPr>
          <w:p w:rsidR="00C874BF" w:rsidRPr="00D91227" w:rsidRDefault="00C874BF" w:rsidP="00D91227">
            <w:pPr>
              <w:spacing w:after="0" w:line="240" w:lineRule="auto"/>
            </w:pPr>
          </w:p>
        </w:tc>
        <w:tc>
          <w:tcPr>
            <w:tcW w:w="2552" w:type="dxa"/>
          </w:tcPr>
          <w:p w:rsidR="00C874BF" w:rsidRPr="00D91227" w:rsidRDefault="00C874BF" w:rsidP="00D91227">
            <w:pPr>
              <w:spacing w:after="0" w:line="240" w:lineRule="auto"/>
            </w:pPr>
            <w:r w:rsidRPr="00D91227">
              <w:t>€</w:t>
            </w:r>
          </w:p>
        </w:tc>
      </w:tr>
      <w:tr w:rsidR="00C874BF" w:rsidRPr="00D91227" w:rsidTr="00D91227">
        <w:tc>
          <w:tcPr>
            <w:tcW w:w="2660" w:type="dxa"/>
          </w:tcPr>
          <w:p w:rsidR="00C874BF" w:rsidRPr="00D91227" w:rsidRDefault="00C874BF" w:rsidP="00D91227">
            <w:pPr>
              <w:spacing w:after="0" w:line="240" w:lineRule="auto"/>
            </w:pPr>
            <w:r w:rsidRPr="00D91227">
              <w:rPr>
                <w:b/>
              </w:rPr>
              <w:t>4.</w:t>
            </w:r>
            <w:r>
              <w:rPr>
                <w:b/>
              </w:rPr>
              <w:t xml:space="preserve">  </w:t>
            </w:r>
            <w:r w:rsidRPr="00D91227">
              <w:t xml:space="preserve">finanziamento di progetti di istruzione domiciliare </w:t>
            </w:r>
            <w:r>
              <w:t>.</w:t>
            </w:r>
          </w:p>
          <w:p w:rsidR="00C874BF" w:rsidRPr="00D91227" w:rsidRDefault="00C874BF" w:rsidP="00D91227">
            <w:pPr>
              <w:spacing w:after="0" w:line="240" w:lineRule="auto"/>
            </w:pPr>
          </w:p>
        </w:tc>
        <w:tc>
          <w:tcPr>
            <w:tcW w:w="2693" w:type="dxa"/>
          </w:tcPr>
          <w:p w:rsidR="00C874BF" w:rsidRPr="00D91227" w:rsidRDefault="00C874BF" w:rsidP="00D91227">
            <w:pPr>
              <w:spacing w:after="0" w:line="240" w:lineRule="auto"/>
            </w:pPr>
          </w:p>
        </w:tc>
        <w:tc>
          <w:tcPr>
            <w:tcW w:w="2552" w:type="dxa"/>
          </w:tcPr>
          <w:p w:rsidR="00C874BF" w:rsidRPr="00D91227" w:rsidRDefault="00C874BF" w:rsidP="00D91227">
            <w:pPr>
              <w:spacing w:after="0" w:line="240" w:lineRule="auto"/>
            </w:pPr>
            <w:r w:rsidRPr="00D91227">
              <w:t>€</w:t>
            </w:r>
          </w:p>
        </w:tc>
      </w:tr>
      <w:tr w:rsidR="00C874BF" w:rsidRPr="00D91227" w:rsidTr="00D91227">
        <w:tc>
          <w:tcPr>
            <w:tcW w:w="2660" w:type="dxa"/>
          </w:tcPr>
          <w:p w:rsidR="00C874BF" w:rsidRPr="00D91227" w:rsidRDefault="00C874BF" w:rsidP="00D91227">
            <w:pPr>
              <w:spacing w:after="0" w:line="240" w:lineRule="auto"/>
            </w:pPr>
          </w:p>
        </w:tc>
        <w:tc>
          <w:tcPr>
            <w:tcW w:w="2693" w:type="dxa"/>
          </w:tcPr>
          <w:p w:rsidR="00C874BF" w:rsidRPr="00D91227" w:rsidRDefault="00C874BF" w:rsidP="00D91227">
            <w:pPr>
              <w:spacing w:after="0" w:line="240" w:lineRule="auto"/>
              <w:rPr>
                <w:b/>
              </w:rPr>
            </w:pPr>
            <w:r w:rsidRPr="00D91227">
              <w:rPr>
                <w:b/>
              </w:rPr>
              <w:t>TOTALE FINANZIAMENTO</w:t>
            </w:r>
          </w:p>
        </w:tc>
        <w:tc>
          <w:tcPr>
            <w:tcW w:w="2552" w:type="dxa"/>
          </w:tcPr>
          <w:p w:rsidR="00C874BF" w:rsidRPr="00D91227" w:rsidRDefault="00C874BF" w:rsidP="00D91227">
            <w:pPr>
              <w:spacing w:after="0" w:line="240" w:lineRule="auto"/>
            </w:pPr>
          </w:p>
        </w:tc>
      </w:tr>
    </w:tbl>
    <w:p w:rsidR="00C874BF" w:rsidRDefault="00C874BF"/>
    <w:p w:rsidR="00C874BF" w:rsidRDefault="00C874BF">
      <w:r>
        <w:t>PROGETTO HSH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02"/>
        <w:gridCol w:w="3102"/>
        <w:gridCol w:w="3103"/>
      </w:tblGrid>
      <w:tr w:rsidR="00C874BF" w:rsidRPr="00D91227" w:rsidTr="00064264">
        <w:trPr>
          <w:trHeight w:val="251"/>
        </w:trPr>
        <w:tc>
          <w:tcPr>
            <w:tcW w:w="9307" w:type="dxa"/>
            <w:gridSpan w:val="3"/>
          </w:tcPr>
          <w:p w:rsidR="00C874BF" w:rsidRPr="00D91227" w:rsidRDefault="00C874BF" w:rsidP="00D91227">
            <w:pPr>
              <w:tabs>
                <w:tab w:val="left" w:pos="771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RICHIESTA </w:t>
            </w:r>
            <w:r w:rsidRPr="00D91227">
              <w:rPr>
                <w:b/>
              </w:rPr>
              <w:t>INFRASTRUTTURE</w:t>
            </w:r>
            <w:r>
              <w:rPr>
                <w:b/>
              </w:rPr>
              <w:t xml:space="preserve"> </w:t>
            </w:r>
            <w:r w:rsidRPr="00D91227">
              <w:rPr>
                <w:b/>
              </w:rPr>
              <w:t>TECNOLOGICHE PER LE SEZIONI</w:t>
            </w:r>
            <w:r>
              <w:rPr>
                <w:b/>
              </w:rPr>
              <w:t xml:space="preserve"> </w:t>
            </w:r>
            <w:r w:rsidRPr="00D91227">
              <w:rPr>
                <w:b/>
              </w:rPr>
              <w:t>DI SCUOLA IN OSPEDALE</w:t>
            </w:r>
          </w:p>
        </w:tc>
      </w:tr>
      <w:tr w:rsidR="00C874BF" w:rsidRPr="00D91227" w:rsidTr="00064264">
        <w:trPr>
          <w:trHeight w:val="503"/>
        </w:trPr>
        <w:tc>
          <w:tcPr>
            <w:tcW w:w="3102" w:type="dxa"/>
          </w:tcPr>
          <w:p w:rsidR="00C874BF" w:rsidRDefault="00C874BF" w:rsidP="00D91227">
            <w:pPr>
              <w:tabs>
                <w:tab w:val="left" w:pos="7710"/>
              </w:tabs>
              <w:spacing w:after="0" w:line="240" w:lineRule="auto"/>
            </w:pPr>
          </w:p>
          <w:p w:rsidR="00C874BF" w:rsidRPr="00D91227" w:rsidRDefault="00C874BF" w:rsidP="00D91227">
            <w:pPr>
              <w:tabs>
                <w:tab w:val="left" w:pos="7710"/>
              </w:tabs>
              <w:spacing w:after="0" w:line="240" w:lineRule="auto"/>
            </w:pPr>
          </w:p>
        </w:tc>
        <w:tc>
          <w:tcPr>
            <w:tcW w:w="3102" w:type="dxa"/>
          </w:tcPr>
          <w:p w:rsidR="00C874BF" w:rsidRPr="00D91227" w:rsidRDefault="00C874BF" w:rsidP="00D91227">
            <w:pPr>
              <w:tabs>
                <w:tab w:val="left" w:pos="7710"/>
              </w:tabs>
              <w:spacing w:after="0" w:line="240" w:lineRule="auto"/>
            </w:pPr>
          </w:p>
        </w:tc>
        <w:tc>
          <w:tcPr>
            <w:tcW w:w="3103" w:type="dxa"/>
          </w:tcPr>
          <w:p w:rsidR="00C874BF" w:rsidRPr="00D91227" w:rsidRDefault="00C874BF" w:rsidP="00D91227">
            <w:pPr>
              <w:tabs>
                <w:tab w:val="left" w:pos="7710"/>
              </w:tabs>
              <w:spacing w:after="0" w:line="240" w:lineRule="auto"/>
            </w:pPr>
          </w:p>
        </w:tc>
      </w:tr>
    </w:tbl>
    <w:p w:rsidR="00C874BF" w:rsidRDefault="00C874BF" w:rsidP="00210B0A">
      <w:pPr>
        <w:tabs>
          <w:tab w:val="left" w:pos="7710"/>
        </w:tabs>
      </w:pPr>
    </w:p>
    <w:sectPr w:rsidR="00C874BF" w:rsidSect="00EF3E4C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74BF" w:rsidRDefault="00C874BF" w:rsidP="00EF3E4C">
      <w:pPr>
        <w:spacing w:after="0" w:line="240" w:lineRule="auto"/>
      </w:pPr>
      <w:r>
        <w:separator/>
      </w:r>
    </w:p>
  </w:endnote>
  <w:endnote w:type="continuationSeparator" w:id="1">
    <w:p w:rsidR="00C874BF" w:rsidRDefault="00C874BF" w:rsidP="00EF3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74BF" w:rsidRDefault="00C874BF" w:rsidP="00EF3E4C">
      <w:pPr>
        <w:spacing w:after="0" w:line="240" w:lineRule="auto"/>
      </w:pPr>
      <w:r>
        <w:separator/>
      </w:r>
    </w:p>
  </w:footnote>
  <w:footnote w:type="continuationSeparator" w:id="1">
    <w:p w:rsidR="00C874BF" w:rsidRDefault="00C874BF" w:rsidP="00EF3E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359C5"/>
    <w:multiLevelType w:val="hybridMultilevel"/>
    <w:tmpl w:val="4070566A"/>
    <w:lvl w:ilvl="0" w:tplc="04100001">
      <w:start w:val="1"/>
      <w:numFmt w:val="bullet"/>
      <w:lvlText w:val=""/>
      <w:lvlJc w:val="left"/>
      <w:pPr>
        <w:ind w:left="147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9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5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1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32" w:hanging="360"/>
      </w:pPr>
      <w:rPr>
        <w:rFonts w:ascii="Wingdings" w:hAnsi="Wingdings" w:hint="default"/>
      </w:rPr>
    </w:lvl>
  </w:abstractNum>
  <w:abstractNum w:abstractNumId="1">
    <w:nsid w:val="30416022"/>
    <w:multiLevelType w:val="hybridMultilevel"/>
    <w:tmpl w:val="F09AC49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C4C672D"/>
    <w:multiLevelType w:val="hybridMultilevel"/>
    <w:tmpl w:val="57D2AEB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3B62438"/>
    <w:multiLevelType w:val="hybridMultilevel"/>
    <w:tmpl w:val="F7725B72"/>
    <w:lvl w:ilvl="0" w:tplc="0410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C431D65"/>
    <w:multiLevelType w:val="hybridMultilevel"/>
    <w:tmpl w:val="6ED2FF3A"/>
    <w:lvl w:ilvl="0" w:tplc="1EBEAAD0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8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3476"/>
    <w:rsid w:val="000125DF"/>
    <w:rsid w:val="00013DBD"/>
    <w:rsid w:val="00064264"/>
    <w:rsid w:val="000C02B6"/>
    <w:rsid w:val="000C6722"/>
    <w:rsid w:val="00210B0A"/>
    <w:rsid w:val="00380C1C"/>
    <w:rsid w:val="003A1152"/>
    <w:rsid w:val="003C03DE"/>
    <w:rsid w:val="003F7DFC"/>
    <w:rsid w:val="00472451"/>
    <w:rsid w:val="004E5CA1"/>
    <w:rsid w:val="00547EA7"/>
    <w:rsid w:val="00605B64"/>
    <w:rsid w:val="00801A55"/>
    <w:rsid w:val="00872939"/>
    <w:rsid w:val="00892CB9"/>
    <w:rsid w:val="00973476"/>
    <w:rsid w:val="009A4878"/>
    <w:rsid w:val="00A61CEB"/>
    <w:rsid w:val="00B24B4A"/>
    <w:rsid w:val="00B7286C"/>
    <w:rsid w:val="00C874BF"/>
    <w:rsid w:val="00CE7B34"/>
    <w:rsid w:val="00D44C6F"/>
    <w:rsid w:val="00D91227"/>
    <w:rsid w:val="00EA57AD"/>
    <w:rsid w:val="00EF3E4C"/>
    <w:rsid w:val="00F040DC"/>
    <w:rsid w:val="00F377B7"/>
    <w:rsid w:val="00FB3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CE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7347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973476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it-IT" w:bidi="he-IL"/>
    </w:rPr>
  </w:style>
  <w:style w:type="paragraph" w:styleId="Header">
    <w:name w:val="header"/>
    <w:basedOn w:val="Normal"/>
    <w:link w:val="HeaderChar"/>
    <w:uiPriority w:val="99"/>
    <w:semiHidden/>
    <w:rsid w:val="00EF3E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F3E4C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EF3E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F3E4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138</Words>
  <Characters>792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n</dc:title>
  <dc:subject/>
  <dc:creator>hp</dc:creator>
  <cp:keywords/>
  <dc:description/>
  <cp:lastModifiedBy>M.I.U.R.</cp:lastModifiedBy>
  <cp:revision>2</cp:revision>
  <dcterms:created xsi:type="dcterms:W3CDTF">2013-06-06T08:10:00Z</dcterms:created>
  <dcterms:modified xsi:type="dcterms:W3CDTF">2013-06-06T08:10:00Z</dcterms:modified>
</cp:coreProperties>
</file>