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35" w:rsidRDefault="007D3635"/>
    <w:p w:rsidR="007D3635" w:rsidRDefault="007D3635"/>
    <w:p w:rsidR="007D3635" w:rsidRDefault="007D363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89.3pt;margin-top:0;width:96.5pt;height:90.75pt;z-index:-251657216;visibility:visible">
            <v:imagedata r:id="rId7" o:title=""/>
            <o:lock v:ext="edit" aspectratio="f"/>
          </v:shape>
        </w:pict>
      </w:r>
    </w:p>
    <w:p w:rsidR="007D3635" w:rsidRPr="001E2E02" w:rsidRDefault="007D3635" w:rsidP="0060585E">
      <w:pPr>
        <w:pStyle w:val="Header"/>
        <w:rPr>
          <w:rFonts w:ascii="Chiller" w:hAnsi="Chiller" w:cs="Chiller"/>
          <w:i/>
          <w:iCs/>
          <w:sz w:val="32"/>
          <w:szCs w:val="32"/>
        </w:rPr>
      </w:pPr>
      <w:r>
        <w:rPr>
          <w:noProof/>
          <w:lang w:eastAsia="it-IT"/>
        </w:rPr>
        <w:pict>
          <v:shape id="Immagine 4" o:spid="_x0000_s1027" type="#_x0000_t75" alt="http://www.liceomercalli.it/immagini/logo_mercalli.jpg" style="position:absolute;left:0;text-align:left;margin-left:11pt;margin-top:-16.9pt;width:130.05pt;height:92.65pt;z-index:251658240;visibility:visible">
            <v:imagedata r:id="rId8" o:title=""/>
            <o:lock v:ext="edit" aspectratio="f"/>
          </v:shape>
        </w:pict>
      </w:r>
      <w:r w:rsidRPr="001E2E02">
        <w:rPr>
          <w:rFonts w:ascii="Chiller" w:hAnsi="Chiller" w:cs="Chiller"/>
          <w:i/>
          <w:iCs/>
          <w:sz w:val="32"/>
          <w:szCs w:val="32"/>
        </w:rPr>
        <w:t xml:space="preserve">Liceo scientifico statale </w:t>
      </w:r>
    </w:p>
    <w:p w:rsidR="007D3635" w:rsidRPr="001E2E02" w:rsidRDefault="007D3635" w:rsidP="0060585E">
      <w:pPr>
        <w:pStyle w:val="Header"/>
        <w:rPr>
          <w:rFonts w:ascii="Book Antiqua" w:hAnsi="Book Antiqua" w:cs="Book Antiqua"/>
          <w:b/>
          <w:bCs/>
          <w:i/>
          <w:iCs/>
          <w:sz w:val="40"/>
          <w:szCs w:val="40"/>
        </w:rPr>
      </w:pPr>
      <w:r w:rsidRPr="001E2E02">
        <w:rPr>
          <w:rFonts w:ascii="Book Antiqua" w:hAnsi="Book Antiqua" w:cs="Book Antiqua"/>
          <w:b/>
          <w:bCs/>
          <w:i/>
          <w:iCs/>
          <w:sz w:val="40"/>
          <w:szCs w:val="40"/>
        </w:rPr>
        <w:t>“</w:t>
      </w:r>
      <w:r w:rsidRPr="001E2E02">
        <w:rPr>
          <w:rFonts w:ascii="Chiller" w:hAnsi="Chiller" w:cs="Chiller"/>
          <w:b/>
          <w:bCs/>
          <w:sz w:val="40"/>
          <w:szCs w:val="40"/>
        </w:rPr>
        <w:t>Giuseppe Mercalli</w:t>
      </w:r>
      <w:r w:rsidRPr="001E2E02">
        <w:rPr>
          <w:rFonts w:ascii="Book Antiqua" w:hAnsi="Book Antiqua" w:cs="Book Antiqua"/>
          <w:b/>
          <w:bCs/>
          <w:i/>
          <w:iCs/>
          <w:sz w:val="40"/>
          <w:szCs w:val="40"/>
        </w:rPr>
        <w:t>”</w:t>
      </w:r>
      <w:r>
        <w:rPr>
          <w:rFonts w:ascii="Book Antiqua" w:hAnsi="Book Antiqua" w:cs="Book Antiqua"/>
          <w:b/>
          <w:bCs/>
          <w:i/>
          <w:iCs/>
          <w:sz w:val="40"/>
          <w:szCs w:val="40"/>
        </w:rPr>
        <w:t xml:space="preserve"> </w:t>
      </w:r>
    </w:p>
    <w:p w:rsidR="007D3635" w:rsidRDefault="007D3635" w:rsidP="0060585E">
      <w:pPr>
        <w:pStyle w:val="Header"/>
        <w:rPr>
          <w:rFonts w:ascii="Chiller" w:hAnsi="Chiller" w:cs="Chiller"/>
          <w:sz w:val="32"/>
          <w:szCs w:val="32"/>
        </w:rPr>
      </w:pPr>
      <w:r w:rsidRPr="001E2E02">
        <w:rPr>
          <w:rFonts w:ascii="Chiller" w:hAnsi="Chiller" w:cs="Chiller"/>
          <w:sz w:val="32"/>
          <w:szCs w:val="32"/>
        </w:rPr>
        <w:t>Napoli</w:t>
      </w:r>
    </w:p>
    <w:p w:rsidR="007D3635" w:rsidRPr="00B12DF3" w:rsidRDefault="007D3635"/>
    <w:p w:rsidR="007D3635" w:rsidRPr="00B12DF3" w:rsidRDefault="007D3635"/>
    <w:p w:rsidR="007D3635" w:rsidRPr="00B12DF3" w:rsidRDefault="007D3635" w:rsidP="00852438">
      <w:pPr>
        <w:rPr>
          <w:i/>
          <w:iCs/>
        </w:rPr>
      </w:pPr>
    </w:p>
    <w:p w:rsidR="007D3635" w:rsidRPr="00B12DF3" w:rsidRDefault="007D3635" w:rsidP="00852438">
      <w:pPr>
        <w:rPr>
          <w:i/>
          <w:iCs/>
        </w:rPr>
      </w:pPr>
    </w:p>
    <w:p w:rsidR="007D3635" w:rsidRPr="00B12DF3" w:rsidRDefault="007D3635" w:rsidP="0060585E">
      <w:pPr>
        <w:rPr>
          <w:b/>
          <w:bCs/>
          <w:i/>
          <w:iCs/>
          <w:color w:val="3366FF"/>
          <w:u w:val="single"/>
        </w:rPr>
      </w:pPr>
    </w:p>
    <w:p w:rsidR="007D3635" w:rsidRPr="00B12DF3" w:rsidRDefault="007D3635" w:rsidP="00852438">
      <w:pPr>
        <w:jc w:val="center"/>
        <w:rPr>
          <w:b/>
          <w:bCs/>
          <w:i/>
          <w:iCs/>
          <w:color w:val="3366FF"/>
          <w:u w:val="single"/>
        </w:rPr>
      </w:pPr>
    </w:p>
    <w:p w:rsidR="007D3635" w:rsidRPr="00B12DF3" w:rsidRDefault="007D3635" w:rsidP="00852438">
      <w:pPr>
        <w:jc w:val="center"/>
        <w:rPr>
          <w:b/>
          <w:bCs/>
          <w:i/>
          <w:iCs/>
          <w:color w:val="0000FF"/>
          <w:u w:val="single"/>
        </w:rPr>
      </w:pPr>
      <w:r w:rsidRPr="00B12DF3">
        <w:rPr>
          <w:b/>
          <w:bCs/>
          <w:i/>
          <w:iCs/>
          <w:color w:val="0000FF"/>
          <w:u w:val="single"/>
        </w:rPr>
        <w:t>CERTAMEN NAZIONALE DI  MATEMATICA</w:t>
      </w:r>
    </w:p>
    <w:p w:rsidR="007D3635" w:rsidRPr="00B12DF3" w:rsidRDefault="007D3635" w:rsidP="00852438">
      <w:pPr>
        <w:rPr>
          <w:b/>
          <w:bCs/>
          <w:i/>
          <w:iCs/>
          <w:color w:val="0000FF"/>
          <w:u w:val="single"/>
        </w:rPr>
      </w:pPr>
    </w:p>
    <w:p w:rsidR="007D3635" w:rsidRPr="00B12DF3" w:rsidRDefault="007D3635" w:rsidP="00852438">
      <w:pPr>
        <w:jc w:val="center"/>
        <w:rPr>
          <w:b/>
          <w:bCs/>
          <w:i/>
          <w:iCs/>
          <w:color w:val="0000FF"/>
          <w:u w:val="single"/>
        </w:rPr>
      </w:pPr>
      <w:r>
        <w:rPr>
          <w:b/>
          <w:bCs/>
          <w:i/>
          <w:iCs/>
          <w:color w:val="0000FF"/>
          <w:u w:val="single"/>
        </w:rPr>
        <w:t>“</w:t>
      </w:r>
      <w:r w:rsidRPr="00B12DF3">
        <w:rPr>
          <w:b/>
          <w:bCs/>
          <w:i/>
          <w:iCs/>
          <w:color w:val="0000FF"/>
          <w:u w:val="single"/>
        </w:rPr>
        <w:t>R</w:t>
      </w:r>
      <w:r>
        <w:rPr>
          <w:b/>
          <w:bCs/>
          <w:i/>
          <w:iCs/>
          <w:color w:val="0000FF"/>
          <w:u w:val="single"/>
        </w:rPr>
        <w:t>ENATO</w:t>
      </w:r>
      <w:r w:rsidRPr="00B12DF3">
        <w:rPr>
          <w:b/>
          <w:bCs/>
          <w:i/>
          <w:iCs/>
          <w:color w:val="0000FF"/>
          <w:u w:val="single"/>
        </w:rPr>
        <w:t xml:space="preserve"> CACCI</w:t>
      </w:r>
      <w:r>
        <w:rPr>
          <w:b/>
          <w:bCs/>
          <w:i/>
          <w:iCs/>
          <w:color w:val="0000FF"/>
          <w:u w:val="single"/>
        </w:rPr>
        <w:t>O</w:t>
      </w:r>
      <w:r w:rsidRPr="00B12DF3">
        <w:rPr>
          <w:b/>
          <w:bCs/>
          <w:i/>
          <w:iCs/>
          <w:color w:val="0000FF"/>
          <w:u w:val="single"/>
        </w:rPr>
        <w:t>PPOLI</w:t>
      </w:r>
      <w:r>
        <w:rPr>
          <w:b/>
          <w:bCs/>
          <w:i/>
          <w:iCs/>
          <w:color w:val="0000FF"/>
          <w:u w:val="single"/>
        </w:rPr>
        <w:t>”</w:t>
      </w:r>
    </w:p>
    <w:p w:rsidR="007D3635" w:rsidRPr="00B12DF3" w:rsidRDefault="007D3635" w:rsidP="00852438">
      <w:pPr>
        <w:rPr>
          <w:b/>
          <w:bCs/>
          <w:i/>
          <w:iCs/>
          <w:color w:val="0000FF"/>
          <w:u w:val="single"/>
        </w:rPr>
      </w:pPr>
    </w:p>
    <w:p w:rsidR="007D3635" w:rsidRPr="00B12DF3" w:rsidRDefault="007D3635" w:rsidP="0095745D">
      <w:pPr>
        <w:jc w:val="center"/>
        <w:rPr>
          <w:b/>
          <w:bCs/>
          <w:i/>
          <w:iCs/>
          <w:u w:val="single"/>
        </w:rPr>
      </w:pPr>
      <w:r w:rsidRPr="00B12DF3">
        <w:rPr>
          <w:b/>
          <w:bCs/>
          <w:i/>
          <w:iCs/>
          <w:u w:val="single"/>
        </w:rPr>
        <w:t>Regolamento</w:t>
      </w:r>
    </w:p>
    <w:p w:rsidR="007D3635" w:rsidRPr="00B12DF3" w:rsidRDefault="007D3635" w:rsidP="00852438"/>
    <w:p w:rsidR="007D3635" w:rsidRPr="00B12DF3" w:rsidRDefault="007D3635" w:rsidP="00852438"/>
    <w:p w:rsidR="007D3635" w:rsidRPr="00B12DF3" w:rsidRDefault="007D3635" w:rsidP="00852438">
      <w:pPr>
        <w:jc w:val="center"/>
      </w:pPr>
      <w:r w:rsidRPr="00B12DF3">
        <w:t>Art. 1</w:t>
      </w:r>
    </w:p>
    <w:p w:rsidR="007D3635" w:rsidRPr="00B12DF3" w:rsidRDefault="007D3635" w:rsidP="00852438">
      <w:pPr>
        <w:jc w:val="center"/>
      </w:pPr>
      <w:r w:rsidRPr="00B12DF3">
        <w:t>Istituzione</w:t>
      </w:r>
    </w:p>
    <w:p w:rsidR="007D3635" w:rsidRPr="00B12DF3" w:rsidRDefault="007D3635" w:rsidP="008261FA">
      <w:pPr>
        <w:jc w:val="both"/>
      </w:pPr>
      <w:r w:rsidRPr="00B12DF3">
        <w:t>Il liceo scientifico statale  “G</w:t>
      </w:r>
      <w:r>
        <w:t>iuseppe Mercalli”  di Napoli</w:t>
      </w:r>
      <w:r w:rsidRPr="00B12DF3">
        <w:t xml:space="preserve"> istituisce il Certamen Nazionale </w:t>
      </w:r>
      <w:r>
        <w:t>di Matematica, c</w:t>
      </w:r>
      <w:r w:rsidRPr="00B12DF3">
        <w:t xml:space="preserve">on la finalità di diffondere </w:t>
      </w:r>
      <w:r>
        <w:t xml:space="preserve">e incentivare negli studenti </w:t>
      </w:r>
      <w:r w:rsidRPr="00B12DF3">
        <w:t xml:space="preserve"> l’interesse per la matematica e le sue applicazioni</w:t>
      </w:r>
      <w:r>
        <w:t>,</w:t>
      </w:r>
      <w:r w:rsidRPr="00B12DF3">
        <w:t xml:space="preserve"> potenziando le</w:t>
      </w:r>
      <w:r>
        <w:t xml:space="preserve"> loro</w:t>
      </w:r>
      <w:r w:rsidRPr="00B12DF3">
        <w:t xml:space="preserve"> conoscenze,</w:t>
      </w:r>
      <w:r>
        <w:t>ca</w:t>
      </w:r>
      <w:r w:rsidRPr="00B12DF3">
        <w:t>pacità e abilità.</w:t>
      </w:r>
    </w:p>
    <w:p w:rsidR="007D3635" w:rsidRPr="00B12DF3" w:rsidRDefault="007D3635" w:rsidP="00852438"/>
    <w:p w:rsidR="007D3635" w:rsidRPr="00B12DF3" w:rsidRDefault="007D3635" w:rsidP="00852438"/>
    <w:p w:rsidR="007D3635" w:rsidRDefault="007D3635" w:rsidP="00852438">
      <w:pPr>
        <w:jc w:val="center"/>
      </w:pPr>
    </w:p>
    <w:p w:rsidR="007D3635" w:rsidRPr="00B12DF3" w:rsidRDefault="007D3635" w:rsidP="00852438">
      <w:pPr>
        <w:jc w:val="center"/>
      </w:pPr>
      <w:r w:rsidRPr="00B12DF3">
        <w:t>Art. 2</w:t>
      </w:r>
    </w:p>
    <w:p w:rsidR="007D3635" w:rsidRPr="00B12DF3" w:rsidRDefault="007D3635" w:rsidP="00852438">
      <w:pPr>
        <w:jc w:val="center"/>
      </w:pPr>
      <w:r w:rsidRPr="00B12DF3">
        <w:t>Patrocinio</w:t>
      </w:r>
    </w:p>
    <w:p w:rsidR="007D3635" w:rsidRDefault="007D3635" w:rsidP="008261FA">
      <w:pPr>
        <w:jc w:val="both"/>
      </w:pPr>
      <w:r w:rsidRPr="00B12DF3">
        <w:t xml:space="preserve">Il Certamen sarà realizzato con il patrocinio </w:t>
      </w:r>
      <w:r>
        <w:t xml:space="preserve"> del Comune di Napoli, della Provincia di Napoli,</w:t>
      </w:r>
      <w:r w:rsidRPr="00B12DF3">
        <w:t xml:space="preserve"> dell’Università degli Studi di Napoli “ Federico II”</w:t>
      </w:r>
      <w:r>
        <w:t xml:space="preserve">- </w:t>
      </w:r>
      <w:r w:rsidRPr="00B12DF3">
        <w:t xml:space="preserve"> diparti</w:t>
      </w:r>
      <w:r>
        <w:t>mento di matematica e applicazioni, della sezione di Napoli della Mathesis e dell’USR Campania.</w:t>
      </w:r>
    </w:p>
    <w:p w:rsidR="007D3635" w:rsidRDefault="007D3635" w:rsidP="00852438"/>
    <w:p w:rsidR="007D3635" w:rsidRDefault="007D3635" w:rsidP="00852438"/>
    <w:p w:rsidR="007D3635" w:rsidRDefault="007D3635" w:rsidP="006228D7">
      <w:pPr>
        <w:jc w:val="center"/>
      </w:pPr>
      <w:r>
        <w:t>Art.3</w:t>
      </w:r>
    </w:p>
    <w:p w:rsidR="007D3635" w:rsidRPr="00B12DF3" w:rsidRDefault="007D3635" w:rsidP="006228D7">
      <w:pPr>
        <w:ind w:left="435"/>
        <w:jc w:val="center"/>
      </w:pPr>
      <w:r>
        <w:t>Finanziamenti</w:t>
      </w:r>
    </w:p>
    <w:p w:rsidR="007D3635" w:rsidRDefault="007D3635" w:rsidP="008261FA">
      <w:pPr>
        <w:jc w:val="both"/>
      </w:pPr>
      <w:r>
        <w:t>Finanzieranno la manifestazione le famiglie di Maurizio Massa, Silvia Niola e Alessandro Pavesi</w:t>
      </w:r>
      <w:r w:rsidRPr="00B12DF3">
        <w:t>, che, nello spirito di sostegno alla cultura scientifica</w:t>
      </w:r>
      <w:r>
        <w:t>,</w:t>
      </w:r>
      <w:r w:rsidRPr="00B12DF3">
        <w:t xml:space="preserve"> ha</w:t>
      </w:r>
      <w:r>
        <w:t xml:space="preserve">nno deciso di offrire i premi per i primi tre classificati, nel ricordo dei giovanissimi </w:t>
      </w:r>
      <w:r w:rsidRPr="00B12DF3">
        <w:t xml:space="preserve"> figli</w:t>
      </w:r>
      <w:r>
        <w:t xml:space="preserve"> venuti</w:t>
      </w:r>
      <w:r w:rsidRPr="00B12DF3">
        <w:t xml:space="preserve"> a mancare mentre ancora frequentava</w:t>
      </w:r>
      <w:r>
        <w:t>no il liceo Mercalli .</w:t>
      </w:r>
    </w:p>
    <w:p w:rsidR="007D3635" w:rsidRPr="00B12DF3" w:rsidRDefault="007D3635" w:rsidP="008261FA">
      <w:pPr>
        <w:jc w:val="both"/>
      </w:pPr>
      <w:r>
        <w:t>Altri finanziatori sono la S.r.l. Fusaro Retail ed il Rotary club Napoli Est.</w:t>
      </w:r>
      <w:r w:rsidRPr="00B12DF3">
        <w:t xml:space="preserve"> </w:t>
      </w:r>
    </w:p>
    <w:p w:rsidR="007D3635" w:rsidRPr="00B12DF3" w:rsidRDefault="007D3635" w:rsidP="008261FA">
      <w:pPr>
        <w:jc w:val="both"/>
      </w:pPr>
    </w:p>
    <w:p w:rsidR="007D3635" w:rsidRPr="00B12DF3" w:rsidRDefault="007D3635" w:rsidP="00852438">
      <w:pPr>
        <w:jc w:val="center"/>
      </w:pPr>
      <w:r>
        <w:t>Art. 4</w:t>
      </w:r>
    </w:p>
    <w:p w:rsidR="007D3635" w:rsidRPr="00B12DF3" w:rsidRDefault="007D3635" w:rsidP="00852438">
      <w:pPr>
        <w:jc w:val="center"/>
      </w:pPr>
      <w:r w:rsidRPr="00B12DF3">
        <w:t>Commissione organizzatrice</w:t>
      </w:r>
    </w:p>
    <w:p w:rsidR="007D3635" w:rsidRPr="00B12DF3" w:rsidRDefault="007D3635" w:rsidP="008261FA">
      <w:pPr>
        <w:jc w:val="both"/>
      </w:pPr>
      <w:r w:rsidRPr="00B12DF3">
        <w:t xml:space="preserve">La commissione organizzatrice è presieduta dal D.S. del Liceo </w:t>
      </w:r>
      <w:r>
        <w:t>“</w:t>
      </w:r>
      <w:r w:rsidRPr="00B12DF3">
        <w:t>G. Mercalli</w:t>
      </w:r>
      <w:r>
        <w:t>”,</w:t>
      </w:r>
      <w:r w:rsidRPr="00B12DF3">
        <w:t xml:space="preserve"> </w:t>
      </w:r>
      <w:r>
        <w:t>p</w:t>
      </w:r>
      <w:r w:rsidRPr="00B12DF3">
        <w:t>rof. Luigi Romano ed è composta dalla prof.ssa Olimpia Mollo (referente del proget</w:t>
      </w:r>
      <w:r>
        <w:t>to) e dalle docenti</w:t>
      </w:r>
      <w:r w:rsidRPr="00B12DF3">
        <w:t xml:space="preserve"> proff. Angela Pierucci (organizzazione pubblicità e sensibilizzazione), Mariateresa Longobardi </w:t>
      </w:r>
    </w:p>
    <w:p w:rsidR="007D3635" w:rsidRPr="00B12DF3" w:rsidRDefault="007D3635" w:rsidP="008261FA">
      <w:pPr>
        <w:jc w:val="both"/>
      </w:pPr>
      <w:r w:rsidRPr="00B12DF3">
        <w:t>( organizzazione spazi e tempi) e Rosa Russo (responsabile della documentazione).</w:t>
      </w:r>
    </w:p>
    <w:p w:rsidR="007D3635" w:rsidRPr="00B12DF3" w:rsidRDefault="007D3635" w:rsidP="008261FA">
      <w:pPr>
        <w:jc w:val="both"/>
      </w:pPr>
    </w:p>
    <w:p w:rsidR="007D3635" w:rsidRPr="00B12DF3" w:rsidRDefault="007D3635" w:rsidP="00852438"/>
    <w:p w:rsidR="007D3635" w:rsidRPr="00B12DF3" w:rsidRDefault="007D3635" w:rsidP="00852438">
      <w:pPr>
        <w:jc w:val="center"/>
      </w:pPr>
      <w:r>
        <w:t>Art. 5</w:t>
      </w:r>
    </w:p>
    <w:p w:rsidR="007D3635" w:rsidRPr="00B12DF3" w:rsidRDefault="007D3635" w:rsidP="00852438">
      <w:pPr>
        <w:jc w:val="center"/>
      </w:pPr>
      <w:r w:rsidRPr="00B12DF3">
        <w:t>Destinatari</w:t>
      </w:r>
    </w:p>
    <w:p w:rsidR="007D3635" w:rsidRPr="00B12DF3" w:rsidRDefault="007D3635" w:rsidP="008261FA">
      <w:pPr>
        <w:jc w:val="both"/>
      </w:pPr>
      <w:r w:rsidRPr="00B12DF3">
        <w:t xml:space="preserve">Il concorso è rivolto a tutti </w:t>
      </w:r>
      <w:r>
        <w:t>gli studenti del quinto anno di</w:t>
      </w:r>
      <w:r w:rsidRPr="00B12DF3">
        <w:t xml:space="preserve"> liceo</w:t>
      </w:r>
      <w:r w:rsidRPr="00B12DF3">
        <w:rPr>
          <w:b/>
          <w:bCs/>
        </w:rPr>
        <w:t xml:space="preserve"> scientifico</w:t>
      </w:r>
      <w:r>
        <w:rPr>
          <w:b/>
          <w:bCs/>
        </w:rPr>
        <w:t>,</w:t>
      </w:r>
      <w:r w:rsidRPr="00B12DF3">
        <w:rPr>
          <w:b/>
          <w:bCs/>
        </w:rPr>
        <w:t xml:space="preserve"> </w:t>
      </w:r>
      <w:r w:rsidRPr="00B12DF3">
        <w:t>che abbiano conseguito l’ammissione  alla IV e alla V classe nello scrutinio del mese di giugno</w:t>
      </w:r>
      <w:r>
        <w:t>,</w:t>
      </w:r>
      <w:r w:rsidRPr="00B12DF3">
        <w:t xml:space="preserve">  riportando una valutazione di almeno 8/10 in matematica.</w:t>
      </w:r>
    </w:p>
    <w:p w:rsidR="007D3635" w:rsidRPr="00B12DF3" w:rsidRDefault="007D3635" w:rsidP="008261FA">
      <w:pPr>
        <w:jc w:val="both"/>
      </w:pPr>
    </w:p>
    <w:p w:rsidR="007D3635" w:rsidRPr="00B12DF3" w:rsidRDefault="007D3635" w:rsidP="00852438">
      <w:pPr>
        <w:jc w:val="center"/>
      </w:pPr>
      <w:r>
        <w:t>Art. 6</w:t>
      </w:r>
    </w:p>
    <w:p w:rsidR="007D3635" w:rsidRPr="00B12DF3" w:rsidRDefault="007D3635" w:rsidP="00852438">
      <w:pPr>
        <w:jc w:val="center"/>
      </w:pPr>
      <w:r>
        <w:t xml:space="preserve">Partecipanti </w:t>
      </w:r>
    </w:p>
    <w:p w:rsidR="007D3635" w:rsidRPr="00B12DF3" w:rsidRDefault="007D3635" w:rsidP="00852438">
      <w:r w:rsidRPr="00B12DF3">
        <w:t xml:space="preserve"> Possono partecipare al concorso al massimo tre studenti per</w:t>
      </w:r>
      <w:r>
        <w:t xml:space="preserve"> scuola richiedente. </w:t>
      </w:r>
    </w:p>
    <w:p w:rsidR="007D3635" w:rsidRPr="00B12DF3" w:rsidRDefault="007D3635" w:rsidP="00020408"/>
    <w:p w:rsidR="007D3635" w:rsidRPr="00B12DF3" w:rsidRDefault="007D3635" w:rsidP="00852438">
      <w:pPr>
        <w:jc w:val="center"/>
      </w:pPr>
      <w:r>
        <w:t>Art. 7</w:t>
      </w:r>
    </w:p>
    <w:p w:rsidR="007D3635" w:rsidRPr="00B12DF3" w:rsidRDefault="007D3635" w:rsidP="00852438">
      <w:pPr>
        <w:jc w:val="center"/>
      </w:pPr>
      <w:r w:rsidRPr="00B12DF3">
        <w:t>Prova</w:t>
      </w:r>
    </w:p>
    <w:p w:rsidR="007D3635" w:rsidRPr="009A4C4C" w:rsidRDefault="007D3635" w:rsidP="008261FA">
      <w:pPr>
        <w:jc w:val="both"/>
      </w:pPr>
      <w:r w:rsidRPr="009A4C4C">
        <w:t>La prova consisterà nella risoluzione di un elaborato di matematica, sugli argomenti elencati nel programma allegato al presente Regolamento, di cui è parte integrante.</w:t>
      </w:r>
    </w:p>
    <w:p w:rsidR="007D3635" w:rsidRPr="00B12DF3" w:rsidRDefault="007D3635" w:rsidP="008261FA">
      <w:pPr>
        <w:jc w:val="both"/>
      </w:pPr>
    </w:p>
    <w:p w:rsidR="007D3635" w:rsidRPr="00B12DF3" w:rsidRDefault="007D3635" w:rsidP="00852438">
      <w:pPr>
        <w:jc w:val="center"/>
      </w:pPr>
      <w:r>
        <w:t>Art. 8</w:t>
      </w:r>
    </w:p>
    <w:p w:rsidR="007D3635" w:rsidRPr="00B12DF3" w:rsidRDefault="007D3635" w:rsidP="00852438">
      <w:pPr>
        <w:jc w:val="center"/>
      </w:pPr>
      <w:r w:rsidRPr="00B12DF3">
        <w:t>Sede della prova</w:t>
      </w:r>
    </w:p>
    <w:p w:rsidR="007D3635" w:rsidRPr="00B12DF3" w:rsidRDefault="007D3635" w:rsidP="00852438"/>
    <w:p w:rsidR="007D3635" w:rsidRPr="00B12DF3" w:rsidRDefault="007D3635" w:rsidP="008261FA">
      <w:pPr>
        <w:jc w:val="both"/>
      </w:pPr>
      <w:r w:rsidRPr="00B12DF3">
        <w:t>La prova si terrà presso la sede centrale del Liceo Scientifico “G. M</w:t>
      </w:r>
      <w:r>
        <w:t>ercalli” Via A. d’Isernia, 34</w:t>
      </w:r>
      <w:r w:rsidRPr="00B12DF3">
        <w:t xml:space="preserve"> Napoli.</w:t>
      </w:r>
    </w:p>
    <w:p w:rsidR="007D3635" w:rsidRPr="00B12DF3" w:rsidRDefault="007D3635" w:rsidP="009C7684">
      <w:pPr>
        <w:jc w:val="center"/>
      </w:pPr>
      <w:r>
        <w:t>Art.9</w:t>
      </w:r>
    </w:p>
    <w:p w:rsidR="007D3635" w:rsidRPr="00B12DF3" w:rsidRDefault="007D3635" w:rsidP="00852438">
      <w:pPr>
        <w:jc w:val="center"/>
      </w:pPr>
      <w:r w:rsidRPr="00B12DF3">
        <w:t>Formulazione del compito</w:t>
      </w:r>
    </w:p>
    <w:p w:rsidR="007D3635" w:rsidRPr="00B12DF3" w:rsidRDefault="007D3635" w:rsidP="00852438"/>
    <w:p w:rsidR="007D3635" w:rsidRPr="00B12DF3" w:rsidRDefault="007D3635" w:rsidP="00852438">
      <w:r>
        <w:t xml:space="preserve">Il compito sarà stilato </w:t>
      </w:r>
      <w:r w:rsidRPr="00B12DF3">
        <w:t>da una commissione formata da docenti</w:t>
      </w:r>
      <w:r>
        <w:t xml:space="preserve"> dell’ Università</w:t>
      </w:r>
      <w:r w:rsidRPr="00B12DF3">
        <w:t xml:space="preserve"> </w:t>
      </w:r>
      <w:r>
        <w:t>Federico II</w:t>
      </w:r>
      <w:r w:rsidRPr="00B12DF3">
        <w:t>.</w:t>
      </w:r>
    </w:p>
    <w:p w:rsidR="007D3635" w:rsidRPr="00B12DF3" w:rsidRDefault="007D3635" w:rsidP="00852438"/>
    <w:p w:rsidR="007D3635" w:rsidRPr="00B12DF3" w:rsidRDefault="007D3635" w:rsidP="00852438">
      <w:pPr>
        <w:jc w:val="center"/>
      </w:pPr>
      <w:r>
        <w:t>Art.10</w:t>
      </w:r>
    </w:p>
    <w:p w:rsidR="007D3635" w:rsidRPr="00B12DF3" w:rsidRDefault="007D3635" w:rsidP="00852438">
      <w:pPr>
        <w:jc w:val="center"/>
      </w:pPr>
      <w:r w:rsidRPr="00B12DF3">
        <w:t>Commissione giudicatrice</w:t>
      </w:r>
    </w:p>
    <w:p w:rsidR="007D3635" w:rsidRPr="00B12DF3" w:rsidRDefault="007D3635" w:rsidP="008261FA">
      <w:pPr>
        <w:jc w:val="both"/>
      </w:pPr>
      <w:r w:rsidRPr="00B12DF3">
        <w:t>Gli elaborati saranno corretti e valutati in maniera collegiale da una</w:t>
      </w:r>
      <w:r>
        <w:t xml:space="preserve"> commissione formata</w:t>
      </w:r>
      <w:r w:rsidRPr="00B12DF3">
        <w:t xml:space="preserve"> da professori </w:t>
      </w:r>
      <w:r>
        <w:t>dell’</w:t>
      </w:r>
      <w:r w:rsidRPr="00B12DF3">
        <w:t>Universit</w:t>
      </w:r>
      <w:r>
        <w:t>à Federico II</w:t>
      </w:r>
      <w:r w:rsidRPr="00B12DF3">
        <w:t>.</w:t>
      </w:r>
    </w:p>
    <w:p w:rsidR="007D3635" w:rsidRPr="00B12DF3" w:rsidRDefault="007D3635" w:rsidP="00852438"/>
    <w:p w:rsidR="007D3635" w:rsidRPr="00B12DF3" w:rsidRDefault="007D3635" w:rsidP="00852438">
      <w:pPr>
        <w:jc w:val="center"/>
        <w:rPr>
          <w:color w:val="000000"/>
        </w:rPr>
      </w:pPr>
      <w:r>
        <w:rPr>
          <w:color w:val="000000"/>
        </w:rPr>
        <w:t>Art.11</w:t>
      </w:r>
    </w:p>
    <w:p w:rsidR="007D3635" w:rsidRPr="00B12DF3" w:rsidRDefault="007D3635" w:rsidP="00852438">
      <w:pPr>
        <w:jc w:val="center"/>
        <w:rPr>
          <w:color w:val="000000"/>
        </w:rPr>
      </w:pPr>
      <w:r w:rsidRPr="00B12DF3">
        <w:rPr>
          <w:color w:val="000000"/>
        </w:rPr>
        <w:t>Pubblicazione dei temi e delle soluzioni</w:t>
      </w:r>
    </w:p>
    <w:p w:rsidR="007D3635" w:rsidRPr="00B12DF3" w:rsidRDefault="007D3635" w:rsidP="008261FA">
      <w:pPr>
        <w:jc w:val="both"/>
        <w:rPr>
          <w:color w:val="000000"/>
        </w:rPr>
      </w:pPr>
      <w:r w:rsidRPr="00B12DF3">
        <w:rPr>
          <w:color w:val="000000"/>
        </w:rPr>
        <w:t xml:space="preserve">A conclusione della prova saranno pubblicate sul sito della scuola organizzatrice </w:t>
      </w:r>
      <w:r>
        <w:rPr>
          <w:color w:val="000000"/>
        </w:rPr>
        <w:t xml:space="preserve">le soluzioni dei temi proposti e </w:t>
      </w:r>
      <w:r w:rsidRPr="00B12DF3">
        <w:rPr>
          <w:color w:val="000000"/>
        </w:rPr>
        <w:t>i criteri di valutazione.</w:t>
      </w:r>
    </w:p>
    <w:p w:rsidR="007D3635" w:rsidRPr="00B12DF3" w:rsidRDefault="007D3635" w:rsidP="00852438">
      <w:pPr>
        <w:rPr>
          <w:color w:val="000000"/>
        </w:rPr>
      </w:pPr>
    </w:p>
    <w:p w:rsidR="007D3635" w:rsidRPr="00B12DF3" w:rsidRDefault="007D3635" w:rsidP="00852438">
      <w:pPr>
        <w:jc w:val="center"/>
        <w:rPr>
          <w:color w:val="000000"/>
        </w:rPr>
      </w:pPr>
      <w:r>
        <w:rPr>
          <w:color w:val="000000"/>
        </w:rPr>
        <w:t>Art. 12</w:t>
      </w:r>
    </w:p>
    <w:p w:rsidR="007D3635" w:rsidRPr="00B12DF3" w:rsidRDefault="007D3635" w:rsidP="00852438">
      <w:pPr>
        <w:jc w:val="center"/>
        <w:rPr>
          <w:color w:val="000000"/>
        </w:rPr>
      </w:pPr>
      <w:r w:rsidRPr="00B12DF3">
        <w:rPr>
          <w:color w:val="000000"/>
        </w:rPr>
        <w:t>Pubblicazione  vincitori</w:t>
      </w:r>
    </w:p>
    <w:p w:rsidR="007D3635" w:rsidRPr="00B12DF3" w:rsidRDefault="007D3635" w:rsidP="008261FA">
      <w:pPr>
        <w:jc w:val="both"/>
        <w:rPr>
          <w:color w:val="000000"/>
        </w:rPr>
      </w:pPr>
      <w:r w:rsidRPr="00B12DF3">
        <w:rPr>
          <w:color w:val="000000"/>
        </w:rPr>
        <w:t xml:space="preserve"> A premiazione avvenuta </w:t>
      </w:r>
      <w:r>
        <w:rPr>
          <w:color w:val="000000"/>
        </w:rPr>
        <w:t xml:space="preserve">verrà </w:t>
      </w:r>
      <w:r w:rsidRPr="00B12DF3">
        <w:rPr>
          <w:color w:val="000000"/>
        </w:rPr>
        <w:t>pubblic</w:t>
      </w:r>
      <w:r>
        <w:rPr>
          <w:color w:val="000000"/>
        </w:rPr>
        <w:t>ata</w:t>
      </w:r>
      <w:r w:rsidRPr="00B12DF3">
        <w:rPr>
          <w:color w:val="000000"/>
        </w:rPr>
        <w:t>, sul sito della scuola organizzat</w:t>
      </w:r>
      <w:r>
        <w:rPr>
          <w:color w:val="000000"/>
        </w:rPr>
        <w:t>rice,  la graduatoria ufficiale di tutti i partecipanti.</w:t>
      </w:r>
    </w:p>
    <w:p w:rsidR="007D3635" w:rsidRDefault="007D3635" w:rsidP="008261FA">
      <w:pPr>
        <w:jc w:val="both"/>
        <w:rPr>
          <w:color w:val="000000"/>
        </w:rPr>
      </w:pPr>
    </w:p>
    <w:p w:rsidR="007D3635" w:rsidRDefault="007D3635" w:rsidP="00852438">
      <w:pPr>
        <w:rPr>
          <w:color w:val="000000"/>
        </w:rPr>
      </w:pPr>
    </w:p>
    <w:p w:rsidR="007D3635" w:rsidRPr="00B12DF3" w:rsidRDefault="007D3635" w:rsidP="00852438">
      <w:pPr>
        <w:rPr>
          <w:color w:val="000000"/>
        </w:rPr>
      </w:pPr>
    </w:p>
    <w:p w:rsidR="007D3635" w:rsidRPr="00B12DF3" w:rsidRDefault="007D3635" w:rsidP="00852438">
      <w:pPr>
        <w:jc w:val="center"/>
        <w:rPr>
          <w:color w:val="000000"/>
        </w:rPr>
      </w:pPr>
      <w:r>
        <w:rPr>
          <w:color w:val="000000"/>
        </w:rPr>
        <w:t>Art. 13</w:t>
      </w:r>
    </w:p>
    <w:p w:rsidR="007D3635" w:rsidRPr="00B12DF3" w:rsidRDefault="007D3635" w:rsidP="00852438">
      <w:pPr>
        <w:jc w:val="center"/>
        <w:rPr>
          <w:color w:val="000000"/>
        </w:rPr>
      </w:pPr>
      <w:r w:rsidRPr="00B12DF3">
        <w:rPr>
          <w:color w:val="000000"/>
        </w:rPr>
        <w:t>Privacy</w:t>
      </w:r>
    </w:p>
    <w:p w:rsidR="007D3635" w:rsidRPr="00B12DF3" w:rsidRDefault="007D3635" w:rsidP="008261FA">
      <w:pPr>
        <w:jc w:val="both"/>
        <w:rPr>
          <w:color w:val="000000"/>
        </w:rPr>
      </w:pPr>
      <w:r w:rsidRPr="00B12DF3">
        <w:rPr>
          <w:color w:val="000000"/>
        </w:rPr>
        <w:t xml:space="preserve">Gli studenti partecipanti sottoscriveranno una dichiarazione </w:t>
      </w:r>
      <w:r>
        <w:rPr>
          <w:color w:val="000000"/>
        </w:rPr>
        <w:t>per il trattamento</w:t>
      </w:r>
      <w:r w:rsidRPr="00B12DF3">
        <w:rPr>
          <w:color w:val="000000"/>
        </w:rPr>
        <w:t xml:space="preserve"> dei dati personali, </w:t>
      </w:r>
      <w:r>
        <w:rPr>
          <w:color w:val="000000"/>
        </w:rPr>
        <w:t xml:space="preserve">secondo il modello </w:t>
      </w:r>
      <w:r w:rsidRPr="00B12DF3">
        <w:rPr>
          <w:color w:val="000000"/>
        </w:rPr>
        <w:t>allegat</w:t>
      </w:r>
      <w:r>
        <w:rPr>
          <w:color w:val="000000"/>
        </w:rPr>
        <w:t>o</w:t>
      </w:r>
      <w:r w:rsidRPr="00B12DF3">
        <w:rPr>
          <w:color w:val="000000"/>
        </w:rPr>
        <w:t xml:space="preserve"> al modulo di </w:t>
      </w:r>
      <w:r w:rsidRPr="001100CF">
        <w:rPr>
          <w:color w:val="000000"/>
        </w:rPr>
        <w:t>iscrizione</w:t>
      </w:r>
      <w:r w:rsidRPr="00B12DF3">
        <w:rPr>
          <w:color w:val="000000"/>
        </w:rPr>
        <w:t xml:space="preserve">. </w:t>
      </w:r>
    </w:p>
    <w:p w:rsidR="007D3635" w:rsidRPr="00B12DF3" w:rsidRDefault="007D3635" w:rsidP="008261FA">
      <w:pPr>
        <w:jc w:val="both"/>
        <w:rPr>
          <w:color w:val="FF0000"/>
        </w:rPr>
      </w:pPr>
    </w:p>
    <w:p w:rsidR="007D3635" w:rsidRDefault="007D3635" w:rsidP="00B12DF3">
      <w:pPr>
        <w:jc w:val="center"/>
        <w:rPr>
          <w:color w:val="FF0000"/>
        </w:rPr>
      </w:pPr>
    </w:p>
    <w:p w:rsidR="007D3635" w:rsidRDefault="007D3635" w:rsidP="00020408">
      <w:pPr>
        <w:rPr>
          <w:color w:val="FF0000"/>
        </w:rPr>
      </w:pPr>
    </w:p>
    <w:p w:rsidR="007D3635" w:rsidRDefault="007D3635" w:rsidP="00020408">
      <w:pPr>
        <w:rPr>
          <w:color w:val="FF0000"/>
        </w:rPr>
      </w:pPr>
    </w:p>
    <w:p w:rsidR="007D3635" w:rsidRDefault="007D3635" w:rsidP="00B12DF3">
      <w:pPr>
        <w:jc w:val="center"/>
        <w:rPr>
          <w:color w:val="FF0000"/>
        </w:rPr>
      </w:pPr>
    </w:p>
    <w:p w:rsidR="007D3635" w:rsidRDefault="007D3635" w:rsidP="00B12DF3">
      <w:pPr>
        <w:jc w:val="center"/>
        <w:rPr>
          <w:color w:val="FF0000"/>
        </w:rPr>
      </w:pPr>
    </w:p>
    <w:p w:rsidR="007D3635" w:rsidRPr="004B0233" w:rsidRDefault="007D3635" w:rsidP="00B12DF3">
      <w:pPr>
        <w:jc w:val="center"/>
        <w:rPr>
          <w:sz w:val="28"/>
          <w:szCs w:val="28"/>
        </w:rPr>
      </w:pPr>
      <w:r w:rsidRPr="004B0233">
        <w:rPr>
          <w:sz w:val="28"/>
          <w:szCs w:val="28"/>
        </w:rPr>
        <w:t>LICEO SCIENTIFICO STATALE</w:t>
      </w:r>
      <w:r w:rsidRPr="004B0233">
        <w:rPr>
          <w:sz w:val="28"/>
          <w:szCs w:val="28"/>
        </w:rPr>
        <w:br/>
        <w:t>“ G. MERCALLI “</w:t>
      </w:r>
      <w:r w:rsidRPr="004B0233">
        <w:rPr>
          <w:sz w:val="28"/>
          <w:szCs w:val="28"/>
        </w:rPr>
        <w:br/>
        <w:t>NAPOLI</w:t>
      </w:r>
    </w:p>
    <w:p w:rsidR="007D3635" w:rsidRPr="00B12DF3" w:rsidRDefault="007D3635" w:rsidP="00B12DF3">
      <w:pPr>
        <w:jc w:val="center"/>
      </w:pPr>
    </w:p>
    <w:p w:rsidR="007D3635" w:rsidRPr="00B12DF3" w:rsidRDefault="007D3635" w:rsidP="00852438"/>
    <w:p w:rsidR="007D3635" w:rsidRPr="00B12DF3" w:rsidRDefault="007D3635" w:rsidP="00852438"/>
    <w:p w:rsidR="007D3635" w:rsidRPr="00B12DF3" w:rsidRDefault="007D3635" w:rsidP="00852438">
      <w:pPr>
        <w:jc w:val="center"/>
      </w:pPr>
      <w:r w:rsidRPr="00B12DF3">
        <w:t>Via A. D’Isernia, 34  tel.081682187      Fax 081662034    Sito Web. info@tuttanaltrascuola.it</w:t>
      </w:r>
    </w:p>
    <w:p w:rsidR="007D3635" w:rsidRPr="00B12DF3" w:rsidRDefault="007D3635" w:rsidP="00852438">
      <w:pPr>
        <w:jc w:val="center"/>
      </w:pPr>
      <w:r w:rsidRPr="00B12DF3">
        <w:t>E-mail: mercalli@liceomercalli.it</w:t>
      </w:r>
    </w:p>
    <w:p w:rsidR="007D3635" w:rsidRPr="00B12DF3" w:rsidRDefault="007D3635" w:rsidP="00852438"/>
    <w:p w:rsidR="007D3635" w:rsidRPr="004B0233" w:rsidRDefault="007D3635" w:rsidP="00852438">
      <w:pPr>
        <w:jc w:val="center"/>
        <w:rPr>
          <w:sz w:val="28"/>
          <w:szCs w:val="28"/>
        </w:rPr>
      </w:pPr>
      <w:r w:rsidRPr="004B0233">
        <w:rPr>
          <w:sz w:val="28"/>
          <w:szCs w:val="28"/>
        </w:rPr>
        <w:t>PRIMO CERTAMEN MATEMATICO</w:t>
      </w:r>
    </w:p>
    <w:p w:rsidR="007D3635" w:rsidRPr="004B0233" w:rsidRDefault="007D3635" w:rsidP="00852438">
      <w:pPr>
        <w:jc w:val="center"/>
        <w:rPr>
          <w:sz w:val="28"/>
          <w:szCs w:val="28"/>
        </w:rPr>
      </w:pPr>
    </w:p>
    <w:p w:rsidR="007D3635" w:rsidRPr="004B0233" w:rsidRDefault="007D3635" w:rsidP="0088417E">
      <w:pPr>
        <w:jc w:val="center"/>
        <w:rPr>
          <w:sz w:val="28"/>
          <w:szCs w:val="28"/>
        </w:rPr>
      </w:pPr>
      <w:r>
        <w:rPr>
          <w:sz w:val="28"/>
          <w:szCs w:val="28"/>
        </w:rPr>
        <w:t>“</w:t>
      </w:r>
      <w:r w:rsidRPr="004B0233">
        <w:rPr>
          <w:sz w:val="28"/>
          <w:szCs w:val="28"/>
        </w:rPr>
        <w:t>RENATO CACCIOPPOLI</w:t>
      </w:r>
      <w:r>
        <w:rPr>
          <w:sz w:val="28"/>
          <w:szCs w:val="28"/>
        </w:rPr>
        <w:t>”</w:t>
      </w:r>
    </w:p>
    <w:p w:rsidR="007D3635" w:rsidRPr="004B0233" w:rsidRDefault="007D3635" w:rsidP="0088417E">
      <w:pPr>
        <w:jc w:val="center"/>
        <w:rPr>
          <w:sz w:val="28"/>
          <w:szCs w:val="28"/>
        </w:rPr>
      </w:pPr>
    </w:p>
    <w:p w:rsidR="007D3635" w:rsidRPr="00B12DF3" w:rsidRDefault="007D3635" w:rsidP="00852438">
      <w:pPr>
        <w:jc w:val="center"/>
      </w:pPr>
      <w:r w:rsidRPr="00B12DF3">
        <w:t>Anno scolastico 2010-2011</w:t>
      </w:r>
    </w:p>
    <w:p w:rsidR="007D3635" w:rsidRPr="00B12DF3" w:rsidRDefault="007D3635" w:rsidP="00852438">
      <w:pPr>
        <w:jc w:val="center"/>
      </w:pPr>
    </w:p>
    <w:p w:rsidR="007D3635" w:rsidRPr="00B12DF3" w:rsidRDefault="007D3635" w:rsidP="00852438">
      <w:pPr>
        <w:jc w:val="center"/>
      </w:pPr>
      <w:r w:rsidRPr="00B12DF3">
        <w:t>BANDO DI CONCORSO</w:t>
      </w:r>
    </w:p>
    <w:p w:rsidR="007D3635" w:rsidRPr="00B12DF3" w:rsidRDefault="007D3635" w:rsidP="00852438">
      <w:pPr>
        <w:jc w:val="center"/>
      </w:pPr>
    </w:p>
    <w:p w:rsidR="007D3635" w:rsidRPr="00B12DF3" w:rsidRDefault="007D3635" w:rsidP="00852438">
      <w:pPr>
        <w:jc w:val="center"/>
      </w:pPr>
    </w:p>
    <w:p w:rsidR="007D3635" w:rsidRPr="00B12DF3" w:rsidRDefault="007D3635" w:rsidP="001100CF">
      <w:pPr>
        <w:jc w:val="center"/>
      </w:pPr>
      <w:r>
        <w:t>Il liceo scientifico s</w:t>
      </w:r>
      <w:r w:rsidRPr="00B12DF3">
        <w:t xml:space="preserve">tatale </w:t>
      </w:r>
      <w:r>
        <w:t>“</w:t>
      </w:r>
      <w:r w:rsidRPr="00B12DF3">
        <w:t>G</w:t>
      </w:r>
      <w:r>
        <w:t>iuseppe</w:t>
      </w:r>
      <w:r w:rsidRPr="00B12DF3">
        <w:t xml:space="preserve"> Mercalli</w:t>
      </w:r>
      <w:r>
        <w:t>”</w:t>
      </w:r>
      <w:r w:rsidRPr="00B12DF3">
        <w:t xml:space="preserve"> di Napoli</w:t>
      </w:r>
      <w:r>
        <w:t xml:space="preserve">  o</w:t>
      </w:r>
      <w:r w:rsidRPr="00B12DF3">
        <w:t>rganizza</w:t>
      </w:r>
    </w:p>
    <w:p w:rsidR="007D3635" w:rsidRPr="00B12DF3" w:rsidRDefault="007D3635" w:rsidP="00852438">
      <w:pPr>
        <w:jc w:val="center"/>
      </w:pPr>
    </w:p>
    <w:p w:rsidR="007D3635" w:rsidRDefault="007D3635" w:rsidP="00852438">
      <w:pPr>
        <w:jc w:val="center"/>
        <w:rPr>
          <w:b/>
          <w:bCs/>
          <w:u w:val="single"/>
        </w:rPr>
      </w:pPr>
    </w:p>
    <w:p w:rsidR="007D3635" w:rsidRPr="00B12DF3" w:rsidRDefault="007D3635" w:rsidP="009C7B8E">
      <w:pPr>
        <w:jc w:val="both"/>
      </w:pPr>
      <w:r w:rsidRPr="009C7B8E">
        <w:t>il</w:t>
      </w:r>
      <w:r w:rsidRPr="00020408">
        <w:rPr>
          <w:b/>
          <w:bCs/>
        </w:rPr>
        <w:t xml:space="preserve"> Certamen  Matematico Nazionale</w:t>
      </w:r>
      <w:r>
        <w:t xml:space="preserve"> nell’intento di valorizzare</w:t>
      </w:r>
      <w:r w:rsidRPr="00B12DF3">
        <w:t xml:space="preserve"> eccellenze  matematiche della scuola italiana</w:t>
      </w:r>
      <w:r>
        <w:t>,</w:t>
      </w:r>
      <w:r w:rsidRPr="00B12DF3">
        <w:t xml:space="preserve"> coinvolgendo gli studenti in una gara che solleciti l’approfondimento della disciplina matematica e le  sue molteplici applicazioni e</w:t>
      </w:r>
      <w:r>
        <w:t>d</w:t>
      </w:r>
      <w:r w:rsidRPr="00B12DF3">
        <w:t xml:space="preserve"> incentiv</w:t>
      </w:r>
      <w:r>
        <w:t>i</w:t>
      </w:r>
      <w:r w:rsidRPr="00B12DF3">
        <w:t xml:space="preserve">  lo studio delle dis</w:t>
      </w:r>
      <w:r>
        <w:t>cipline scientifiche in ambito u</w:t>
      </w:r>
      <w:r w:rsidRPr="00B12DF3">
        <w:t>niversitario.</w:t>
      </w:r>
    </w:p>
    <w:p w:rsidR="007D3635" w:rsidRPr="00B12DF3" w:rsidRDefault="007D3635" w:rsidP="00852438">
      <w:pPr>
        <w:jc w:val="both"/>
      </w:pPr>
    </w:p>
    <w:p w:rsidR="007D3635" w:rsidRDefault="007D3635" w:rsidP="00852438">
      <w:pPr>
        <w:numPr>
          <w:ilvl w:val="0"/>
          <w:numId w:val="1"/>
        </w:numPr>
        <w:jc w:val="both"/>
      </w:pPr>
      <w:r w:rsidRPr="00B12DF3">
        <w:t>Patrocinio</w:t>
      </w:r>
      <w:r>
        <w:t xml:space="preserve"> e finanziamento </w:t>
      </w:r>
    </w:p>
    <w:p w:rsidR="007D3635" w:rsidRDefault="007D3635" w:rsidP="004B0233">
      <w:r>
        <w:t>Come da regolamento articoli 2 e 3.</w:t>
      </w:r>
    </w:p>
    <w:p w:rsidR="007D3635" w:rsidRPr="00B12DF3" w:rsidRDefault="007D3635" w:rsidP="00852438">
      <w:pPr>
        <w:jc w:val="both"/>
      </w:pPr>
    </w:p>
    <w:p w:rsidR="007D3635" w:rsidRPr="00B12DF3" w:rsidRDefault="007D3635" w:rsidP="00852438">
      <w:pPr>
        <w:numPr>
          <w:ilvl w:val="0"/>
          <w:numId w:val="1"/>
        </w:numPr>
        <w:jc w:val="both"/>
      </w:pPr>
      <w:r w:rsidRPr="00B12DF3">
        <w:t>Partecipanti</w:t>
      </w:r>
    </w:p>
    <w:p w:rsidR="007D3635" w:rsidRPr="00B12DF3" w:rsidRDefault="007D3635" w:rsidP="009C7B8E">
      <w:pPr>
        <w:jc w:val="both"/>
      </w:pPr>
      <w:r w:rsidRPr="00B12DF3">
        <w:t>Il Certamen  è aperto a tutti gli studenti che siano in possesso dei requisiti indicati nel Regolamento (</w:t>
      </w:r>
      <w:r>
        <w:t>art 4</w:t>
      </w:r>
      <w:r w:rsidRPr="00B12DF3">
        <w:t>)</w:t>
      </w:r>
      <w:r>
        <w:t>, cioè</w:t>
      </w:r>
      <w:r w:rsidRPr="00B12DF3">
        <w:t xml:space="preserve"> a tutti </w:t>
      </w:r>
      <w:r>
        <w:t>gli studenti del quinto anno di</w:t>
      </w:r>
      <w:r w:rsidRPr="00B12DF3">
        <w:t xml:space="preserve"> liceo</w:t>
      </w:r>
      <w:r w:rsidRPr="00B12DF3">
        <w:rPr>
          <w:b/>
          <w:bCs/>
        </w:rPr>
        <w:t xml:space="preserve"> scientifico</w:t>
      </w:r>
      <w:r>
        <w:rPr>
          <w:b/>
          <w:bCs/>
        </w:rPr>
        <w:t>,</w:t>
      </w:r>
      <w:r w:rsidRPr="00B12DF3">
        <w:rPr>
          <w:b/>
          <w:bCs/>
        </w:rPr>
        <w:t xml:space="preserve"> </w:t>
      </w:r>
      <w:r w:rsidRPr="00B12DF3">
        <w:t>che abbiano conseguito l’ammissione  alla IV e alla V classe nello scrutinio del mese di giugno</w:t>
      </w:r>
      <w:r>
        <w:t>,</w:t>
      </w:r>
      <w:r w:rsidRPr="00B12DF3">
        <w:t xml:space="preserve">  riportando una valutazione di almeno 8/10 in matematica.</w:t>
      </w:r>
    </w:p>
    <w:p w:rsidR="007D3635" w:rsidRPr="00B12DF3" w:rsidRDefault="007D3635" w:rsidP="009C7B8E">
      <w:pPr>
        <w:jc w:val="both"/>
      </w:pPr>
      <w:r>
        <w:t>Il Dirigente Scolastico delle singole scuole</w:t>
      </w:r>
      <w:r w:rsidRPr="00B12DF3">
        <w:t xml:space="preserve"> dichiarerà il merito di ciascuno studente partecipante</w:t>
      </w:r>
      <w:r>
        <w:t>,</w:t>
      </w:r>
      <w:r w:rsidRPr="00B12DF3">
        <w:t xml:space="preserve"> relativo a</w:t>
      </w:r>
      <w:r>
        <w:t>g</w:t>
      </w:r>
      <w:r w:rsidRPr="00B12DF3">
        <w:t>l</w:t>
      </w:r>
      <w:r>
        <w:t>i anni scolastici</w:t>
      </w:r>
      <w:r w:rsidRPr="00B12DF3">
        <w:t xml:space="preserve"> 2008-2009</w:t>
      </w:r>
      <w:r>
        <w:t xml:space="preserve"> e </w:t>
      </w:r>
      <w:r w:rsidRPr="00B12DF3">
        <w:t>2009-2010 .</w:t>
      </w:r>
    </w:p>
    <w:p w:rsidR="007D3635" w:rsidRPr="00B12DF3" w:rsidRDefault="007D3635" w:rsidP="00852438">
      <w:pPr>
        <w:jc w:val="both"/>
      </w:pPr>
    </w:p>
    <w:p w:rsidR="007D3635" w:rsidRPr="00B12DF3" w:rsidRDefault="007D3635" w:rsidP="00852438">
      <w:pPr>
        <w:numPr>
          <w:ilvl w:val="0"/>
          <w:numId w:val="1"/>
        </w:numPr>
        <w:jc w:val="both"/>
      </w:pPr>
      <w:r w:rsidRPr="00B12DF3">
        <w:t>Domande di partecipazione e scadenze</w:t>
      </w:r>
    </w:p>
    <w:p w:rsidR="007D3635" w:rsidRPr="00B12DF3" w:rsidRDefault="007D3635" w:rsidP="009C7B8E">
      <w:pPr>
        <w:jc w:val="both"/>
      </w:pPr>
      <w:r w:rsidRPr="00B12DF3">
        <w:t>Le domande di partecipazione saranno trasmesse a cura della scuola di provenienza, mediante fax, secondo il mod</w:t>
      </w:r>
      <w:r>
        <w:t>ello allegato al presente Bando,</w:t>
      </w:r>
      <w:r w:rsidRPr="00B12DF3">
        <w:t xml:space="preserve"> entro e non oltre le ore </w:t>
      </w:r>
      <w:r w:rsidRPr="005B40BA">
        <w:rPr>
          <w:b/>
          <w:bCs/>
          <w:u w:val="single"/>
        </w:rPr>
        <w:t>13,00 del 15 dicembre</w:t>
      </w:r>
      <w:r>
        <w:t>. F</w:t>
      </w:r>
      <w:r w:rsidRPr="00B12DF3">
        <w:t xml:space="preserve">arà fede la data e l’ora di ricezione del fax, </w:t>
      </w:r>
    </w:p>
    <w:p w:rsidR="007D3635" w:rsidRPr="00B12DF3" w:rsidRDefault="007D3635" w:rsidP="009C7B8E">
      <w:pPr>
        <w:jc w:val="both"/>
      </w:pPr>
      <w:r w:rsidRPr="00B12DF3">
        <w:t xml:space="preserve">Entro il </w:t>
      </w:r>
      <w:r>
        <w:rPr>
          <w:b/>
          <w:bCs/>
          <w:u w:val="single"/>
        </w:rPr>
        <w:t>21</w:t>
      </w:r>
      <w:r w:rsidRPr="00B12DF3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febbraio 2011</w:t>
      </w:r>
      <w:r w:rsidRPr="00B12DF3">
        <w:t xml:space="preserve"> le scuole partecipanti comunicheranno i nominativi degli studenti partecipan</w:t>
      </w:r>
      <w:r>
        <w:t>ti (massimo tre per scuola), utilizzando il modulo predisposto.</w:t>
      </w:r>
    </w:p>
    <w:p w:rsidR="007D3635" w:rsidRPr="00B12DF3" w:rsidRDefault="007D3635" w:rsidP="009C7B8E">
      <w:pPr>
        <w:jc w:val="both"/>
      </w:pPr>
    </w:p>
    <w:p w:rsidR="007D3635" w:rsidRDefault="007D3635" w:rsidP="009C7B8E">
      <w:pPr>
        <w:jc w:val="both"/>
      </w:pPr>
    </w:p>
    <w:p w:rsidR="007D3635" w:rsidRDefault="007D3635" w:rsidP="009C7B8E">
      <w:pPr>
        <w:jc w:val="both"/>
      </w:pPr>
    </w:p>
    <w:p w:rsidR="007D3635" w:rsidRDefault="007D3635" w:rsidP="009C7B8E">
      <w:pPr>
        <w:jc w:val="both"/>
      </w:pPr>
    </w:p>
    <w:p w:rsidR="007D3635" w:rsidRDefault="007D3635" w:rsidP="009C7B8E">
      <w:pPr>
        <w:jc w:val="both"/>
      </w:pPr>
    </w:p>
    <w:p w:rsidR="007D3635" w:rsidRPr="00B12DF3" w:rsidRDefault="007D3635" w:rsidP="00852438">
      <w:pPr>
        <w:jc w:val="both"/>
      </w:pPr>
    </w:p>
    <w:p w:rsidR="007D3635" w:rsidRPr="00B12DF3" w:rsidRDefault="007D3635" w:rsidP="00852438">
      <w:pPr>
        <w:numPr>
          <w:ilvl w:val="0"/>
          <w:numId w:val="1"/>
        </w:numPr>
        <w:jc w:val="both"/>
      </w:pPr>
      <w:r w:rsidRPr="00B12DF3">
        <w:t>Inoltro domande</w:t>
      </w:r>
    </w:p>
    <w:p w:rsidR="007D3635" w:rsidRPr="00B12DF3" w:rsidRDefault="007D3635" w:rsidP="00852438">
      <w:pPr>
        <w:jc w:val="both"/>
      </w:pPr>
      <w:r w:rsidRPr="00B12DF3">
        <w:t>Le domande di partecipazione saranno inoltrate al seguente indirizzo:</w:t>
      </w:r>
      <w:r>
        <w:t xml:space="preserve"> LICEO SCIENTIFICO “GIUSEPPE MERCALLI” -</w:t>
      </w:r>
      <w:r w:rsidRPr="00B12DF3">
        <w:t xml:space="preserve"> CERTAMEN NAZIONALE</w:t>
      </w:r>
      <w:r>
        <w:t xml:space="preserve"> DI MATEMATICA</w:t>
      </w:r>
      <w:r w:rsidRPr="00B12DF3">
        <w:rPr>
          <w:color w:val="FF6600"/>
        </w:rPr>
        <w:t xml:space="preserve"> </w:t>
      </w:r>
      <w:r>
        <w:t xml:space="preserve"> “ RENATO CACCIOPPOLI</w:t>
      </w:r>
      <w:r w:rsidRPr="00B12DF3">
        <w:t xml:space="preserve">” </w:t>
      </w:r>
      <w:r>
        <w:t>-</w:t>
      </w:r>
      <w:r w:rsidRPr="00B12DF3">
        <w:t>Via A. d’Isernia,</w:t>
      </w:r>
      <w:r>
        <w:t xml:space="preserve"> </w:t>
      </w:r>
      <w:r w:rsidRPr="00B12DF3">
        <w:t>34</w:t>
      </w:r>
      <w:r>
        <w:t xml:space="preserve">, </w:t>
      </w:r>
      <w:r w:rsidRPr="00B12DF3">
        <w:t xml:space="preserve"> NAPOLI  </w:t>
      </w:r>
      <w:r w:rsidRPr="00B12DF3">
        <w:rPr>
          <w:b/>
          <w:bCs/>
          <w:u w:val="single"/>
        </w:rPr>
        <w:t xml:space="preserve"> Fax: 081662034</w:t>
      </w:r>
      <w:r w:rsidRPr="00B12DF3">
        <w:t xml:space="preserve"> </w:t>
      </w:r>
      <w:r>
        <w:t>, secondo il modulo allegato a questo bando.</w:t>
      </w:r>
    </w:p>
    <w:p w:rsidR="007D3635" w:rsidRPr="00B12DF3" w:rsidRDefault="007D3635" w:rsidP="00852438">
      <w:pPr>
        <w:jc w:val="both"/>
      </w:pPr>
    </w:p>
    <w:p w:rsidR="007D3635" w:rsidRPr="00B12DF3" w:rsidRDefault="007D3635" w:rsidP="00852438">
      <w:pPr>
        <w:jc w:val="both"/>
      </w:pPr>
      <w:r w:rsidRPr="00B12DF3">
        <w:t xml:space="preserve"> </w:t>
      </w:r>
    </w:p>
    <w:p w:rsidR="007D3635" w:rsidRPr="00B12DF3" w:rsidRDefault="007D3635" w:rsidP="00852438">
      <w:pPr>
        <w:numPr>
          <w:ilvl w:val="0"/>
          <w:numId w:val="1"/>
        </w:numPr>
        <w:jc w:val="both"/>
      </w:pPr>
      <w:r w:rsidRPr="00B12DF3">
        <w:t>Data</w:t>
      </w:r>
      <w:r>
        <w:t>, durata e sede</w:t>
      </w:r>
      <w:r w:rsidRPr="00B12DF3">
        <w:t xml:space="preserve"> della prova</w:t>
      </w:r>
    </w:p>
    <w:p w:rsidR="007D3635" w:rsidRPr="00961743" w:rsidRDefault="007D3635" w:rsidP="00852438">
      <w:pPr>
        <w:jc w:val="both"/>
      </w:pPr>
      <w:r w:rsidRPr="00B12DF3">
        <w:t>La prova si svolgerà il giorno</w:t>
      </w:r>
      <w:r w:rsidRPr="00B12DF3">
        <w:rPr>
          <w:b/>
          <w:bCs/>
          <w:u w:val="single"/>
        </w:rPr>
        <w:t xml:space="preserve"> 7 aprile ( </w:t>
      </w:r>
      <w:r>
        <w:rPr>
          <w:b/>
          <w:bCs/>
          <w:u w:val="single"/>
        </w:rPr>
        <w:t>giovedì)</w:t>
      </w:r>
      <w:r>
        <w:t xml:space="preserve"> , avrà una durata di </w:t>
      </w:r>
      <w:r w:rsidRPr="00A240AE">
        <w:rPr>
          <w:b/>
          <w:bCs/>
          <w:u w:val="single"/>
        </w:rPr>
        <w:t xml:space="preserve">quattro </w:t>
      </w:r>
      <w:r w:rsidRPr="009C7B8E">
        <w:rPr>
          <w:b/>
          <w:bCs/>
          <w:u w:val="single"/>
        </w:rPr>
        <w:t>ore</w:t>
      </w:r>
      <w:r>
        <w:rPr>
          <w:b/>
          <w:bCs/>
        </w:rPr>
        <w:t xml:space="preserve">, </w:t>
      </w:r>
      <w:r w:rsidRPr="00890F29">
        <w:t>dalle ore</w:t>
      </w:r>
      <w:r>
        <w:t xml:space="preserve"> </w:t>
      </w:r>
      <w:r w:rsidRPr="00A240AE">
        <w:rPr>
          <w:b/>
          <w:bCs/>
          <w:u w:val="single"/>
        </w:rPr>
        <w:t>8.30</w:t>
      </w:r>
      <w:r>
        <w:t xml:space="preserve"> alle ore </w:t>
      </w:r>
      <w:r w:rsidRPr="00A240AE">
        <w:rPr>
          <w:b/>
          <w:bCs/>
          <w:u w:val="single"/>
        </w:rPr>
        <w:t>12.30</w:t>
      </w:r>
      <w:r>
        <w:t xml:space="preserve"> e si terrà presso la sede centrale del liceo scientifico “ G. Mercalli”  di Napoli</w:t>
      </w:r>
    </w:p>
    <w:p w:rsidR="007D3635" w:rsidRPr="00B12DF3" w:rsidRDefault="007D3635" w:rsidP="00852438">
      <w:pPr>
        <w:jc w:val="both"/>
      </w:pPr>
    </w:p>
    <w:p w:rsidR="007D3635" w:rsidRPr="00B12DF3" w:rsidRDefault="007D3635" w:rsidP="00852438">
      <w:pPr>
        <w:numPr>
          <w:ilvl w:val="0"/>
          <w:numId w:val="1"/>
        </w:numPr>
        <w:jc w:val="both"/>
      </w:pPr>
      <w:r w:rsidRPr="00B12DF3">
        <w:t>Tipologia della prova</w:t>
      </w:r>
    </w:p>
    <w:p w:rsidR="007D3635" w:rsidRPr="00B12DF3" w:rsidRDefault="007D3635" w:rsidP="00852438">
      <w:pPr>
        <w:jc w:val="both"/>
      </w:pPr>
      <w:r w:rsidRPr="00B12DF3">
        <w:t xml:space="preserve">La prova, consistente in un elaborato a carattere matematico, verterà  su argomenti </w:t>
      </w:r>
      <w:r>
        <w:t xml:space="preserve">come da </w:t>
      </w:r>
      <w:r w:rsidRPr="00B12DF3">
        <w:t xml:space="preserve"> allegato al presente Bando.</w:t>
      </w:r>
    </w:p>
    <w:p w:rsidR="007D3635" w:rsidRPr="00B12DF3" w:rsidRDefault="007D3635" w:rsidP="00852438">
      <w:pPr>
        <w:jc w:val="both"/>
      </w:pPr>
    </w:p>
    <w:p w:rsidR="007D3635" w:rsidRPr="00B12DF3" w:rsidRDefault="007D3635" w:rsidP="00852438">
      <w:pPr>
        <w:numPr>
          <w:ilvl w:val="0"/>
          <w:numId w:val="1"/>
        </w:numPr>
        <w:jc w:val="both"/>
      </w:pPr>
      <w:r w:rsidRPr="00B12DF3">
        <w:t xml:space="preserve"> Modalità di svolgimento della prova</w:t>
      </w:r>
    </w:p>
    <w:p w:rsidR="007D3635" w:rsidRPr="00B12DF3" w:rsidRDefault="007D3635" w:rsidP="00DB0C84">
      <w:pPr>
        <w:jc w:val="both"/>
      </w:pPr>
      <w:r w:rsidRPr="00B12DF3">
        <w:t xml:space="preserve">I partecipanti dovranno presentarsi il giorno della prova alle ore 8,00, presso i locali </w:t>
      </w:r>
      <w:r>
        <w:t>della sede centrale del l</w:t>
      </w:r>
      <w:r w:rsidRPr="00B12DF3">
        <w:t>iceo scientifico “G. Mercalli” di Napoli, muniti di un valido documento di riconoscimento. I partecipanti non potranno abbandonare</w:t>
      </w:r>
      <w:r>
        <w:t xml:space="preserve"> il luogo della prova prima di due</w:t>
      </w:r>
      <w:r w:rsidRPr="00B12DF3">
        <w:t xml:space="preserve"> ore se non per gravi motivi. Ogni candidato </w:t>
      </w:r>
      <w:r>
        <w:t>svolgerà la prova su</w:t>
      </w:r>
      <w:r w:rsidRPr="00B12DF3">
        <w:t xml:space="preserve"> fogli </w:t>
      </w:r>
      <w:r>
        <w:t>dotati di</w:t>
      </w:r>
      <w:r w:rsidRPr="00B12DF3">
        <w:t xml:space="preserve"> timbro della scuola organizzatrice e vidimato da un componente la commissione.</w:t>
      </w:r>
    </w:p>
    <w:p w:rsidR="007D3635" w:rsidRDefault="007D3635" w:rsidP="00DB0C84">
      <w:pPr>
        <w:jc w:val="both"/>
        <w:rPr>
          <w:b/>
          <w:bCs/>
        </w:rPr>
      </w:pPr>
      <w:r>
        <w:rPr>
          <w:b/>
          <w:bCs/>
        </w:rPr>
        <w:t>E’ consentito l’uso della calcolatrice scientifica non programmabile.</w:t>
      </w:r>
    </w:p>
    <w:p w:rsidR="007D3635" w:rsidRPr="00800613" w:rsidRDefault="007D3635" w:rsidP="00DB0C84">
      <w:pPr>
        <w:jc w:val="both"/>
        <w:rPr>
          <w:b/>
          <w:bCs/>
        </w:rPr>
      </w:pPr>
    </w:p>
    <w:p w:rsidR="007D3635" w:rsidRPr="00B12DF3" w:rsidRDefault="007D3635" w:rsidP="00852438">
      <w:pPr>
        <w:numPr>
          <w:ilvl w:val="0"/>
          <w:numId w:val="1"/>
        </w:numPr>
        <w:jc w:val="both"/>
      </w:pPr>
      <w:r w:rsidRPr="00B12DF3">
        <w:t>Modalità della prova</w:t>
      </w:r>
    </w:p>
    <w:p w:rsidR="007D3635" w:rsidRPr="00B12DF3" w:rsidRDefault="007D3635" w:rsidP="00852438">
      <w:pPr>
        <w:jc w:val="both"/>
      </w:pPr>
      <w:r w:rsidRPr="00B12DF3">
        <w:t>Al fine di garantire imparzialità di giudizio, la prova si svolgerà secondo le m</w:t>
      </w:r>
      <w:r>
        <w:t>odalità dei pubblici concorsi. A</w:t>
      </w:r>
      <w:r w:rsidRPr="00B12DF3">
        <w:t>d ogni partecipante saranno consegnate due buste: una piccola contenente un cartoncino</w:t>
      </w:r>
      <w:r>
        <w:t>,</w:t>
      </w:r>
      <w:r w:rsidRPr="00B12DF3">
        <w:t xml:space="preserve"> sul quale l’alunno scriverà le sue generalità e un</w:t>
      </w:r>
      <w:r>
        <w:t>a busta grande, nella quale verranno inseriti</w:t>
      </w:r>
      <w:r w:rsidRPr="00B12DF3">
        <w:t xml:space="preserve"> l’elaborato</w:t>
      </w:r>
      <w:r>
        <w:t>,</w:t>
      </w:r>
      <w:r w:rsidRPr="00B12DF3">
        <w:t xml:space="preserve"> che dovrà risultare privo di segni di ri</w:t>
      </w:r>
      <w:r>
        <w:t>conoscimento e la busta piccola  opportunamente sigillata .</w:t>
      </w:r>
    </w:p>
    <w:p w:rsidR="007D3635" w:rsidRPr="00B12DF3" w:rsidRDefault="007D3635" w:rsidP="00852438">
      <w:pPr>
        <w:jc w:val="both"/>
      </w:pPr>
      <w:r w:rsidRPr="00B12DF3">
        <w:t>La Commissione giudicatrice provvederà all’</w:t>
      </w:r>
      <w:r>
        <w:t xml:space="preserve">apertura della busta grande per </w:t>
      </w:r>
      <w:r w:rsidRPr="00B12DF3">
        <w:t>la correzione dell’elaborato e manterrà chiusa la busta piccola sino al momento della premiazione.</w:t>
      </w:r>
    </w:p>
    <w:p w:rsidR="007D3635" w:rsidRPr="00B12DF3" w:rsidRDefault="007D3635" w:rsidP="00852438">
      <w:pPr>
        <w:jc w:val="both"/>
      </w:pPr>
      <w:r w:rsidRPr="00B12DF3">
        <w:t xml:space="preserve"> </w:t>
      </w:r>
    </w:p>
    <w:p w:rsidR="007D3635" w:rsidRPr="00B12DF3" w:rsidRDefault="007D3635" w:rsidP="00852438">
      <w:pPr>
        <w:numPr>
          <w:ilvl w:val="0"/>
          <w:numId w:val="1"/>
        </w:numPr>
        <w:jc w:val="both"/>
      </w:pPr>
      <w:r w:rsidRPr="00B12DF3">
        <w:t>Giudizio</w:t>
      </w:r>
    </w:p>
    <w:p w:rsidR="007D3635" w:rsidRPr="00B12DF3" w:rsidRDefault="007D3635" w:rsidP="00852438">
      <w:pPr>
        <w:jc w:val="both"/>
      </w:pPr>
      <w:r w:rsidRPr="00B12DF3">
        <w:t>Il giudizio della Commissione Esaminatrice è insindacabile.</w:t>
      </w:r>
    </w:p>
    <w:p w:rsidR="007D3635" w:rsidRPr="00B12DF3" w:rsidRDefault="007D3635" w:rsidP="00852438">
      <w:pPr>
        <w:jc w:val="both"/>
      </w:pPr>
    </w:p>
    <w:p w:rsidR="007D3635" w:rsidRPr="00B12DF3" w:rsidRDefault="007D3635" w:rsidP="00852438">
      <w:pPr>
        <w:ind w:left="435"/>
        <w:jc w:val="both"/>
      </w:pPr>
    </w:p>
    <w:p w:rsidR="007D3635" w:rsidRPr="00B12DF3" w:rsidRDefault="007D3635" w:rsidP="00852438">
      <w:pPr>
        <w:numPr>
          <w:ilvl w:val="0"/>
          <w:numId w:val="1"/>
        </w:numPr>
        <w:jc w:val="both"/>
      </w:pPr>
      <w:r w:rsidRPr="00B12DF3">
        <w:t>Premi</w:t>
      </w:r>
    </w:p>
    <w:p w:rsidR="007D3635" w:rsidRPr="00B12DF3" w:rsidRDefault="007D3635" w:rsidP="00FB7BE3">
      <w:pPr>
        <w:jc w:val="both"/>
      </w:pPr>
      <w:r w:rsidRPr="00B12DF3">
        <w:t>Tutti i partecip</w:t>
      </w:r>
      <w:r>
        <w:t>anti riceveranno una pergamena,</w:t>
      </w:r>
      <w:r w:rsidRPr="00B12DF3">
        <w:t xml:space="preserve"> un attestato di partecipazione valido ai fini dell’attribuzione del credito formativo</w:t>
      </w:r>
      <w:r>
        <w:t>, libri o materiale scolastico</w:t>
      </w:r>
      <w:r w:rsidRPr="00B12DF3">
        <w:t>.</w:t>
      </w:r>
    </w:p>
    <w:p w:rsidR="007D3635" w:rsidRPr="00B12DF3" w:rsidRDefault="007D3635" w:rsidP="00FB7BE3">
      <w:pPr>
        <w:jc w:val="both"/>
      </w:pPr>
      <w:r w:rsidRPr="00B12DF3">
        <w:t>Ai primi tre classificati saranno assegnati i seguenti premi :</w:t>
      </w:r>
    </w:p>
    <w:p w:rsidR="007D3635" w:rsidRPr="009F7827" w:rsidRDefault="007D3635" w:rsidP="00FB7BE3">
      <w:pPr>
        <w:jc w:val="both"/>
        <w:rPr>
          <w:sz w:val="48"/>
          <w:szCs w:val="48"/>
        </w:rPr>
      </w:pPr>
      <w:r w:rsidRPr="00B12DF3">
        <w:t>1° classificato    euro</w:t>
      </w:r>
      <w:r>
        <w:t xml:space="preserve">  800       </w:t>
      </w:r>
      <w:r w:rsidRPr="009F7827">
        <w:rPr>
          <w:sz w:val="48"/>
          <w:szCs w:val="48"/>
        </w:rPr>
        <w:t xml:space="preserve"> </w:t>
      </w:r>
    </w:p>
    <w:p w:rsidR="007D3635" w:rsidRPr="00B12DF3" w:rsidRDefault="007D3635" w:rsidP="00FB7BE3">
      <w:pPr>
        <w:jc w:val="both"/>
      </w:pPr>
      <w:r w:rsidRPr="00B12DF3">
        <w:t>2° classificato    euro</w:t>
      </w:r>
      <w:r>
        <w:t xml:space="preserve">  500</w:t>
      </w:r>
    </w:p>
    <w:p w:rsidR="007D3635" w:rsidRDefault="007D3635" w:rsidP="00FB7BE3">
      <w:pPr>
        <w:jc w:val="both"/>
      </w:pPr>
      <w:r>
        <w:t>3° classificato    euro  300</w:t>
      </w:r>
    </w:p>
    <w:p w:rsidR="007D3635" w:rsidRPr="00B12DF3" w:rsidRDefault="007D3635" w:rsidP="00FB7BE3">
      <w:pPr>
        <w:jc w:val="both"/>
      </w:pPr>
    </w:p>
    <w:p w:rsidR="007D3635" w:rsidRDefault="007D3635" w:rsidP="00852438">
      <w:pPr>
        <w:numPr>
          <w:ilvl w:val="0"/>
          <w:numId w:val="1"/>
        </w:numPr>
        <w:jc w:val="both"/>
      </w:pPr>
      <w:r>
        <w:t>Spese a carico della scuola organizzatrice</w:t>
      </w:r>
    </w:p>
    <w:p w:rsidR="007D3635" w:rsidRDefault="007D3635" w:rsidP="00257C59">
      <w:pPr>
        <w:jc w:val="both"/>
      </w:pPr>
      <w:r>
        <w:t xml:space="preserve"> Per le prime dieci scuole, ubicate fuori provincia, iscritte al Certamen, il docente accompagnatore sarà ospitato in albergo per due notti a carico della scuola organizzatrice ( arrivo a Napoli il 6 aprile 2011 e partenza l’ 8 aprile 2011).</w:t>
      </w:r>
    </w:p>
    <w:p w:rsidR="007D3635" w:rsidRDefault="007D3635" w:rsidP="00257C59">
      <w:pPr>
        <w:jc w:val="both"/>
      </w:pPr>
      <w:r>
        <w:t>Gli studenti delle prime dieci scuole selezionate saranno ospitati presso le famiglie di alunni del liceo Mercalli.</w:t>
      </w:r>
    </w:p>
    <w:p w:rsidR="007D3635" w:rsidRPr="00B12DF3" w:rsidRDefault="007D3635" w:rsidP="00257C59">
      <w:pPr>
        <w:jc w:val="both"/>
      </w:pPr>
      <w:r>
        <w:t>Al fine di individuare le scuole in oggetto farà fede la data e l’ora di ricezione del fax di adesione.</w:t>
      </w:r>
    </w:p>
    <w:p w:rsidR="007D3635" w:rsidRPr="00B12DF3" w:rsidRDefault="007D3635" w:rsidP="00852438">
      <w:pPr>
        <w:jc w:val="both"/>
        <w:rPr>
          <w:b/>
          <w:bCs/>
          <w:u w:val="single"/>
        </w:rPr>
      </w:pPr>
    </w:p>
    <w:p w:rsidR="007D3635" w:rsidRPr="00020408" w:rsidRDefault="007D3635" w:rsidP="0085243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     </w:t>
      </w:r>
    </w:p>
    <w:p w:rsidR="007D3635" w:rsidRPr="00B12DF3" w:rsidRDefault="007D3635" w:rsidP="00852438">
      <w:pPr>
        <w:numPr>
          <w:ilvl w:val="0"/>
          <w:numId w:val="1"/>
        </w:numPr>
        <w:jc w:val="both"/>
      </w:pPr>
      <w:r w:rsidRPr="00B12DF3">
        <w:t xml:space="preserve"> Programma</w:t>
      </w:r>
    </w:p>
    <w:p w:rsidR="007D3635" w:rsidRPr="00B12DF3" w:rsidRDefault="007D3635" w:rsidP="00852438">
      <w:pPr>
        <w:jc w:val="both"/>
      </w:pPr>
      <w:r w:rsidRPr="00B12DF3">
        <w:t>A tutte le scuole partecipanti</w:t>
      </w:r>
      <w:r>
        <w:t>,</w:t>
      </w:r>
      <w:r w:rsidRPr="00B12DF3">
        <w:t xml:space="preserve"> sarà fornito</w:t>
      </w:r>
      <w:r>
        <w:t xml:space="preserve">, entro il 15 marzo 2011, </w:t>
      </w:r>
      <w:r w:rsidRPr="00B12DF3">
        <w:t xml:space="preserve"> un dettagliato programma </w:t>
      </w:r>
      <w:r>
        <w:t>-</w:t>
      </w:r>
      <w:r w:rsidRPr="00B12DF3">
        <w:t xml:space="preserve"> invito del Certamen</w:t>
      </w:r>
    </w:p>
    <w:p w:rsidR="007D3635" w:rsidRPr="00B12DF3" w:rsidRDefault="007D3635" w:rsidP="00852438">
      <w:pPr>
        <w:jc w:val="both"/>
      </w:pPr>
    </w:p>
    <w:p w:rsidR="007D3635" w:rsidRPr="00B12DF3" w:rsidRDefault="007D3635" w:rsidP="00852438">
      <w:pPr>
        <w:numPr>
          <w:ilvl w:val="0"/>
          <w:numId w:val="1"/>
        </w:numPr>
        <w:jc w:val="both"/>
      </w:pPr>
      <w:r w:rsidRPr="00B12DF3">
        <w:t>Mancata partecipazione</w:t>
      </w:r>
    </w:p>
    <w:p w:rsidR="007D3635" w:rsidRPr="00B12DF3" w:rsidRDefault="007D3635" w:rsidP="00852438">
      <w:pPr>
        <w:jc w:val="both"/>
      </w:pPr>
      <w:r w:rsidRPr="00B12DF3">
        <w:t>Le scuole che abbiano prodotto domanda di adesione al Certamen e che</w:t>
      </w:r>
      <w:r>
        <w:t>, una volta formalizzata l’iscrizione,</w:t>
      </w:r>
      <w:r w:rsidRPr="00B12DF3">
        <w:t xml:space="preserve"> non possano più partecipare, </w:t>
      </w:r>
      <w:r>
        <w:t>avranno cura di darne tempestiva comunicazione alla scuola organizzatrice.</w:t>
      </w:r>
    </w:p>
    <w:p w:rsidR="007D3635" w:rsidRPr="00B12DF3" w:rsidRDefault="007D3635" w:rsidP="00852438">
      <w:pPr>
        <w:jc w:val="both"/>
      </w:pPr>
    </w:p>
    <w:p w:rsidR="007D3635" w:rsidRPr="00B12DF3" w:rsidRDefault="007D3635" w:rsidP="00852438">
      <w:pPr>
        <w:numPr>
          <w:ilvl w:val="0"/>
          <w:numId w:val="1"/>
        </w:numPr>
        <w:jc w:val="both"/>
      </w:pPr>
      <w:r w:rsidRPr="00B12DF3">
        <w:t xml:space="preserve"> Altro</w:t>
      </w:r>
    </w:p>
    <w:p w:rsidR="007D3635" w:rsidRDefault="007D3635" w:rsidP="00852438">
      <w:pPr>
        <w:jc w:val="both"/>
      </w:pPr>
      <w:r w:rsidRPr="00B12DF3">
        <w:t xml:space="preserve">Eventuali modifiche al presente Bando saranno comunicate </w:t>
      </w:r>
      <w:r>
        <w:t xml:space="preserve">tempestivamente agli istituti interessati. </w:t>
      </w:r>
    </w:p>
    <w:p w:rsidR="007D3635" w:rsidRDefault="007D3635" w:rsidP="00852438">
      <w:pPr>
        <w:jc w:val="both"/>
      </w:pPr>
    </w:p>
    <w:p w:rsidR="007D3635" w:rsidRPr="00B12DF3" w:rsidRDefault="007D3635" w:rsidP="00852438">
      <w:pPr>
        <w:jc w:val="both"/>
      </w:pPr>
      <w:r w:rsidRPr="00B12DF3">
        <w:t>.</w:t>
      </w:r>
    </w:p>
    <w:p w:rsidR="007D3635" w:rsidRPr="00B12DF3" w:rsidRDefault="007D3635" w:rsidP="00852438">
      <w:pPr>
        <w:jc w:val="both"/>
      </w:pPr>
    </w:p>
    <w:p w:rsidR="007D3635" w:rsidRDefault="007D3635" w:rsidP="00852438">
      <w:pPr>
        <w:jc w:val="both"/>
      </w:pPr>
      <w:r>
        <w:t xml:space="preserve">N.B. Per qualunque informazione o chiarimento circa il Certamen in oggetto si potrà fare riferimento alla prof.ssa Olimpia Mollo, referente del progetto. </w:t>
      </w:r>
    </w:p>
    <w:p w:rsidR="007D3635" w:rsidRDefault="007D3635" w:rsidP="00852438">
      <w:pPr>
        <w:jc w:val="both"/>
      </w:pPr>
      <w:r>
        <w:t xml:space="preserve">Recapiti: </w:t>
      </w:r>
    </w:p>
    <w:p w:rsidR="007D3635" w:rsidRDefault="007D3635" w:rsidP="009A255E">
      <w:pPr>
        <w:jc w:val="both"/>
      </w:pPr>
      <w:r>
        <w:t xml:space="preserve">telefono: </w:t>
      </w:r>
      <w:r w:rsidRPr="00256BC2">
        <w:rPr>
          <w:b/>
          <w:bCs/>
        </w:rPr>
        <w:t>081 682187 /</w:t>
      </w:r>
      <w:r>
        <w:rPr>
          <w:b/>
          <w:bCs/>
        </w:rPr>
        <w:t xml:space="preserve"> </w:t>
      </w:r>
      <w:r w:rsidRPr="00256BC2">
        <w:rPr>
          <w:b/>
          <w:bCs/>
        </w:rPr>
        <w:t>081 680927</w:t>
      </w:r>
    </w:p>
    <w:p w:rsidR="007D3635" w:rsidRDefault="007D3635" w:rsidP="009A255E">
      <w:pPr>
        <w:jc w:val="both"/>
      </w:pPr>
      <w:r>
        <w:t xml:space="preserve">Indirizzo di posta elettronica: </w:t>
      </w:r>
      <w:r w:rsidRPr="00256BC2">
        <w:rPr>
          <w:b/>
          <w:bCs/>
        </w:rPr>
        <w:t>certamendimatematica@liceomercalli.it</w:t>
      </w: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  <w:r>
        <w:rPr>
          <w:rFonts w:ascii="Bookman Old Style" w:hAnsi="Bookman Old Style" w:cs="Bookman Old Style"/>
          <w:sz w:val="26"/>
          <w:szCs w:val="26"/>
        </w:rPr>
        <w:t xml:space="preserve">            </w:t>
      </w: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p w:rsidR="007D3635" w:rsidRDefault="007D3635" w:rsidP="00752633">
      <w:pPr>
        <w:pStyle w:val="Style1"/>
        <w:spacing w:line="480" w:lineRule="auto"/>
        <w:ind w:right="1944"/>
        <w:jc w:val="left"/>
        <w:rPr>
          <w:rFonts w:ascii="Bookman Old Style" w:hAnsi="Bookman Old Style" w:cs="Bookman Old Style"/>
          <w:sz w:val="26"/>
          <w:szCs w:val="26"/>
        </w:rPr>
      </w:pPr>
    </w:p>
    <w:tbl>
      <w:tblPr>
        <w:tblW w:w="961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022"/>
        <w:gridCol w:w="7597"/>
      </w:tblGrid>
      <w:tr w:rsidR="007D3635" w:rsidRPr="00B15E28">
        <w:trPr>
          <w:trHeight w:val="1688"/>
          <w:jc w:val="center"/>
        </w:trPr>
        <w:tc>
          <w:tcPr>
            <w:tcW w:w="2022" w:type="dxa"/>
          </w:tcPr>
          <w:p w:rsidR="007D3635" w:rsidRPr="00B15E28" w:rsidRDefault="007D3635" w:rsidP="00DE2963">
            <w:pPr>
              <w:jc w:val="center"/>
            </w:pPr>
            <w:r>
              <w:rPr>
                <w:noProof/>
              </w:rPr>
              <w:pict>
                <v:shape id="Immagine 10" o:spid="_x0000_s1028" type="#_x0000_t75" alt="http://www.liceomercalli.it/immagini/logo_mercalli.jpg" style="position:absolute;left:0;text-align:left;margin-left:-9.45pt;margin-top:0;width:130.05pt;height:92.65pt;z-index:251656192;visibility:visible">
                  <v:imagedata r:id="rId8" o:title=""/>
                  <o:lock v:ext="edit" aspectratio="f"/>
                </v:shape>
              </w:pict>
            </w:r>
          </w:p>
          <w:p w:rsidR="007D3635" w:rsidRPr="00B15E28" w:rsidRDefault="007D3635" w:rsidP="00DE2963">
            <w:pPr>
              <w:jc w:val="center"/>
              <w:rPr>
                <w:b/>
                <w:bCs/>
              </w:rPr>
            </w:pPr>
          </w:p>
          <w:p w:rsidR="007D3635" w:rsidRPr="00B15E28" w:rsidRDefault="007D3635" w:rsidP="00DE2963">
            <w:pPr>
              <w:spacing w:line="150" w:lineRule="atLeast"/>
              <w:jc w:val="center"/>
              <w:rPr>
                <w:rFonts w:ascii="Verdana" w:hAnsi="Verdana" w:cs="Verdana"/>
              </w:rPr>
            </w:pPr>
          </w:p>
        </w:tc>
        <w:tc>
          <w:tcPr>
            <w:tcW w:w="7597" w:type="dxa"/>
          </w:tcPr>
          <w:p w:rsidR="007D3635" w:rsidRPr="00B15E28" w:rsidRDefault="007D3635" w:rsidP="00DE2963">
            <w:pPr>
              <w:jc w:val="center"/>
              <w:rPr>
                <w:rFonts w:ascii="Verdana" w:hAnsi="Verdana" w:cs="Verdana"/>
              </w:rPr>
            </w:pPr>
            <w:r>
              <w:rPr>
                <w:noProof/>
              </w:rPr>
              <w:pict>
                <v:shape id="Immagine 11" o:spid="_x0000_s1029" type="#_x0000_t75" style="position:absolute;left:0;text-align:left;margin-left:300.5pt;margin-top:-.7pt;width:85.95pt;height:90.75pt;z-index:-251659264;visibility:visible;mso-position-horizontal-relative:text;mso-position-vertical-relative:text">
                  <v:imagedata r:id="rId9" o:title=""/>
                  <o:lock v:ext="edit" aspectratio="f"/>
                </v:shape>
              </w:pict>
            </w:r>
          </w:p>
          <w:p w:rsidR="007D3635" w:rsidRPr="001E2E02" w:rsidRDefault="007D3635" w:rsidP="00DE2963">
            <w:pPr>
              <w:pStyle w:val="Header"/>
              <w:jc w:val="left"/>
              <w:rPr>
                <w:rFonts w:ascii="Chiller" w:hAnsi="Chiller" w:cs="Chiller"/>
                <w:i/>
                <w:iCs/>
                <w:sz w:val="32"/>
                <w:szCs w:val="32"/>
              </w:rPr>
            </w:pPr>
            <w:r>
              <w:rPr>
                <w:rFonts w:ascii="Chiller" w:hAnsi="Chiller" w:cs="Chiller"/>
                <w:i/>
                <w:iCs/>
                <w:sz w:val="32"/>
                <w:szCs w:val="32"/>
              </w:rPr>
              <w:t xml:space="preserve">                    L</w:t>
            </w:r>
            <w:r w:rsidRPr="001E2E02">
              <w:rPr>
                <w:rFonts w:ascii="Chiller" w:hAnsi="Chiller" w:cs="Chiller"/>
                <w:i/>
                <w:iCs/>
                <w:sz w:val="32"/>
                <w:szCs w:val="32"/>
              </w:rPr>
              <w:t xml:space="preserve">iceo scientifico statale </w:t>
            </w:r>
          </w:p>
          <w:p w:rsidR="007D3635" w:rsidRPr="001E2E02" w:rsidRDefault="007D3635" w:rsidP="00DE2963">
            <w:pPr>
              <w:pStyle w:val="Header"/>
              <w:jc w:val="left"/>
              <w:rPr>
                <w:rFonts w:ascii="Book Antiqua" w:hAnsi="Book Antiqua" w:cs="Book Antiqua"/>
                <w:b/>
                <w:bCs/>
                <w:i/>
                <w:iCs/>
                <w:sz w:val="40"/>
                <w:szCs w:val="40"/>
              </w:rPr>
            </w:pPr>
            <w:r>
              <w:rPr>
                <w:rFonts w:ascii="Book Antiqua" w:hAnsi="Book Antiqua" w:cs="Book Antiqua"/>
                <w:b/>
                <w:bCs/>
                <w:i/>
                <w:iCs/>
                <w:sz w:val="40"/>
                <w:szCs w:val="40"/>
              </w:rPr>
              <w:t xml:space="preserve">                 </w:t>
            </w:r>
            <w:r w:rsidRPr="001E2E02">
              <w:rPr>
                <w:rFonts w:ascii="Book Antiqua" w:hAnsi="Book Antiqua" w:cs="Book Antiqua"/>
                <w:b/>
                <w:bCs/>
                <w:i/>
                <w:iCs/>
                <w:sz w:val="40"/>
                <w:szCs w:val="40"/>
              </w:rPr>
              <w:t>“</w:t>
            </w:r>
            <w:r w:rsidRPr="001E2E02">
              <w:rPr>
                <w:rFonts w:ascii="Chiller" w:hAnsi="Chiller" w:cs="Chiller"/>
                <w:b/>
                <w:bCs/>
                <w:sz w:val="40"/>
                <w:szCs w:val="40"/>
              </w:rPr>
              <w:t>Giuseppe Mercalli</w:t>
            </w:r>
            <w:r w:rsidRPr="001E2E02">
              <w:rPr>
                <w:rFonts w:ascii="Book Antiqua" w:hAnsi="Book Antiqua" w:cs="Book Antiqua"/>
                <w:b/>
                <w:bCs/>
                <w:i/>
                <w:iCs/>
                <w:sz w:val="40"/>
                <w:szCs w:val="40"/>
              </w:rPr>
              <w:t>”</w:t>
            </w:r>
            <w:r>
              <w:rPr>
                <w:rFonts w:ascii="Book Antiqua" w:hAnsi="Book Antiqua" w:cs="Book Antiqua"/>
                <w:b/>
                <w:bCs/>
                <w:i/>
                <w:iCs/>
                <w:sz w:val="40"/>
                <w:szCs w:val="40"/>
              </w:rPr>
              <w:t xml:space="preserve"> </w:t>
            </w:r>
          </w:p>
          <w:p w:rsidR="007D3635" w:rsidRDefault="007D3635" w:rsidP="00DE2963">
            <w:pPr>
              <w:pStyle w:val="Header"/>
              <w:jc w:val="left"/>
              <w:rPr>
                <w:rFonts w:ascii="Chiller" w:hAnsi="Chiller" w:cs="Chiller"/>
                <w:sz w:val="32"/>
                <w:szCs w:val="32"/>
              </w:rPr>
            </w:pPr>
            <w:r>
              <w:rPr>
                <w:rFonts w:ascii="Chiller" w:hAnsi="Chiller" w:cs="Chiller"/>
                <w:sz w:val="32"/>
                <w:szCs w:val="32"/>
              </w:rPr>
              <w:t xml:space="preserve">                             </w:t>
            </w:r>
            <w:r w:rsidRPr="001E2E02">
              <w:rPr>
                <w:rFonts w:ascii="Chiller" w:hAnsi="Chiller" w:cs="Chiller"/>
                <w:sz w:val="32"/>
                <w:szCs w:val="32"/>
              </w:rPr>
              <w:t>Napoli</w:t>
            </w:r>
          </w:p>
          <w:p w:rsidR="007D3635" w:rsidRPr="00B15E28" w:rsidRDefault="007D3635" w:rsidP="00DE296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Verdana" w:eastAsia="Arial Unicode MS" w:hAnsi="Verdana"/>
                <w:color w:val="3366FF"/>
              </w:rPr>
            </w:pPr>
          </w:p>
        </w:tc>
      </w:tr>
    </w:tbl>
    <w:p w:rsidR="007D3635" w:rsidRDefault="007D3635" w:rsidP="00F529D3">
      <w:pPr>
        <w:pStyle w:val="Style1"/>
        <w:spacing w:line="480" w:lineRule="auto"/>
        <w:ind w:left="2016" w:right="1944" w:hanging="2016"/>
        <w:rPr>
          <w:rFonts w:ascii="Bookman Old Style" w:hAnsi="Bookman Old Style" w:cs="Bookman Old Style"/>
          <w:sz w:val="26"/>
          <w:szCs w:val="26"/>
        </w:rPr>
      </w:pPr>
      <w:r>
        <w:rPr>
          <w:rFonts w:ascii="Bookman Old Style" w:hAnsi="Bookman Old Style" w:cs="Bookman Old Style"/>
          <w:sz w:val="26"/>
          <w:szCs w:val="26"/>
        </w:rPr>
        <w:t xml:space="preserve">                       </w:t>
      </w:r>
    </w:p>
    <w:p w:rsidR="007D3635" w:rsidRPr="004A6D12" w:rsidRDefault="007D3635" w:rsidP="004A6D12">
      <w:pPr>
        <w:pStyle w:val="Style1"/>
        <w:spacing w:line="480" w:lineRule="auto"/>
        <w:ind w:left="2016" w:right="1944" w:hanging="2016"/>
        <w:rPr>
          <w:rFonts w:ascii="Bookman Old Style" w:hAnsi="Bookman Old Style" w:cs="Bookman Old Style"/>
          <w:sz w:val="24"/>
          <w:szCs w:val="24"/>
        </w:rPr>
      </w:pPr>
      <w:r w:rsidRPr="004A6D12">
        <w:rPr>
          <w:rFonts w:ascii="Bookman Old Style" w:hAnsi="Bookman Old Style" w:cs="Bookman Old Style"/>
          <w:b/>
          <w:bCs/>
          <w:sz w:val="24"/>
          <w:szCs w:val="24"/>
        </w:rPr>
        <w:t xml:space="preserve">Scheda di iscrizione al </w:t>
      </w:r>
      <w:r w:rsidRPr="004A6D12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 xml:space="preserve">Certamen </w:t>
      </w:r>
      <w:r w:rsidRPr="004A6D12">
        <w:rPr>
          <w:rFonts w:ascii="Bookman Old Style" w:hAnsi="Bookman Old Style" w:cs="Bookman Old Style"/>
          <w:b/>
          <w:bCs/>
          <w:sz w:val="24"/>
          <w:szCs w:val="24"/>
        </w:rPr>
        <w:t>Nazionale  di Matematica  R</w:t>
      </w:r>
      <w:r>
        <w:rPr>
          <w:rFonts w:ascii="Bookman Old Style" w:hAnsi="Bookman Old Style" w:cs="Bookman Old Style"/>
          <w:b/>
          <w:bCs/>
          <w:sz w:val="24"/>
          <w:szCs w:val="24"/>
        </w:rPr>
        <w:t>enato</w:t>
      </w:r>
      <w:r w:rsidRPr="004A6D12">
        <w:rPr>
          <w:rFonts w:ascii="Bookman Old Style" w:hAnsi="Bookman Old Style" w:cs="Bookman Old Style"/>
          <w:b/>
          <w:bCs/>
          <w:sz w:val="24"/>
          <w:szCs w:val="24"/>
        </w:rPr>
        <w:t xml:space="preserve"> Caccioppoli</w:t>
      </w:r>
    </w:p>
    <w:p w:rsidR="007D3635" w:rsidRDefault="007D3635" w:rsidP="004A6D12">
      <w:pPr>
        <w:pStyle w:val="Style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a.s. 2010/11--- I edizione   </w:t>
      </w:r>
    </w:p>
    <w:p w:rsidR="007D3635" w:rsidRPr="00532681" w:rsidRDefault="007D3635" w:rsidP="00335FC6">
      <w:pPr>
        <w:pStyle w:val="Style1"/>
        <w:jc w:val="right"/>
        <w:rPr>
          <w:rFonts w:ascii="Bookman Old Style" w:hAnsi="Bookman Old Style" w:cs="Bookman Old Style"/>
          <w:b/>
          <w:bCs/>
          <w:sz w:val="18"/>
          <w:szCs w:val="18"/>
          <w:u w:val="single"/>
        </w:rPr>
      </w:pPr>
      <w:r>
        <w:rPr>
          <w:rFonts w:ascii="Bookman Old Style" w:hAnsi="Bookman Old Style" w:cs="Bookman Old Style"/>
          <w:sz w:val="26"/>
          <w:szCs w:val="26"/>
        </w:rPr>
        <w:t>Al Dirigente Scolastico</w:t>
      </w:r>
      <w:r>
        <w:rPr>
          <w:rFonts w:ascii="Bookman Old Style" w:hAnsi="Bookman Old Style" w:cs="Bookman Old Style"/>
          <w:sz w:val="26"/>
          <w:szCs w:val="26"/>
        </w:rPr>
        <w:br/>
        <w:t>Liceo Scientifico Statale " G. Mercalli</w:t>
      </w:r>
      <w:r>
        <w:t>"</w:t>
      </w:r>
      <w:r>
        <w:br/>
      </w:r>
      <w:r>
        <w:rPr>
          <w:rFonts w:ascii="Bookman Old Style" w:hAnsi="Bookman Old Style" w:cs="Bookman Old Style"/>
          <w:sz w:val="26"/>
          <w:szCs w:val="26"/>
        </w:rPr>
        <w:t xml:space="preserve">Via A D’Isernia, 34 </w:t>
      </w:r>
      <w:r>
        <w:rPr>
          <w:rFonts w:ascii="Bookman Old Style" w:hAnsi="Bookman Old Style" w:cs="Bookman Old Style"/>
          <w:sz w:val="26"/>
          <w:szCs w:val="26"/>
        </w:rPr>
        <w:br/>
        <w:t>80122 Napoli</w:t>
      </w:r>
      <w:r>
        <w:rPr>
          <w:rFonts w:ascii="Bookman Old Style" w:hAnsi="Bookman Old Style" w:cs="Bookman Old Style"/>
          <w:sz w:val="18"/>
          <w:szCs w:val="18"/>
        </w:rPr>
        <w:t xml:space="preserve"> - </w:t>
      </w:r>
      <w:r w:rsidRPr="00532681">
        <w:rPr>
          <w:rFonts w:ascii="Bookman Old Style" w:hAnsi="Bookman Old Style" w:cs="Bookman Old Style"/>
          <w:b/>
          <w:bCs/>
          <w:sz w:val="18"/>
          <w:szCs w:val="18"/>
          <w:u w:val="single"/>
        </w:rPr>
        <w:t>fax 081 662034</w:t>
      </w:r>
    </w:p>
    <w:p w:rsidR="007D3635" w:rsidRDefault="007D3635" w:rsidP="00335FC6">
      <w:pPr>
        <w:pStyle w:val="Style1"/>
        <w:jc w:val="right"/>
        <w:rPr>
          <w:rFonts w:ascii="Bookman Old Style" w:hAnsi="Bookman Old Style" w:cs="Bookman Old Style"/>
          <w:sz w:val="18"/>
          <w:szCs w:val="18"/>
        </w:rPr>
      </w:pPr>
    </w:p>
    <w:p w:rsidR="007D3635" w:rsidRDefault="007D3635" w:rsidP="00335FC6">
      <w:pPr>
        <w:pStyle w:val="Style1"/>
        <w:jc w:val="right"/>
        <w:rPr>
          <w:rFonts w:ascii="Bookman Old Style" w:hAnsi="Bookman Old Style" w:cs="Bookman Old Style"/>
          <w:sz w:val="18"/>
          <w:szCs w:val="18"/>
        </w:rPr>
      </w:pPr>
    </w:p>
    <w:p w:rsidR="007D3635" w:rsidRPr="00ED2F05" w:rsidRDefault="007D3635" w:rsidP="00335FC6">
      <w:pPr>
        <w:pStyle w:val="Style1"/>
        <w:jc w:val="left"/>
        <w:rPr>
          <w:rStyle w:val="CharacterStyle1"/>
          <w:rFonts w:ascii="Bookman Old Style" w:hAnsi="Bookman Old Style" w:cs="Bookman Old Style"/>
          <w:sz w:val="18"/>
          <w:szCs w:val="18"/>
        </w:rPr>
      </w:pPr>
      <w:r>
        <w:rPr>
          <w:rStyle w:val="CharacterStyle1"/>
        </w:rPr>
        <w:t>Il Liceo Scientifico....................................................................di.................................</w:t>
      </w:r>
      <w:r>
        <w:rPr>
          <w:rStyle w:val="CharacterStyle1"/>
        </w:rPr>
        <w:tab/>
      </w:r>
    </w:p>
    <w:p w:rsidR="007D3635" w:rsidRDefault="007D3635" w:rsidP="00335FC6">
      <w:pPr>
        <w:pStyle w:val="Style2"/>
        <w:tabs>
          <w:tab w:val="left" w:leader="dot" w:pos="2050"/>
          <w:tab w:val="left" w:leader="dot" w:pos="3599"/>
        </w:tabs>
        <w:spacing w:before="216"/>
        <w:rPr>
          <w:rStyle w:val="CharacterStyle1"/>
          <w:rFonts w:cs="Garamond"/>
          <w:szCs w:val="30"/>
        </w:rPr>
      </w:pPr>
      <w:r>
        <w:rPr>
          <w:rStyle w:val="CharacterStyle1"/>
          <w:rFonts w:cs="Garamond"/>
          <w:szCs w:val="30"/>
        </w:rPr>
        <w:t>Via/piazza..............................</w:t>
      </w:r>
      <w:r>
        <w:rPr>
          <w:rStyle w:val="CharacterStyle1"/>
          <w:rFonts w:cs="Garamond"/>
          <w:szCs w:val="30"/>
        </w:rPr>
        <w:tab/>
        <w:t xml:space="preserve">............................. n: ...................... </w:t>
      </w:r>
      <w:r>
        <w:rPr>
          <w:rStyle w:val="CharacterStyle1"/>
          <w:rFonts w:cs="Garamond"/>
          <w:szCs w:val="30"/>
        </w:rPr>
        <w:tab/>
      </w:r>
    </w:p>
    <w:p w:rsidR="007D3635" w:rsidRDefault="007D3635" w:rsidP="00335FC6">
      <w:pPr>
        <w:pStyle w:val="Style2"/>
        <w:rPr>
          <w:rStyle w:val="CharacterStyle1"/>
          <w:rFonts w:cs="Garamond"/>
          <w:szCs w:val="30"/>
        </w:rPr>
      </w:pPr>
      <w:r>
        <w:rPr>
          <w:rStyle w:val="CharacterStyle1"/>
          <w:rFonts w:cs="Garamond"/>
          <w:szCs w:val="30"/>
        </w:rPr>
        <w:t xml:space="preserve">                                                 </w:t>
      </w:r>
    </w:p>
    <w:p w:rsidR="007D3635" w:rsidRDefault="007D3635" w:rsidP="00335FC6">
      <w:pPr>
        <w:pStyle w:val="Style2"/>
        <w:rPr>
          <w:rStyle w:val="CharacterStyle1"/>
          <w:rFonts w:cs="Garamond"/>
          <w:szCs w:val="30"/>
        </w:rPr>
      </w:pPr>
      <w:r>
        <w:rPr>
          <w:rStyle w:val="CharacterStyle1"/>
          <w:rFonts w:cs="Garamond"/>
          <w:szCs w:val="30"/>
        </w:rPr>
        <w:t>Indirizzo e-mail...............................................................</w:t>
      </w:r>
    </w:p>
    <w:p w:rsidR="007D3635" w:rsidRDefault="007D3635" w:rsidP="00335FC6">
      <w:pPr>
        <w:pStyle w:val="Style2"/>
        <w:rPr>
          <w:rStyle w:val="CharacterStyle1"/>
          <w:rFonts w:cs="Garamond"/>
          <w:szCs w:val="30"/>
        </w:rPr>
      </w:pPr>
      <w:r>
        <w:rPr>
          <w:rStyle w:val="CharacterStyle1"/>
          <w:rFonts w:cs="Garamond"/>
          <w:szCs w:val="30"/>
        </w:rPr>
        <w:t>N. telefono....................................</w:t>
      </w:r>
    </w:p>
    <w:p w:rsidR="007D3635" w:rsidRDefault="007D3635" w:rsidP="00335FC6">
      <w:pPr>
        <w:pStyle w:val="Style2"/>
        <w:rPr>
          <w:rStyle w:val="CharacterStyle1"/>
          <w:rFonts w:cs="Garamond"/>
          <w:szCs w:val="30"/>
        </w:rPr>
      </w:pPr>
      <w:r>
        <w:rPr>
          <w:rStyle w:val="CharacterStyle1"/>
          <w:rFonts w:cs="Garamond"/>
          <w:szCs w:val="30"/>
        </w:rPr>
        <w:t>N. fax....................................</w:t>
      </w:r>
    </w:p>
    <w:p w:rsidR="007D3635" w:rsidRDefault="007D3635" w:rsidP="00335FC6">
      <w:pPr>
        <w:pStyle w:val="Style2"/>
        <w:rPr>
          <w:rStyle w:val="CharacterStyle1"/>
          <w:rFonts w:cs="Garamond"/>
          <w:szCs w:val="30"/>
        </w:rPr>
      </w:pPr>
    </w:p>
    <w:p w:rsidR="007D3635" w:rsidRPr="00A46E7E" w:rsidRDefault="007D3635" w:rsidP="00335FC6">
      <w:pPr>
        <w:pStyle w:val="Style2"/>
        <w:jc w:val="center"/>
        <w:rPr>
          <w:rFonts w:ascii="Bookman Old Style" w:hAnsi="Bookman Old Style" w:cs="Bookman Old Style"/>
          <w:sz w:val="26"/>
          <w:szCs w:val="26"/>
        </w:rPr>
      </w:pPr>
      <w:r w:rsidRPr="00A46E7E">
        <w:rPr>
          <w:rFonts w:ascii="Bookman Old Style" w:hAnsi="Bookman Old Style" w:cs="Bookman Old Style"/>
          <w:sz w:val="26"/>
          <w:szCs w:val="26"/>
        </w:rPr>
        <w:t>CHIEDE</w:t>
      </w:r>
    </w:p>
    <w:p w:rsidR="007D3635" w:rsidRDefault="007D3635" w:rsidP="00335FC6">
      <w:pPr>
        <w:pStyle w:val="Style2"/>
        <w:spacing w:before="324"/>
        <w:rPr>
          <w:rStyle w:val="CharacterStyle1"/>
          <w:rFonts w:cs="Garamond"/>
          <w:b/>
          <w:bCs/>
          <w:szCs w:val="30"/>
        </w:rPr>
      </w:pPr>
      <w:r>
        <w:rPr>
          <w:rStyle w:val="CharacterStyle1"/>
          <w:rFonts w:cs="Garamond"/>
          <w:szCs w:val="30"/>
        </w:rPr>
        <w:t xml:space="preserve">di partecipare al </w:t>
      </w:r>
      <w:r w:rsidRPr="00743AC5">
        <w:rPr>
          <w:rStyle w:val="CharacterStyle1"/>
          <w:rFonts w:ascii="Bookman Old Style" w:hAnsi="Bookman Old Style" w:cs="Bookman Old Style"/>
          <w:b/>
          <w:bCs/>
          <w:i/>
          <w:iCs/>
          <w:sz w:val="24"/>
          <w:szCs w:val="24"/>
        </w:rPr>
        <w:t>Certamen</w:t>
      </w:r>
      <w:r w:rsidRPr="00743AC5">
        <w:rPr>
          <w:rStyle w:val="CharacterStyle1"/>
          <w:rFonts w:ascii="Bookman Old Style" w:hAnsi="Bookman Old Style" w:cs="Bookman Old Style"/>
          <w:b/>
          <w:bCs/>
          <w:sz w:val="24"/>
          <w:szCs w:val="24"/>
        </w:rPr>
        <w:t xml:space="preserve"> nazionale di </w:t>
      </w:r>
      <w:r w:rsidRPr="00743AC5">
        <w:rPr>
          <w:rStyle w:val="CharacterStyle1"/>
          <w:rFonts w:ascii="Bookman Old Style" w:hAnsi="Bookman Old Style" w:cs="Bookman Old Style"/>
          <w:b/>
          <w:bCs/>
          <w:i/>
          <w:iCs/>
          <w:sz w:val="24"/>
          <w:szCs w:val="24"/>
        </w:rPr>
        <w:t>MATEMATICA</w:t>
      </w:r>
      <w:r w:rsidRPr="00743AC5">
        <w:rPr>
          <w:rStyle w:val="CharacterStyle1"/>
          <w:rFonts w:ascii="Bookman Old Style" w:hAnsi="Bookman Old Style" w:cs="Bookman Old Style"/>
          <w:b/>
          <w:bCs/>
          <w:sz w:val="24"/>
          <w:szCs w:val="24"/>
        </w:rPr>
        <w:t xml:space="preserve"> R.CACCIOPPOLI</w:t>
      </w:r>
    </w:p>
    <w:p w:rsidR="007D3635" w:rsidRPr="004A6D12" w:rsidRDefault="007D3635" w:rsidP="00335FC6">
      <w:pPr>
        <w:pStyle w:val="Style2"/>
        <w:spacing w:before="324"/>
        <w:rPr>
          <w:rStyle w:val="CharacterStyle1"/>
          <w:rFonts w:cs="Garamond"/>
          <w:b/>
          <w:bCs/>
          <w:szCs w:val="30"/>
        </w:rPr>
      </w:pPr>
      <w:r>
        <w:rPr>
          <w:rStyle w:val="CharacterStyle1"/>
          <w:rFonts w:cs="Garamond"/>
          <w:szCs w:val="30"/>
        </w:rPr>
        <w:t xml:space="preserve"> che si terrà presso il L.S.S. “G.Mercalli” il giorno 7 aprile 2011.</w:t>
      </w:r>
    </w:p>
    <w:p w:rsidR="007D3635" w:rsidRDefault="007D3635" w:rsidP="00335FC6">
      <w:pPr>
        <w:pStyle w:val="Style2"/>
        <w:rPr>
          <w:rStyle w:val="CharacterStyle1"/>
          <w:rFonts w:ascii="Bookman Old Style" w:hAnsi="Bookman Old Style" w:cs="Bookman Old Style"/>
          <w:sz w:val="22"/>
          <w:szCs w:val="22"/>
        </w:rPr>
      </w:pPr>
    </w:p>
    <w:p w:rsidR="007D3635" w:rsidRDefault="007D3635" w:rsidP="00335FC6">
      <w:pPr>
        <w:pStyle w:val="Style2"/>
        <w:rPr>
          <w:rStyle w:val="CharacterStyle1"/>
          <w:rFonts w:ascii="Bookman Old Style" w:hAnsi="Bookman Old Style" w:cs="Bookman Old Style"/>
          <w:sz w:val="22"/>
          <w:szCs w:val="22"/>
        </w:rPr>
      </w:pPr>
    </w:p>
    <w:p w:rsidR="007D3635" w:rsidRDefault="007D3635" w:rsidP="00335FC6">
      <w:pPr>
        <w:pStyle w:val="Style2"/>
        <w:rPr>
          <w:rStyle w:val="CharacterStyle1"/>
          <w:rFonts w:ascii="Bookman Old Style" w:hAnsi="Bookman Old Style" w:cs="Bookman Old Style"/>
          <w:sz w:val="22"/>
          <w:szCs w:val="22"/>
        </w:rPr>
      </w:pPr>
    </w:p>
    <w:p w:rsidR="007D3635" w:rsidRDefault="007D3635" w:rsidP="00335FC6">
      <w:pPr>
        <w:pStyle w:val="Style2"/>
        <w:rPr>
          <w:sz w:val="28"/>
          <w:szCs w:val="28"/>
        </w:rPr>
      </w:pPr>
      <w:r>
        <w:rPr>
          <w:rStyle w:val="CharacterStyle1"/>
          <w:rFonts w:ascii="Bookman Old Style" w:hAnsi="Bookman Old Style" w:cs="Bookman Old Style"/>
          <w:sz w:val="22"/>
          <w:szCs w:val="22"/>
        </w:rPr>
        <w:t xml:space="preserve">Data.............................                       </w:t>
      </w:r>
      <w:r>
        <w:rPr>
          <w:sz w:val="28"/>
          <w:szCs w:val="28"/>
        </w:rPr>
        <w:t>Dirigente Scolastico................................</w:t>
      </w:r>
    </w:p>
    <w:p w:rsidR="007D3635" w:rsidRDefault="007D3635" w:rsidP="00335FC6">
      <w:pPr>
        <w:pStyle w:val="Style1"/>
        <w:spacing w:line="204" w:lineRule="auto"/>
        <w:jc w:val="left"/>
      </w:pPr>
    </w:p>
    <w:p w:rsidR="007D3635" w:rsidRDefault="007D3635" w:rsidP="00335FC6">
      <w:pPr>
        <w:pStyle w:val="Style1"/>
        <w:spacing w:line="204" w:lineRule="auto"/>
        <w:jc w:val="left"/>
      </w:pPr>
    </w:p>
    <w:p w:rsidR="007D3635" w:rsidRPr="00A46E7E" w:rsidRDefault="007D3635" w:rsidP="00335FC6">
      <w:pPr>
        <w:pStyle w:val="Style1"/>
        <w:spacing w:line="204" w:lineRule="auto"/>
        <w:jc w:val="left"/>
        <w:rPr>
          <w:b/>
          <w:bCs/>
        </w:rPr>
      </w:pPr>
      <w:r w:rsidRPr="00A46E7E">
        <w:rPr>
          <w:b/>
          <w:bCs/>
        </w:rPr>
        <w:t>Docente della scuola a cui far riferimento per eventuali comunicazioni</w:t>
      </w:r>
    </w:p>
    <w:p w:rsidR="007D3635" w:rsidRDefault="007D3635" w:rsidP="00335FC6">
      <w:pPr>
        <w:pStyle w:val="Style1"/>
        <w:spacing w:line="204" w:lineRule="auto"/>
        <w:jc w:val="left"/>
      </w:pPr>
    </w:p>
    <w:p w:rsidR="007D3635" w:rsidRDefault="007D3635" w:rsidP="00335FC6">
      <w:pPr>
        <w:pStyle w:val="Style1"/>
        <w:spacing w:line="204" w:lineRule="auto"/>
        <w:jc w:val="left"/>
      </w:pPr>
      <w:r>
        <w:t>………………………………………………………………………….</w:t>
      </w:r>
    </w:p>
    <w:p w:rsidR="007D3635" w:rsidRDefault="007D3635" w:rsidP="00335FC6">
      <w:pPr>
        <w:pStyle w:val="Style1"/>
        <w:spacing w:line="204" w:lineRule="auto"/>
        <w:jc w:val="left"/>
      </w:pPr>
    </w:p>
    <w:p w:rsidR="007D3635" w:rsidRPr="00ED2F05" w:rsidRDefault="007D3635" w:rsidP="00335FC6">
      <w:pPr>
        <w:pStyle w:val="Style1"/>
        <w:spacing w:line="204" w:lineRule="auto"/>
        <w:jc w:val="left"/>
        <w:rPr>
          <w:sz w:val="24"/>
          <w:szCs w:val="24"/>
        </w:rPr>
      </w:pPr>
      <w:r>
        <w:rPr>
          <w:sz w:val="24"/>
          <w:szCs w:val="24"/>
        </w:rPr>
        <w:t>(Da spedire entro il 15</w:t>
      </w:r>
      <w:r w:rsidRPr="00ED2F05">
        <w:rPr>
          <w:sz w:val="24"/>
          <w:szCs w:val="24"/>
        </w:rPr>
        <w:t xml:space="preserve"> </w:t>
      </w:r>
      <w:r>
        <w:rPr>
          <w:sz w:val="24"/>
          <w:szCs w:val="24"/>
        </w:rPr>
        <w:t>dicembre</w:t>
      </w:r>
      <w:r w:rsidRPr="00ED2F05">
        <w:rPr>
          <w:sz w:val="24"/>
          <w:szCs w:val="24"/>
        </w:rPr>
        <w:t xml:space="preserve"> 2010</w:t>
      </w:r>
      <w:r>
        <w:rPr>
          <w:sz w:val="24"/>
          <w:szCs w:val="24"/>
        </w:rPr>
        <w:t>)</w:t>
      </w:r>
    </w:p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>
      <w:pPr>
        <w:rPr>
          <w:b/>
          <w:bCs/>
          <w:sz w:val="36"/>
          <w:szCs w:val="36"/>
        </w:rPr>
      </w:pPr>
    </w:p>
    <w:p w:rsidR="007D3635" w:rsidRDefault="007D3635" w:rsidP="00852438">
      <w:pPr>
        <w:rPr>
          <w:b/>
          <w:bCs/>
          <w:sz w:val="36"/>
          <w:szCs w:val="36"/>
        </w:rPr>
      </w:pPr>
    </w:p>
    <w:p w:rsidR="007D3635" w:rsidRPr="00A9194D" w:rsidRDefault="007D3635" w:rsidP="00852438">
      <w:pPr>
        <w:rPr>
          <w:b/>
          <w:bCs/>
          <w:sz w:val="36"/>
          <w:szCs w:val="36"/>
        </w:rPr>
      </w:pPr>
      <w:r w:rsidRPr="00A9194D">
        <w:rPr>
          <w:b/>
          <w:bCs/>
          <w:sz w:val="36"/>
          <w:szCs w:val="36"/>
        </w:rPr>
        <w:t>ARGOMENTI OGGETTO DELLA PROVA</w:t>
      </w:r>
    </w:p>
    <w:p w:rsidR="007D3635" w:rsidRDefault="007D3635" w:rsidP="00852438">
      <w:pPr>
        <w:rPr>
          <w:sz w:val="32"/>
          <w:szCs w:val="32"/>
        </w:rPr>
      </w:pPr>
    </w:p>
    <w:p w:rsidR="007D3635" w:rsidRPr="00A9194D" w:rsidRDefault="007D3635" w:rsidP="00852438">
      <w:pPr>
        <w:rPr>
          <w:sz w:val="32"/>
          <w:szCs w:val="32"/>
        </w:rPr>
      </w:pPr>
    </w:p>
    <w:p w:rsidR="007D3635" w:rsidRPr="00A9194D" w:rsidRDefault="007D3635" w:rsidP="00A9194D">
      <w:pPr>
        <w:numPr>
          <w:ilvl w:val="0"/>
          <w:numId w:val="2"/>
        </w:numPr>
        <w:rPr>
          <w:sz w:val="32"/>
          <w:szCs w:val="32"/>
        </w:rPr>
      </w:pPr>
      <w:r w:rsidRPr="00A9194D">
        <w:rPr>
          <w:sz w:val="32"/>
          <w:szCs w:val="32"/>
        </w:rPr>
        <w:t xml:space="preserve"> Strutture numeriche, aritmetica</w:t>
      </w:r>
      <w:r>
        <w:rPr>
          <w:sz w:val="32"/>
          <w:szCs w:val="32"/>
        </w:rPr>
        <w:t>.</w:t>
      </w:r>
    </w:p>
    <w:p w:rsidR="007D3635" w:rsidRPr="00A9194D" w:rsidRDefault="007D3635" w:rsidP="00A9194D">
      <w:pPr>
        <w:numPr>
          <w:ilvl w:val="0"/>
          <w:numId w:val="2"/>
        </w:numPr>
        <w:rPr>
          <w:sz w:val="32"/>
          <w:szCs w:val="32"/>
        </w:rPr>
      </w:pPr>
      <w:r w:rsidRPr="00A9194D">
        <w:rPr>
          <w:sz w:val="32"/>
          <w:szCs w:val="32"/>
        </w:rPr>
        <w:t>Algebra elementare, equazioni e disequazioni</w:t>
      </w:r>
      <w:r>
        <w:rPr>
          <w:sz w:val="32"/>
          <w:szCs w:val="32"/>
        </w:rPr>
        <w:t>.</w:t>
      </w:r>
    </w:p>
    <w:p w:rsidR="007D3635" w:rsidRPr="00A9194D" w:rsidRDefault="007D3635" w:rsidP="00A9194D">
      <w:pPr>
        <w:numPr>
          <w:ilvl w:val="0"/>
          <w:numId w:val="2"/>
        </w:numPr>
        <w:rPr>
          <w:sz w:val="32"/>
          <w:szCs w:val="32"/>
        </w:rPr>
      </w:pPr>
      <w:r w:rsidRPr="00A9194D">
        <w:rPr>
          <w:sz w:val="32"/>
          <w:szCs w:val="32"/>
        </w:rPr>
        <w:t>Insiemi, elementi di logica e topologia, calcolo combinatorio, relazioni e funzioni.</w:t>
      </w:r>
    </w:p>
    <w:p w:rsidR="007D3635" w:rsidRPr="00A9194D" w:rsidRDefault="007D3635" w:rsidP="00A9194D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Geometria euclidea.</w:t>
      </w:r>
    </w:p>
    <w:p w:rsidR="007D3635" w:rsidRPr="00A9194D" w:rsidRDefault="007D3635" w:rsidP="00A9194D">
      <w:pPr>
        <w:numPr>
          <w:ilvl w:val="0"/>
          <w:numId w:val="2"/>
        </w:numPr>
        <w:rPr>
          <w:sz w:val="32"/>
          <w:szCs w:val="32"/>
        </w:rPr>
      </w:pPr>
      <w:r w:rsidRPr="00A9194D">
        <w:rPr>
          <w:sz w:val="32"/>
          <w:szCs w:val="32"/>
        </w:rPr>
        <w:t>Geometria analitica</w:t>
      </w:r>
      <w:r>
        <w:rPr>
          <w:sz w:val="32"/>
          <w:szCs w:val="32"/>
        </w:rPr>
        <w:t>.</w:t>
      </w:r>
    </w:p>
    <w:p w:rsidR="007D3635" w:rsidRPr="00A9194D" w:rsidRDefault="007D3635" w:rsidP="00A9194D">
      <w:pPr>
        <w:numPr>
          <w:ilvl w:val="0"/>
          <w:numId w:val="2"/>
        </w:numPr>
        <w:rPr>
          <w:sz w:val="32"/>
          <w:szCs w:val="32"/>
        </w:rPr>
      </w:pPr>
      <w:r w:rsidRPr="00A9194D">
        <w:rPr>
          <w:sz w:val="32"/>
          <w:szCs w:val="32"/>
        </w:rPr>
        <w:t>Goniometria e trigonometria</w:t>
      </w:r>
      <w:r>
        <w:rPr>
          <w:sz w:val="32"/>
          <w:szCs w:val="32"/>
        </w:rPr>
        <w:t>.</w:t>
      </w:r>
    </w:p>
    <w:p w:rsidR="007D3635" w:rsidRPr="00A9194D" w:rsidRDefault="007D3635" w:rsidP="00A9194D">
      <w:pPr>
        <w:numPr>
          <w:ilvl w:val="0"/>
          <w:numId w:val="2"/>
        </w:numPr>
        <w:rPr>
          <w:sz w:val="32"/>
          <w:szCs w:val="32"/>
        </w:rPr>
      </w:pPr>
      <w:r w:rsidRPr="00A9194D">
        <w:rPr>
          <w:sz w:val="32"/>
          <w:szCs w:val="32"/>
        </w:rPr>
        <w:t>Calcolo vettoriale</w:t>
      </w:r>
      <w:r>
        <w:rPr>
          <w:sz w:val="32"/>
          <w:szCs w:val="32"/>
        </w:rPr>
        <w:t>.</w:t>
      </w:r>
    </w:p>
    <w:p w:rsidR="007D3635" w:rsidRPr="00A9194D" w:rsidRDefault="007D3635" w:rsidP="00A9194D">
      <w:pPr>
        <w:numPr>
          <w:ilvl w:val="0"/>
          <w:numId w:val="2"/>
        </w:numPr>
        <w:rPr>
          <w:sz w:val="32"/>
          <w:szCs w:val="32"/>
        </w:rPr>
      </w:pPr>
      <w:r w:rsidRPr="00A9194D">
        <w:rPr>
          <w:sz w:val="32"/>
          <w:szCs w:val="32"/>
        </w:rPr>
        <w:t>Successioni e funzioni numeriche</w:t>
      </w:r>
      <w:r>
        <w:rPr>
          <w:sz w:val="32"/>
          <w:szCs w:val="32"/>
        </w:rPr>
        <w:t>.</w:t>
      </w:r>
    </w:p>
    <w:p w:rsidR="007D3635" w:rsidRPr="00A9194D" w:rsidRDefault="007D3635" w:rsidP="00A9194D">
      <w:pPr>
        <w:numPr>
          <w:ilvl w:val="0"/>
          <w:numId w:val="2"/>
        </w:numPr>
        <w:rPr>
          <w:sz w:val="32"/>
          <w:szCs w:val="32"/>
        </w:rPr>
      </w:pPr>
      <w:r w:rsidRPr="00A9194D">
        <w:rPr>
          <w:sz w:val="32"/>
          <w:szCs w:val="32"/>
        </w:rPr>
        <w:t>Funzioni: proprietà e operazioni</w:t>
      </w:r>
      <w:r>
        <w:rPr>
          <w:sz w:val="32"/>
          <w:szCs w:val="32"/>
        </w:rPr>
        <w:t>.</w:t>
      </w:r>
    </w:p>
    <w:p w:rsidR="007D3635" w:rsidRPr="00A9194D" w:rsidRDefault="007D3635" w:rsidP="00A9194D">
      <w:pPr>
        <w:numPr>
          <w:ilvl w:val="0"/>
          <w:numId w:val="2"/>
        </w:numPr>
        <w:rPr>
          <w:sz w:val="32"/>
          <w:szCs w:val="32"/>
        </w:rPr>
      </w:pPr>
      <w:r w:rsidRPr="00A9194D">
        <w:rPr>
          <w:sz w:val="32"/>
          <w:szCs w:val="32"/>
        </w:rPr>
        <w:t>Limiti di funzione</w:t>
      </w:r>
      <w:r>
        <w:rPr>
          <w:sz w:val="32"/>
          <w:szCs w:val="32"/>
        </w:rPr>
        <w:t>.</w:t>
      </w:r>
    </w:p>
    <w:p w:rsidR="007D3635" w:rsidRPr="00A9194D" w:rsidRDefault="007D3635" w:rsidP="00A9194D">
      <w:pPr>
        <w:numPr>
          <w:ilvl w:val="0"/>
          <w:numId w:val="2"/>
        </w:numPr>
        <w:rPr>
          <w:sz w:val="32"/>
          <w:szCs w:val="32"/>
        </w:rPr>
      </w:pPr>
      <w:r w:rsidRPr="00A9194D">
        <w:rPr>
          <w:sz w:val="32"/>
          <w:szCs w:val="32"/>
        </w:rPr>
        <w:t>Funzioni continue</w:t>
      </w:r>
      <w:r>
        <w:rPr>
          <w:sz w:val="32"/>
          <w:szCs w:val="32"/>
        </w:rPr>
        <w:t>.</w:t>
      </w:r>
    </w:p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/>
    <w:p w:rsidR="007D3635" w:rsidRDefault="007D3635" w:rsidP="00852438">
      <w:r>
        <w:rPr>
          <w:rFonts w:ascii="Bookman Old Style" w:hAnsi="Bookman Old Style" w:cs="Bookman Old Style"/>
          <w:sz w:val="26"/>
          <w:szCs w:val="26"/>
        </w:rPr>
        <w:t xml:space="preserve">  </w:t>
      </w:r>
    </w:p>
    <w:p w:rsidR="007D3635" w:rsidRPr="00B12DF3" w:rsidRDefault="007D3635" w:rsidP="00852438"/>
    <w:sectPr w:rsidR="007D3635" w:rsidRPr="00B12DF3" w:rsidSect="007C4AB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635" w:rsidRDefault="007D3635">
      <w:r>
        <w:separator/>
      </w:r>
    </w:p>
  </w:endnote>
  <w:endnote w:type="continuationSeparator" w:id="0">
    <w:p w:rsidR="007D3635" w:rsidRDefault="007D3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635" w:rsidRDefault="007D3635">
      <w:r>
        <w:separator/>
      </w:r>
    </w:p>
  </w:footnote>
  <w:footnote w:type="continuationSeparator" w:id="0">
    <w:p w:rsidR="007D3635" w:rsidRDefault="007D36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635" w:rsidRDefault="007D3635" w:rsidP="009F7827">
    <w:pPr>
      <w:pStyle w:val="Header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A5B23"/>
    <w:multiLevelType w:val="hybridMultilevel"/>
    <w:tmpl w:val="32565966"/>
    <w:lvl w:ilvl="0" w:tplc="0410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6EC13E71"/>
    <w:multiLevelType w:val="hybridMultilevel"/>
    <w:tmpl w:val="8246213C"/>
    <w:lvl w:ilvl="0" w:tplc="59BCF5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708"/>
    <w:rsid w:val="00004412"/>
    <w:rsid w:val="00004BE4"/>
    <w:rsid w:val="00010724"/>
    <w:rsid w:val="0001332A"/>
    <w:rsid w:val="000154F5"/>
    <w:rsid w:val="00015A9B"/>
    <w:rsid w:val="00017642"/>
    <w:rsid w:val="000179EE"/>
    <w:rsid w:val="00020408"/>
    <w:rsid w:val="00027ADE"/>
    <w:rsid w:val="0003098D"/>
    <w:rsid w:val="00031F65"/>
    <w:rsid w:val="0003227D"/>
    <w:rsid w:val="00032933"/>
    <w:rsid w:val="00036A45"/>
    <w:rsid w:val="00042497"/>
    <w:rsid w:val="00044B33"/>
    <w:rsid w:val="00044D41"/>
    <w:rsid w:val="00047EC1"/>
    <w:rsid w:val="00052F83"/>
    <w:rsid w:val="00053629"/>
    <w:rsid w:val="00056C22"/>
    <w:rsid w:val="00057FFB"/>
    <w:rsid w:val="00061ACB"/>
    <w:rsid w:val="00067787"/>
    <w:rsid w:val="00070805"/>
    <w:rsid w:val="00073410"/>
    <w:rsid w:val="00073A41"/>
    <w:rsid w:val="000765D3"/>
    <w:rsid w:val="0007724C"/>
    <w:rsid w:val="00084792"/>
    <w:rsid w:val="000865B5"/>
    <w:rsid w:val="00092684"/>
    <w:rsid w:val="00092D5F"/>
    <w:rsid w:val="00092E80"/>
    <w:rsid w:val="00097211"/>
    <w:rsid w:val="000A0399"/>
    <w:rsid w:val="000A3466"/>
    <w:rsid w:val="000A5654"/>
    <w:rsid w:val="000A5F64"/>
    <w:rsid w:val="000B0FC6"/>
    <w:rsid w:val="000B5177"/>
    <w:rsid w:val="000B6478"/>
    <w:rsid w:val="000C3232"/>
    <w:rsid w:val="000C3EE4"/>
    <w:rsid w:val="000C4A32"/>
    <w:rsid w:val="000C53F9"/>
    <w:rsid w:val="000C6C5F"/>
    <w:rsid w:val="000C7126"/>
    <w:rsid w:val="000D0271"/>
    <w:rsid w:val="000D0C65"/>
    <w:rsid w:val="000D10F0"/>
    <w:rsid w:val="000D589F"/>
    <w:rsid w:val="000E1A54"/>
    <w:rsid w:val="000E1CBE"/>
    <w:rsid w:val="000E267A"/>
    <w:rsid w:val="000E2D3F"/>
    <w:rsid w:val="000E3794"/>
    <w:rsid w:val="000E580D"/>
    <w:rsid w:val="000F1181"/>
    <w:rsid w:val="000F69FC"/>
    <w:rsid w:val="00100A80"/>
    <w:rsid w:val="0010492E"/>
    <w:rsid w:val="00104DF4"/>
    <w:rsid w:val="001100CF"/>
    <w:rsid w:val="00110DAD"/>
    <w:rsid w:val="001152F7"/>
    <w:rsid w:val="001173FB"/>
    <w:rsid w:val="001209F4"/>
    <w:rsid w:val="00124E4F"/>
    <w:rsid w:val="00124FDC"/>
    <w:rsid w:val="00127E50"/>
    <w:rsid w:val="001316F5"/>
    <w:rsid w:val="0013257F"/>
    <w:rsid w:val="00132AC3"/>
    <w:rsid w:val="001379AC"/>
    <w:rsid w:val="00140133"/>
    <w:rsid w:val="00141057"/>
    <w:rsid w:val="0014145A"/>
    <w:rsid w:val="0014300D"/>
    <w:rsid w:val="0014395D"/>
    <w:rsid w:val="0014640B"/>
    <w:rsid w:val="001506BF"/>
    <w:rsid w:val="0015135D"/>
    <w:rsid w:val="001518EA"/>
    <w:rsid w:val="00154281"/>
    <w:rsid w:val="00160588"/>
    <w:rsid w:val="001646B5"/>
    <w:rsid w:val="00164810"/>
    <w:rsid w:val="001649AE"/>
    <w:rsid w:val="00167DF5"/>
    <w:rsid w:val="00170C5E"/>
    <w:rsid w:val="00176005"/>
    <w:rsid w:val="0017678E"/>
    <w:rsid w:val="0018076A"/>
    <w:rsid w:val="00180AA6"/>
    <w:rsid w:val="00180DDA"/>
    <w:rsid w:val="00180FBB"/>
    <w:rsid w:val="001822DF"/>
    <w:rsid w:val="0018237B"/>
    <w:rsid w:val="0018307B"/>
    <w:rsid w:val="0018342D"/>
    <w:rsid w:val="001835C1"/>
    <w:rsid w:val="0018385A"/>
    <w:rsid w:val="00183E59"/>
    <w:rsid w:val="00185A08"/>
    <w:rsid w:val="00186993"/>
    <w:rsid w:val="001915F9"/>
    <w:rsid w:val="00192C74"/>
    <w:rsid w:val="0019331B"/>
    <w:rsid w:val="0019371D"/>
    <w:rsid w:val="001938B8"/>
    <w:rsid w:val="00195EFC"/>
    <w:rsid w:val="001970E4"/>
    <w:rsid w:val="001A3C3D"/>
    <w:rsid w:val="001A3E5F"/>
    <w:rsid w:val="001A3F92"/>
    <w:rsid w:val="001A41D8"/>
    <w:rsid w:val="001A5A87"/>
    <w:rsid w:val="001A6088"/>
    <w:rsid w:val="001A60FC"/>
    <w:rsid w:val="001B3385"/>
    <w:rsid w:val="001B3ACC"/>
    <w:rsid w:val="001C01E5"/>
    <w:rsid w:val="001C37C5"/>
    <w:rsid w:val="001C72E4"/>
    <w:rsid w:val="001D2EAF"/>
    <w:rsid w:val="001D3C14"/>
    <w:rsid w:val="001D43DB"/>
    <w:rsid w:val="001E2E02"/>
    <w:rsid w:val="001E3A6D"/>
    <w:rsid w:val="001E7A7F"/>
    <w:rsid w:val="001F2E58"/>
    <w:rsid w:val="002024B1"/>
    <w:rsid w:val="0020258C"/>
    <w:rsid w:val="00202698"/>
    <w:rsid w:val="00203EBD"/>
    <w:rsid w:val="00206173"/>
    <w:rsid w:val="0020647A"/>
    <w:rsid w:val="00207DF2"/>
    <w:rsid w:val="00211AF4"/>
    <w:rsid w:val="0021260F"/>
    <w:rsid w:val="00212638"/>
    <w:rsid w:val="00213977"/>
    <w:rsid w:val="00214B54"/>
    <w:rsid w:val="00214D56"/>
    <w:rsid w:val="00215A8D"/>
    <w:rsid w:val="00216C0D"/>
    <w:rsid w:val="002212DE"/>
    <w:rsid w:val="0022423B"/>
    <w:rsid w:val="00224A79"/>
    <w:rsid w:val="002368D3"/>
    <w:rsid w:val="00237796"/>
    <w:rsid w:val="00241D08"/>
    <w:rsid w:val="00241FFD"/>
    <w:rsid w:val="00251D5D"/>
    <w:rsid w:val="00251E4F"/>
    <w:rsid w:val="00256BC2"/>
    <w:rsid w:val="00257C59"/>
    <w:rsid w:val="002603FC"/>
    <w:rsid w:val="00260708"/>
    <w:rsid w:val="00261AF3"/>
    <w:rsid w:val="0026591F"/>
    <w:rsid w:val="00267C2E"/>
    <w:rsid w:val="00271B17"/>
    <w:rsid w:val="00273DFF"/>
    <w:rsid w:val="00274343"/>
    <w:rsid w:val="0027442D"/>
    <w:rsid w:val="002750C9"/>
    <w:rsid w:val="00275B85"/>
    <w:rsid w:val="002760B7"/>
    <w:rsid w:val="00276F09"/>
    <w:rsid w:val="00277C2C"/>
    <w:rsid w:val="00280146"/>
    <w:rsid w:val="0028646E"/>
    <w:rsid w:val="0029052B"/>
    <w:rsid w:val="0029093D"/>
    <w:rsid w:val="00290CAE"/>
    <w:rsid w:val="00291221"/>
    <w:rsid w:val="00292814"/>
    <w:rsid w:val="0029426E"/>
    <w:rsid w:val="00294E76"/>
    <w:rsid w:val="002A0259"/>
    <w:rsid w:val="002A3638"/>
    <w:rsid w:val="002A43B7"/>
    <w:rsid w:val="002A6651"/>
    <w:rsid w:val="002A6888"/>
    <w:rsid w:val="002B29E7"/>
    <w:rsid w:val="002B2B49"/>
    <w:rsid w:val="002B4DE9"/>
    <w:rsid w:val="002B6511"/>
    <w:rsid w:val="002B7E0B"/>
    <w:rsid w:val="002C76D2"/>
    <w:rsid w:val="002D4778"/>
    <w:rsid w:val="002D48D9"/>
    <w:rsid w:val="002D5C09"/>
    <w:rsid w:val="002D5E7B"/>
    <w:rsid w:val="002E206A"/>
    <w:rsid w:val="002E7C01"/>
    <w:rsid w:val="002F0138"/>
    <w:rsid w:val="002F225D"/>
    <w:rsid w:val="002F23F3"/>
    <w:rsid w:val="002F316F"/>
    <w:rsid w:val="00300968"/>
    <w:rsid w:val="003009E1"/>
    <w:rsid w:val="00300E2C"/>
    <w:rsid w:val="00302B64"/>
    <w:rsid w:val="003037AE"/>
    <w:rsid w:val="00306F0E"/>
    <w:rsid w:val="00307DF4"/>
    <w:rsid w:val="003105F3"/>
    <w:rsid w:val="00310B65"/>
    <w:rsid w:val="00311913"/>
    <w:rsid w:val="00316442"/>
    <w:rsid w:val="00321490"/>
    <w:rsid w:val="0032251D"/>
    <w:rsid w:val="00323A5E"/>
    <w:rsid w:val="003275B1"/>
    <w:rsid w:val="00331E30"/>
    <w:rsid w:val="00333686"/>
    <w:rsid w:val="0033594C"/>
    <w:rsid w:val="00335FC6"/>
    <w:rsid w:val="00343787"/>
    <w:rsid w:val="00344525"/>
    <w:rsid w:val="003449E9"/>
    <w:rsid w:val="003475BC"/>
    <w:rsid w:val="003503F2"/>
    <w:rsid w:val="0035422A"/>
    <w:rsid w:val="0035433B"/>
    <w:rsid w:val="003574E3"/>
    <w:rsid w:val="0035752E"/>
    <w:rsid w:val="00360E69"/>
    <w:rsid w:val="00361291"/>
    <w:rsid w:val="00364479"/>
    <w:rsid w:val="003658A4"/>
    <w:rsid w:val="003659DF"/>
    <w:rsid w:val="00366DC8"/>
    <w:rsid w:val="003715BB"/>
    <w:rsid w:val="00371C0A"/>
    <w:rsid w:val="00371DF5"/>
    <w:rsid w:val="0037295A"/>
    <w:rsid w:val="00372C66"/>
    <w:rsid w:val="00382454"/>
    <w:rsid w:val="00390149"/>
    <w:rsid w:val="003919D9"/>
    <w:rsid w:val="00396EF0"/>
    <w:rsid w:val="0039754F"/>
    <w:rsid w:val="003976A8"/>
    <w:rsid w:val="003A08CB"/>
    <w:rsid w:val="003A116D"/>
    <w:rsid w:val="003A294E"/>
    <w:rsid w:val="003A377F"/>
    <w:rsid w:val="003A5728"/>
    <w:rsid w:val="003A7888"/>
    <w:rsid w:val="003B27FF"/>
    <w:rsid w:val="003B3A8B"/>
    <w:rsid w:val="003B56D4"/>
    <w:rsid w:val="003B5CC0"/>
    <w:rsid w:val="003C080D"/>
    <w:rsid w:val="003C3734"/>
    <w:rsid w:val="003C46B8"/>
    <w:rsid w:val="003C7B35"/>
    <w:rsid w:val="003D0357"/>
    <w:rsid w:val="003D21B3"/>
    <w:rsid w:val="003D321C"/>
    <w:rsid w:val="003D3903"/>
    <w:rsid w:val="003D464F"/>
    <w:rsid w:val="003D790F"/>
    <w:rsid w:val="003E10B0"/>
    <w:rsid w:val="003E5D12"/>
    <w:rsid w:val="003E65FF"/>
    <w:rsid w:val="003E7B55"/>
    <w:rsid w:val="003F13A1"/>
    <w:rsid w:val="003F144F"/>
    <w:rsid w:val="003F2F75"/>
    <w:rsid w:val="003F365B"/>
    <w:rsid w:val="003F3FE4"/>
    <w:rsid w:val="003F44D1"/>
    <w:rsid w:val="003F44F6"/>
    <w:rsid w:val="003F61EA"/>
    <w:rsid w:val="004019C3"/>
    <w:rsid w:val="00401DC1"/>
    <w:rsid w:val="004046CA"/>
    <w:rsid w:val="004047EB"/>
    <w:rsid w:val="004056E3"/>
    <w:rsid w:val="00406FB4"/>
    <w:rsid w:val="00407D5F"/>
    <w:rsid w:val="004109A0"/>
    <w:rsid w:val="0041384B"/>
    <w:rsid w:val="0042208E"/>
    <w:rsid w:val="00423AC0"/>
    <w:rsid w:val="00424BD3"/>
    <w:rsid w:val="00426BB0"/>
    <w:rsid w:val="00426C80"/>
    <w:rsid w:val="00427260"/>
    <w:rsid w:val="00432CE9"/>
    <w:rsid w:val="00433AAB"/>
    <w:rsid w:val="00433F8E"/>
    <w:rsid w:val="004340EC"/>
    <w:rsid w:val="004345E3"/>
    <w:rsid w:val="00435D73"/>
    <w:rsid w:val="004369AB"/>
    <w:rsid w:val="00437CE3"/>
    <w:rsid w:val="0044400B"/>
    <w:rsid w:val="00450825"/>
    <w:rsid w:val="004534AA"/>
    <w:rsid w:val="00453995"/>
    <w:rsid w:val="00457C38"/>
    <w:rsid w:val="0046009C"/>
    <w:rsid w:val="0046356B"/>
    <w:rsid w:val="0046484F"/>
    <w:rsid w:val="00465CD7"/>
    <w:rsid w:val="004660F1"/>
    <w:rsid w:val="00466803"/>
    <w:rsid w:val="00471E94"/>
    <w:rsid w:val="0047207A"/>
    <w:rsid w:val="0047307F"/>
    <w:rsid w:val="00474B57"/>
    <w:rsid w:val="00475FE7"/>
    <w:rsid w:val="00476C59"/>
    <w:rsid w:val="004771BB"/>
    <w:rsid w:val="0048027A"/>
    <w:rsid w:val="00480F7C"/>
    <w:rsid w:val="00482DC8"/>
    <w:rsid w:val="00483D11"/>
    <w:rsid w:val="004869E0"/>
    <w:rsid w:val="00487D85"/>
    <w:rsid w:val="00490721"/>
    <w:rsid w:val="00493AE2"/>
    <w:rsid w:val="004A6D12"/>
    <w:rsid w:val="004A7866"/>
    <w:rsid w:val="004B0233"/>
    <w:rsid w:val="004B53EC"/>
    <w:rsid w:val="004C542C"/>
    <w:rsid w:val="004C5A90"/>
    <w:rsid w:val="004C66BD"/>
    <w:rsid w:val="004D1228"/>
    <w:rsid w:val="004D1BC8"/>
    <w:rsid w:val="004D4352"/>
    <w:rsid w:val="004D45AD"/>
    <w:rsid w:val="004D793B"/>
    <w:rsid w:val="004D7A05"/>
    <w:rsid w:val="004E29C7"/>
    <w:rsid w:val="004E49C4"/>
    <w:rsid w:val="004E5A0B"/>
    <w:rsid w:val="004E6233"/>
    <w:rsid w:val="005038C8"/>
    <w:rsid w:val="00506415"/>
    <w:rsid w:val="00511180"/>
    <w:rsid w:val="005111A4"/>
    <w:rsid w:val="00511277"/>
    <w:rsid w:val="00512CB2"/>
    <w:rsid w:val="005130C7"/>
    <w:rsid w:val="0051451D"/>
    <w:rsid w:val="0051563F"/>
    <w:rsid w:val="005235B8"/>
    <w:rsid w:val="00525780"/>
    <w:rsid w:val="005258A7"/>
    <w:rsid w:val="00532681"/>
    <w:rsid w:val="005328A0"/>
    <w:rsid w:val="00533D24"/>
    <w:rsid w:val="00535F97"/>
    <w:rsid w:val="00537889"/>
    <w:rsid w:val="005534FE"/>
    <w:rsid w:val="00554AF3"/>
    <w:rsid w:val="005571FC"/>
    <w:rsid w:val="005577B6"/>
    <w:rsid w:val="00560A5E"/>
    <w:rsid w:val="00560E8C"/>
    <w:rsid w:val="00561149"/>
    <w:rsid w:val="00563D31"/>
    <w:rsid w:val="00567632"/>
    <w:rsid w:val="00570CB2"/>
    <w:rsid w:val="005718BB"/>
    <w:rsid w:val="0057267D"/>
    <w:rsid w:val="005734A6"/>
    <w:rsid w:val="00574450"/>
    <w:rsid w:val="0057513B"/>
    <w:rsid w:val="005770BF"/>
    <w:rsid w:val="00582A68"/>
    <w:rsid w:val="005836BB"/>
    <w:rsid w:val="0058433E"/>
    <w:rsid w:val="0058469E"/>
    <w:rsid w:val="005854C8"/>
    <w:rsid w:val="00586F5E"/>
    <w:rsid w:val="005907D9"/>
    <w:rsid w:val="00593491"/>
    <w:rsid w:val="00593F73"/>
    <w:rsid w:val="0059665F"/>
    <w:rsid w:val="005A0E0D"/>
    <w:rsid w:val="005A10A6"/>
    <w:rsid w:val="005A1A3B"/>
    <w:rsid w:val="005A219D"/>
    <w:rsid w:val="005A2FD2"/>
    <w:rsid w:val="005A3A7B"/>
    <w:rsid w:val="005A48B9"/>
    <w:rsid w:val="005A526B"/>
    <w:rsid w:val="005A58A6"/>
    <w:rsid w:val="005A6229"/>
    <w:rsid w:val="005A7AC1"/>
    <w:rsid w:val="005B04D0"/>
    <w:rsid w:val="005B2827"/>
    <w:rsid w:val="005B3DD1"/>
    <w:rsid w:val="005B40BA"/>
    <w:rsid w:val="005B5808"/>
    <w:rsid w:val="005C3BCF"/>
    <w:rsid w:val="005C6551"/>
    <w:rsid w:val="005D056E"/>
    <w:rsid w:val="005D365F"/>
    <w:rsid w:val="005D4D2F"/>
    <w:rsid w:val="005D4F7E"/>
    <w:rsid w:val="005D5FA8"/>
    <w:rsid w:val="005E0E0F"/>
    <w:rsid w:val="005E2F4B"/>
    <w:rsid w:val="005E788B"/>
    <w:rsid w:val="005F0F9D"/>
    <w:rsid w:val="005F1AA5"/>
    <w:rsid w:val="005F287C"/>
    <w:rsid w:val="005F6C29"/>
    <w:rsid w:val="005F7208"/>
    <w:rsid w:val="005F722B"/>
    <w:rsid w:val="00600E64"/>
    <w:rsid w:val="00601364"/>
    <w:rsid w:val="006049FA"/>
    <w:rsid w:val="0060585E"/>
    <w:rsid w:val="006066B0"/>
    <w:rsid w:val="00610B26"/>
    <w:rsid w:val="00611AB0"/>
    <w:rsid w:val="00613B15"/>
    <w:rsid w:val="00615F8F"/>
    <w:rsid w:val="0061701F"/>
    <w:rsid w:val="006177CD"/>
    <w:rsid w:val="00620870"/>
    <w:rsid w:val="006217A7"/>
    <w:rsid w:val="006228D7"/>
    <w:rsid w:val="006267B4"/>
    <w:rsid w:val="006272CC"/>
    <w:rsid w:val="00633485"/>
    <w:rsid w:val="006375CC"/>
    <w:rsid w:val="00647DBE"/>
    <w:rsid w:val="006510F9"/>
    <w:rsid w:val="0065196E"/>
    <w:rsid w:val="006528FF"/>
    <w:rsid w:val="0065304F"/>
    <w:rsid w:val="006574A5"/>
    <w:rsid w:val="006646D8"/>
    <w:rsid w:val="00665EC1"/>
    <w:rsid w:val="006661AF"/>
    <w:rsid w:val="006673D3"/>
    <w:rsid w:val="00667525"/>
    <w:rsid w:val="00672935"/>
    <w:rsid w:val="00672FFF"/>
    <w:rsid w:val="0067573C"/>
    <w:rsid w:val="00675C02"/>
    <w:rsid w:val="00675F36"/>
    <w:rsid w:val="0067754F"/>
    <w:rsid w:val="00681196"/>
    <w:rsid w:val="00681F7E"/>
    <w:rsid w:val="00682157"/>
    <w:rsid w:val="00686175"/>
    <w:rsid w:val="006931C7"/>
    <w:rsid w:val="00695CB8"/>
    <w:rsid w:val="00696C82"/>
    <w:rsid w:val="00696F64"/>
    <w:rsid w:val="006A2351"/>
    <w:rsid w:val="006A3453"/>
    <w:rsid w:val="006A4DA5"/>
    <w:rsid w:val="006A4E83"/>
    <w:rsid w:val="006B1515"/>
    <w:rsid w:val="006B3675"/>
    <w:rsid w:val="006C565E"/>
    <w:rsid w:val="006C6651"/>
    <w:rsid w:val="006C7E46"/>
    <w:rsid w:val="006D53D9"/>
    <w:rsid w:val="006D56EF"/>
    <w:rsid w:val="006D5C7F"/>
    <w:rsid w:val="006E013F"/>
    <w:rsid w:val="006E0AE7"/>
    <w:rsid w:val="006E0F7A"/>
    <w:rsid w:val="006E3E89"/>
    <w:rsid w:val="006E43AA"/>
    <w:rsid w:val="006F0250"/>
    <w:rsid w:val="006F26A1"/>
    <w:rsid w:val="006F5EEA"/>
    <w:rsid w:val="006F61EB"/>
    <w:rsid w:val="006F68B6"/>
    <w:rsid w:val="006F6D92"/>
    <w:rsid w:val="006F6F15"/>
    <w:rsid w:val="006F746C"/>
    <w:rsid w:val="006F74B2"/>
    <w:rsid w:val="006F7838"/>
    <w:rsid w:val="00705CC7"/>
    <w:rsid w:val="007105F5"/>
    <w:rsid w:val="007106B3"/>
    <w:rsid w:val="0071118E"/>
    <w:rsid w:val="00711240"/>
    <w:rsid w:val="007126FC"/>
    <w:rsid w:val="00712EAC"/>
    <w:rsid w:val="0071586B"/>
    <w:rsid w:val="00723F9A"/>
    <w:rsid w:val="0072498B"/>
    <w:rsid w:val="00727502"/>
    <w:rsid w:val="00732192"/>
    <w:rsid w:val="00733AB5"/>
    <w:rsid w:val="00735733"/>
    <w:rsid w:val="0073596A"/>
    <w:rsid w:val="007376C4"/>
    <w:rsid w:val="00740CB7"/>
    <w:rsid w:val="00743AC5"/>
    <w:rsid w:val="00743C7B"/>
    <w:rsid w:val="00744540"/>
    <w:rsid w:val="00745B8B"/>
    <w:rsid w:val="00750194"/>
    <w:rsid w:val="00752633"/>
    <w:rsid w:val="00752D7E"/>
    <w:rsid w:val="007573D8"/>
    <w:rsid w:val="00760889"/>
    <w:rsid w:val="00761102"/>
    <w:rsid w:val="00761206"/>
    <w:rsid w:val="00761A5D"/>
    <w:rsid w:val="00761C8F"/>
    <w:rsid w:val="007637EE"/>
    <w:rsid w:val="007647D2"/>
    <w:rsid w:val="00765510"/>
    <w:rsid w:val="0076639F"/>
    <w:rsid w:val="007675A4"/>
    <w:rsid w:val="00767A20"/>
    <w:rsid w:val="007717EE"/>
    <w:rsid w:val="00774DBE"/>
    <w:rsid w:val="00776372"/>
    <w:rsid w:val="0078299D"/>
    <w:rsid w:val="00784952"/>
    <w:rsid w:val="00790A11"/>
    <w:rsid w:val="00792692"/>
    <w:rsid w:val="00794E67"/>
    <w:rsid w:val="00795A61"/>
    <w:rsid w:val="007A1270"/>
    <w:rsid w:val="007A33F4"/>
    <w:rsid w:val="007A6973"/>
    <w:rsid w:val="007B066E"/>
    <w:rsid w:val="007B383A"/>
    <w:rsid w:val="007B4C2C"/>
    <w:rsid w:val="007B70D7"/>
    <w:rsid w:val="007C0987"/>
    <w:rsid w:val="007C0A1B"/>
    <w:rsid w:val="007C4AB0"/>
    <w:rsid w:val="007C5EE8"/>
    <w:rsid w:val="007C7BB2"/>
    <w:rsid w:val="007D1608"/>
    <w:rsid w:val="007D2B85"/>
    <w:rsid w:val="007D3635"/>
    <w:rsid w:val="007D4CB1"/>
    <w:rsid w:val="007D720B"/>
    <w:rsid w:val="007D7B2A"/>
    <w:rsid w:val="007E094B"/>
    <w:rsid w:val="007E24B3"/>
    <w:rsid w:val="007E2B24"/>
    <w:rsid w:val="007F5431"/>
    <w:rsid w:val="00800613"/>
    <w:rsid w:val="008006E5"/>
    <w:rsid w:val="00801051"/>
    <w:rsid w:val="0080166D"/>
    <w:rsid w:val="00801DFB"/>
    <w:rsid w:val="008029C0"/>
    <w:rsid w:val="00803117"/>
    <w:rsid w:val="008045F9"/>
    <w:rsid w:val="00804DFB"/>
    <w:rsid w:val="00804F53"/>
    <w:rsid w:val="008115A1"/>
    <w:rsid w:val="00811930"/>
    <w:rsid w:val="008152E7"/>
    <w:rsid w:val="008155A3"/>
    <w:rsid w:val="00815EDB"/>
    <w:rsid w:val="0081620C"/>
    <w:rsid w:val="008166AB"/>
    <w:rsid w:val="00817C48"/>
    <w:rsid w:val="00817D00"/>
    <w:rsid w:val="0082250C"/>
    <w:rsid w:val="008261FA"/>
    <w:rsid w:val="008264DD"/>
    <w:rsid w:val="00831DF6"/>
    <w:rsid w:val="00837F15"/>
    <w:rsid w:val="00837FDD"/>
    <w:rsid w:val="00841BAC"/>
    <w:rsid w:val="008436B6"/>
    <w:rsid w:val="008438EA"/>
    <w:rsid w:val="00843C8A"/>
    <w:rsid w:val="0084400E"/>
    <w:rsid w:val="00845DCA"/>
    <w:rsid w:val="008460A5"/>
    <w:rsid w:val="00846306"/>
    <w:rsid w:val="00847946"/>
    <w:rsid w:val="008506C9"/>
    <w:rsid w:val="00852438"/>
    <w:rsid w:val="00854519"/>
    <w:rsid w:val="00854592"/>
    <w:rsid w:val="00857D07"/>
    <w:rsid w:val="00862873"/>
    <w:rsid w:val="00866277"/>
    <w:rsid w:val="00866E3A"/>
    <w:rsid w:val="008717CD"/>
    <w:rsid w:val="0087297F"/>
    <w:rsid w:val="008732AC"/>
    <w:rsid w:val="008834FF"/>
    <w:rsid w:val="0088417E"/>
    <w:rsid w:val="00884744"/>
    <w:rsid w:val="008869FA"/>
    <w:rsid w:val="00890F29"/>
    <w:rsid w:val="0089242B"/>
    <w:rsid w:val="00894FC1"/>
    <w:rsid w:val="008A2416"/>
    <w:rsid w:val="008A4B8A"/>
    <w:rsid w:val="008B0717"/>
    <w:rsid w:val="008B3623"/>
    <w:rsid w:val="008B3AA3"/>
    <w:rsid w:val="008C0526"/>
    <w:rsid w:val="008C5CBC"/>
    <w:rsid w:val="008C603F"/>
    <w:rsid w:val="008D24E9"/>
    <w:rsid w:val="008D60E0"/>
    <w:rsid w:val="008D634F"/>
    <w:rsid w:val="008D6FA5"/>
    <w:rsid w:val="008E5276"/>
    <w:rsid w:val="008E7F33"/>
    <w:rsid w:val="008F03DC"/>
    <w:rsid w:val="008F21EE"/>
    <w:rsid w:val="008F45CC"/>
    <w:rsid w:val="008F6EDD"/>
    <w:rsid w:val="008F6FB9"/>
    <w:rsid w:val="008F7E75"/>
    <w:rsid w:val="0090026D"/>
    <w:rsid w:val="00900790"/>
    <w:rsid w:val="00901EEF"/>
    <w:rsid w:val="0090491B"/>
    <w:rsid w:val="00905741"/>
    <w:rsid w:val="0090580F"/>
    <w:rsid w:val="00907395"/>
    <w:rsid w:val="009122D8"/>
    <w:rsid w:val="009127C8"/>
    <w:rsid w:val="00913B94"/>
    <w:rsid w:val="009140A2"/>
    <w:rsid w:val="009208C0"/>
    <w:rsid w:val="009271EA"/>
    <w:rsid w:val="00932C3B"/>
    <w:rsid w:val="00942D4F"/>
    <w:rsid w:val="00945752"/>
    <w:rsid w:val="009514EC"/>
    <w:rsid w:val="00951CB5"/>
    <w:rsid w:val="009559C4"/>
    <w:rsid w:val="0095745D"/>
    <w:rsid w:val="00957BF5"/>
    <w:rsid w:val="00960DBB"/>
    <w:rsid w:val="00961743"/>
    <w:rsid w:val="00961A3B"/>
    <w:rsid w:val="009652BD"/>
    <w:rsid w:val="00965D52"/>
    <w:rsid w:val="0096670E"/>
    <w:rsid w:val="00970C17"/>
    <w:rsid w:val="0097274B"/>
    <w:rsid w:val="00973402"/>
    <w:rsid w:val="00974EFE"/>
    <w:rsid w:val="0098035C"/>
    <w:rsid w:val="009806C3"/>
    <w:rsid w:val="00985A8A"/>
    <w:rsid w:val="00985B0B"/>
    <w:rsid w:val="0098609B"/>
    <w:rsid w:val="00986370"/>
    <w:rsid w:val="009954E2"/>
    <w:rsid w:val="00995F0A"/>
    <w:rsid w:val="00995F84"/>
    <w:rsid w:val="00996DE8"/>
    <w:rsid w:val="009A1A95"/>
    <w:rsid w:val="009A24D9"/>
    <w:rsid w:val="009A255E"/>
    <w:rsid w:val="009A366F"/>
    <w:rsid w:val="009A4497"/>
    <w:rsid w:val="009A4C4C"/>
    <w:rsid w:val="009A4E51"/>
    <w:rsid w:val="009A6243"/>
    <w:rsid w:val="009A7BE0"/>
    <w:rsid w:val="009B724F"/>
    <w:rsid w:val="009C2D83"/>
    <w:rsid w:val="009C2F90"/>
    <w:rsid w:val="009C4C4A"/>
    <w:rsid w:val="009C6378"/>
    <w:rsid w:val="009C7684"/>
    <w:rsid w:val="009C7B8E"/>
    <w:rsid w:val="009D0DE2"/>
    <w:rsid w:val="009D1ADA"/>
    <w:rsid w:val="009D2663"/>
    <w:rsid w:val="009D3B33"/>
    <w:rsid w:val="009D4B74"/>
    <w:rsid w:val="009D547E"/>
    <w:rsid w:val="009D566F"/>
    <w:rsid w:val="009D5985"/>
    <w:rsid w:val="009D6DDE"/>
    <w:rsid w:val="009E1DDD"/>
    <w:rsid w:val="009E222B"/>
    <w:rsid w:val="009E382E"/>
    <w:rsid w:val="009E3E57"/>
    <w:rsid w:val="009E5FA7"/>
    <w:rsid w:val="009E7598"/>
    <w:rsid w:val="009F01B9"/>
    <w:rsid w:val="009F0942"/>
    <w:rsid w:val="009F313E"/>
    <w:rsid w:val="009F685C"/>
    <w:rsid w:val="009F7228"/>
    <w:rsid w:val="009F7827"/>
    <w:rsid w:val="00A016B5"/>
    <w:rsid w:val="00A020AA"/>
    <w:rsid w:val="00A04223"/>
    <w:rsid w:val="00A04660"/>
    <w:rsid w:val="00A05D17"/>
    <w:rsid w:val="00A06B9B"/>
    <w:rsid w:val="00A11694"/>
    <w:rsid w:val="00A1219F"/>
    <w:rsid w:val="00A125ED"/>
    <w:rsid w:val="00A13881"/>
    <w:rsid w:val="00A16E2B"/>
    <w:rsid w:val="00A21E4F"/>
    <w:rsid w:val="00A240AE"/>
    <w:rsid w:val="00A25708"/>
    <w:rsid w:val="00A2578F"/>
    <w:rsid w:val="00A2661C"/>
    <w:rsid w:val="00A26CDB"/>
    <w:rsid w:val="00A270BB"/>
    <w:rsid w:val="00A304D4"/>
    <w:rsid w:val="00A37213"/>
    <w:rsid w:val="00A3768F"/>
    <w:rsid w:val="00A428EC"/>
    <w:rsid w:val="00A436CF"/>
    <w:rsid w:val="00A4382C"/>
    <w:rsid w:val="00A45254"/>
    <w:rsid w:val="00A46E7E"/>
    <w:rsid w:val="00A47A6E"/>
    <w:rsid w:val="00A47EB3"/>
    <w:rsid w:val="00A5260D"/>
    <w:rsid w:val="00A52D81"/>
    <w:rsid w:val="00A535D1"/>
    <w:rsid w:val="00A54671"/>
    <w:rsid w:val="00A57C65"/>
    <w:rsid w:val="00A60736"/>
    <w:rsid w:val="00A622CC"/>
    <w:rsid w:val="00A62DDB"/>
    <w:rsid w:val="00A63BE5"/>
    <w:rsid w:val="00A64191"/>
    <w:rsid w:val="00A65F4F"/>
    <w:rsid w:val="00A7602E"/>
    <w:rsid w:val="00A768BB"/>
    <w:rsid w:val="00A76D7B"/>
    <w:rsid w:val="00A804E5"/>
    <w:rsid w:val="00A83D4D"/>
    <w:rsid w:val="00A84890"/>
    <w:rsid w:val="00A904DD"/>
    <w:rsid w:val="00A9194D"/>
    <w:rsid w:val="00A930C6"/>
    <w:rsid w:val="00A9441C"/>
    <w:rsid w:val="00A95717"/>
    <w:rsid w:val="00A95736"/>
    <w:rsid w:val="00A97802"/>
    <w:rsid w:val="00AA0457"/>
    <w:rsid w:val="00AA10B4"/>
    <w:rsid w:val="00AA2FBA"/>
    <w:rsid w:val="00AA42D8"/>
    <w:rsid w:val="00AB5289"/>
    <w:rsid w:val="00AB6316"/>
    <w:rsid w:val="00AB6865"/>
    <w:rsid w:val="00AB7CCC"/>
    <w:rsid w:val="00AC1DDF"/>
    <w:rsid w:val="00AC2E87"/>
    <w:rsid w:val="00AC30BA"/>
    <w:rsid w:val="00AC46CF"/>
    <w:rsid w:val="00AC7923"/>
    <w:rsid w:val="00AC7BB1"/>
    <w:rsid w:val="00AD170D"/>
    <w:rsid w:val="00AD38D9"/>
    <w:rsid w:val="00AD4367"/>
    <w:rsid w:val="00AE1498"/>
    <w:rsid w:val="00AE59ED"/>
    <w:rsid w:val="00AE5DA6"/>
    <w:rsid w:val="00AF1ECF"/>
    <w:rsid w:val="00B03B35"/>
    <w:rsid w:val="00B05A51"/>
    <w:rsid w:val="00B07F26"/>
    <w:rsid w:val="00B120B6"/>
    <w:rsid w:val="00B12DF3"/>
    <w:rsid w:val="00B133CB"/>
    <w:rsid w:val="00B1398E"/>
    <w:rsid w:val="00B158C4"/>
    <w:rsid w:val="00B15E28"/>
    <w:rsid w:val="00B26BEA"/>
    <w:rsid w:val="00B309F9"/>
    <w:rsid w:val="00B32463"/>
    <w:rsid w:val="00B335B6"/>
    <w:rsid w:val="00B34FA8"/>
    <w:rsid w:val="00B365A7"/>
    <w:rsid w:val="00B41BFA"/>
    <w:rsid w:val="00B42DCB"/>
    <w:rsid w:val="00B4331C"/>
    <w:rsid w:val="00B44246"/>
    <w:rsid w:val="00B44B54"/>
    <w:rsid w:val="00B45EB2"/>
    <w:rsid w:val="00B46797"/>
    <w:rsid w:val="00B47525"/>
    <w:rsid w:val="00B57E3D"/>
    <w:rsid w:val="00B646D8"/>
    <w:rsid w:val="00B64ADF"/>
    <w:rsid w:val="00B6552B"/>
    <w:rsid w:val="00B75E77"/>
    <w:rsid w:val="00B76CD2"/>
    <w:rsid w:val="00B815AE"/>
    <w:rsid w:val="00B81865"/>
    <w:rsid w:val="00B82F4F"/>
    <w:rsid w:val="00B84D77"/>
    <w:rsid w:val="00B84EC9"/>
    <w:rsid w:val="00B859F4"/>
    <w:rsid w:val="00B85DC5"/>
    <w:rsid w:val="00B920F2"/>
    <w:rsid w:val="00BA0773"/>
    <w:rsid w:val="00BA0C5B"/>
    <w:rsid w:val="00BA307E"/>
    <w:rsid w:val="00BA5296"/>
    <w:rsid w:val="00BA7F82"/>
    <w:rsid w:val="00BB0B61"/>
    <w:rsid w:val="00BB2B6C"/>
    <w:rsid w:val="00BB334C"/>
    <w:rsid w:val="00BB3F05"/>
    <w:rsid w:val="00BB5FCD"/>
    <w:rsid w:val="00BC1D8C"/>
    <w:rsid w:val="00BC5854"/>
    <w:rsid w:val="00BD0F17"/>
    <w:rsid w:val="00BD5FA5"/>
    <w:rsid w:val="00BE293B"/>
    <w:rsid w:val="00BE3368"/>
    <w:rsid w:val="00BE6411"/>
    <w:rsid w:val="00BE6C02"/>
    <w:rsid w:val="00BF14A3"/>
    <w:rsid w:val="00BF2B53"/>
    <w:rsid w:val="00BF5EB1"/>
    <w:rsid w:val="00C02148"/>
    <w:rsid w:val="00C05F40"/>
    <w:rsid w:val="00C1019A"/>
    <w:rsid w:val="00C13D7D"/>
    <w:rsid w:val="00C16588"/>
    <w:rsid w:val="00C16827"/>
    <w:rsid w:val="00C20ABF"/>
    <w:rsid w:val="00C21B79"/>
    <w:rsid w:val="00C23EF7"/>
    <w:rsid w:val="00C24086"/>
    <w:rsid w:val="00C24415"/>
    <w:rsid w:val="00C254AB"/>
    <w:rsid w:val="00C2659B"/>
    <w:rsid w:val="00C26A1E"/>
    <w:rsid w:val="00C2761E"/>
    <w:rsid w:val="00C30176"/>
    <w:rsid w:val="00C36038"/>
    <w:rsid w:val="00C36407"/>
    <w:rsid w:val="00C36C10"/>
    <w:rsid w:val="00C4283D"/>
    <w:rsid w:val="00C46DED"/>
    <w:rsid w:val="00C5224F"/>
    <w:rsid w:val="00C55447"/>
    <w:rsid w:val="00C620C0"/>
    <w:rsid w:val="00C64B35"/>
    <w:rsid w:val="00C654A5"/>
    <w:rsid w:val="00C66FC3"/>
    <w:rsid w:val="00C73DD3"/>
    <w:rsid w:val="00C760DF"/>
    <w:rsid w:val="00C8057D"/>
    <w:rsid w:val="00C815CD"/>
    <w:rsid w:val="00C864E9"/>
    <w:rsid w:val="00C9031C"/>
    <w:rsid w:val="00C90B99"/>
    <w:rsid w:val="00C916A7"/>
    <w:rsid w:val="00C94A6D"/>
    <w:rsid w:val="00C96257"/>
    <w:rsid w:val="00CA1178"/>
    <w:rsid w:val="00CA1F6F"/>
    <w:rsid w:val="00CA2B15"/>
    <w:rsid w:val="00CA328C"/>
    <w:rsid w:val="00CA4DD8"/>
    <w:rsid w:val="00CA5D3B"/>
    <w:rsid w:val="00CA65DA"/>
    <w:rsid w:val="00CA6871"/>
    <w:rsid w:val="00CA7B3B"/>
    <w:rsid w:val="00CB2623"/>
    <w:rsid w:val="00CB6B43"/>
    <w:rsid w:val="00CB7ADC"/>
    <w:rsid w:val="00CB7AE5"/>
    <w:rsid w:val="00CC2694"/>
    <w:rsid w:val="00CC3F4C"/>
    <w:rsid w:val="00CC4521"/>
    <w:rsid w:val="00CC61A1"/>
    <w:rsid w:val="00CC71B8"/>
    <w:rsid w:val="00CD0A50"/>
    <w:rsid w:val="00CD26AE"/>
    <w:rsid w:val="00CD5104"/>
    <w:rsid w:val="00CD56C3"/>
    <w:rsid w:val="00CD5B43"/>
    <w:rsid w:val="00CD5E77"/>
    <w:rsid w:val="00CD5F47"/>
    <w:rsid w:val="00CD6CB1"/>
    <w:rsid w:val="00CD789F"/>
    <w:rsid w:val="00CE043F"/>
    <w:rsid w:val="00CE45CF"/>
    <w:rsid w:val="00CF2145"/>
    <w:rsid w:val="00CF3F02"/>
    <w:rsid w:val="00CF6987"/>
    <w:rsid w:val="00D0056C"/>
    <w:rsid w:val="00D045C9"/>
    <w:rsid w:val="00D10D74"/>
    <w:rsid w:val="00D13E6B"/>
    <w:rsid w:val="00D17D7D"/>
    <w:rsid w:val="00D206CD"/>
    <w:rsid w:val="00D236ED"/>
    <w:rsid w:val="00D24636"/>
    <w:rsid w:val="00D25D41"/>
    <w:rsid w:val="00D26AD8"/>
    <w:rsid w:val="00D307C0"/>
    <w:rsid w:val="00D30B3B"/>
    <w:rsid w:val="00D37A44"/>
    <w:rsid w:val="00D403B3"/>
    <w:rsid w:val="00D40F38"/>
    <w:rsid w:val="00D4212E"/>
    <w:rsid w:val="00D42B54"/>
    <w:rsid w:val="00D439FC"/>
    <w:rsid w:val="00D43EFF"/>
    <w:rsid w:val="00D44FCA"/>
    <w:rsid w:val="00D52AC7"/>
    <w:rsid w:val="00D5494F"/>
    <w:rsid w:val="00D56A2E"/>
    <w:rsid w:val="00D62112"/>
    <w:rsid w:val="00D648A5"/>
    <w:rsid w:val="00D7056F"/>
    <w:rsid w:val="00D71515"/>
    <w:rsid w:val="00D7217A"/>
    <w:rsid w:val="00D72894"/>
    <w:rsid w:val="00D73711"/>
    <w:rsid w:val="00D74345"/>
    <w:rsid w:val="00D754B9"/>
    <w:rsid w:val="00D75AA1"/>
    <w:rsid w:val="00D8173A"/>
    <w:rsid w:val="00D827EC"/>
    <w:rsid w:val="00D84709"/>
    <w:rsid w:val="00D86614"/>
    <w:rsid w:val="00D8798A"/>
    <w:rsid w:val="00D9774E"/>
    <w:rsid w:val="00D97E5D"/>
    <w:rsid w:val="00DA2908"/>
    <w:rsid w:val="00DA2B40"/>
    <w:rsid w:val="00DA53D9"/>
    <w:rsid w:val="00DB0C84"/>
    <w:rsid w:val="00DB3DD1"/>
    <w:rsid w:val="00DB6013"/>
    <w:rsid w:val="00DB60C2"/>
    <w:rsid w:val="00DC6C8C"/>
    <w:rsid w:val="00DD0DFF"/>
    <w:rsid w:val="00DD3C0F"/>
    <w:rsid w:val="00DD596C"/>
    <w:rsid w:val="00DD6E4B"/>
    <w:rsid w:val="00DE2963"/>
    <w:rsid w:val="00DE2F8F"/>
    <w:rsid w:val="00DE3A47"/>
    <w:rsid w:val="00DE4731"/>
    <w:rsid w:val="00DE5FF6"/>
    <w:rsid w:val="00DE744E"/>
    <w:rsid w:val="00DF034A"/>
    <w:rsid w:val="00DF038E"/>
    <w:rsid w:val="00DF1228"/>
    <w:rsid w:val="00DF1A82"/>
    <w:rsid w:val="00DF1C06"/>
    <w:rsid w:val="00DF751D"/>
    <w:rsid w:val="00E0368D"/>
    <w:rsid w:val="00E06F92"/>
    <w:rsid w:val="00E13749"/>
    <w:rsid w:val="00E16580"/>
    <w:rsid w:val="00E168B7"/>
    <w:rsid w:val="00E17526"/>
    <w:rsid w:val="00E206FD"/>
    <w:rsid w:val="00E2402A"/>
    <w:rsid w:val="00E24796"/>
    <w:rsid w:val="00E266CF"/>
    <w:rsid w:val="00E26744"/>
    <w:rsid w:val="00E305A2"/>
    <w:rsid w:val="00E30E4A"/>
    <w:rsid w:val="00E34D7D"/>
    <w:rsid w:val="00E35E55"/>
    <w:rsid w:val="00E41D5D"/>
    <w:rsid w:val="00E441DC"/>
    <w:rsid w:val="00E526EB"/>
    <w:rsid w:val="00E54005"/>
    <w:rsid w:val="00E619B1"/>
    <w:rsid w:val="00E622EB"/>
    <w:rsid w:val="00E62C55"/>
    <w:rsid w:val="00E65083"/>
    <w:rsid w:val="00E6607E"/>
    <w:rsid w:val="00E66FE9"/>
    <w:rsid w:val="00E70FF4"/>
    <w:rsid w:val="00E72D7C"/>
    <w:rsid w:val="00E733A8"/>
    <w:rsid w:val="00E779DF"/>
    <w:rsid w:val="00E82AE4"/>
    <w:rsid w:val="00E853B5"/>
    <w:rsid w:val="00E8688C"/>
    <w:rsid w:val="00E87158"/>
    <w:rsid w:val="00E90915"/>
    <w:rsid w:val="00E9403A"/>
    <w:rsid w:val="00E953C6"/>
    <w:rsid w:val="00E968EC"/>
    <w:rsid w:val="00E9790F"/>
    <w:rsid w:val="00EA05AA"/>
    <w:rsid w:val="00EA5C13"/>
    <w:rsid w:val="00EB1AF6"/>
    <w:rsid w:val="00EB3F49"/>
    <w:rsid w:val="00EB43A1"/>
    <w:rsid w:val="00EB512A"/>
    <w:rsid w:val="00EB5361"/>
    <w:rsid w:val="00EC0D54"/>
    <w:rsid w:val="00EC1D32"/>
    <w:rsid w:val="00EC2275"/>
    <w:rsid w:val="00EC7F2B"/>
    <w:rsid w:val="00ED0F51"/>
    <w:rsid w:val="00ED2473"/>
    <w:rsid w:val="00ED2F05"/>
    <w:rsid w:val="00ED4874"/>
    <w:rsid w:val="00ED69B7"/>
    <w:rsid w:val="00ED7EB9"/>
    <w:rsid w:val="00EE0847"/>
    <w:rsid w:val="00EE163A"/>
    <w:rsid w:val="00EE1AE8"/>
    <w:rsid w:val="00EE1F8F"/>
    <w:rsid w:val="00EE5C71"/>
    <w:rsid w:val="00F05540"/>
    <w:rsid w:val="00F06126"/>
    <w:rsid w:val="00F065BF"/>
    <w:rsid w:val="00F06F88"/>
    <w:rsid w:val="00F108E2"/>
    <w:rsid w:val="00F157AB"/>
    <w:rsid w:val="00F200C6"/>
    <w:rsid w:val="00F21AC0"/>
    <w:rsid w:val="00F21CAD"/>
    <w:rsid w:val="00F22F45"/>
    <w:rsid w:val="00F23F51"/>
    <w:rsid w:val="00F243E7"/>
    <w:rsid w:val="00F25DFE"/>
    <w:rsid w:val="00F25E51"/>
    <w:rsid w:val="00F26A5C"/>
    <w:rsid w:val="00F26BB0"/>
    <w:rsid w:val="00F26E1D"/>
    <w:rsid w:val="00F27F16"/>
    <w:rsid w:val="00F301AC"/>
    <w:rsid w:val="00F30D98"/>
    <w:rsid w:val="00F32A54"/>
    <w:rsid w:val="00F332FD"/>
    <w:rsid w:val="00F333C8"/>
    <w:rsid w:val="00F3511B"/>
    <w:rsid w:val="00F36DCA"/>
    <w:rsid w:val="00F36F7C"/>
    <w:rsid w:val="00F373A4"/>
    <w:rsid w:val="00F3745F"/>
    <w:rsid w:val="00F426E5"/>
    <w:rsid w:val="00F433EF"/>
    <w:rsid w:val="00F51A16"/>
    <w:rsid w:val="00F529D3"/>
    <w:rsid w:val="00F563C7"/>
    <w:rsid w:val="00F61F56"/>
    <w:rsid w:val="00F63672"/>
    <w:rsid w:val="00F644C0"/>
    <w:rsid w:val="00F66674"/>
    <w:rsid w:val="00F66939"/>
    <w:rsid w:val="00F71F0E"/>
    <w:rsid w:val="00F73266"/>
    <w:rsid w:val="00F740BC"/>
    <w:rsid w:val="00F74A66"/>
    <w:rsid w:val="00F81373"/>
    <w:rsid w:val="00F8294B"/>
    <w:rsid w:val="00F83E5F"/>
    <w:rsid w:val="00F92B42"/>
    <w:rsid w:val="00F96473"/>
    <w:rsid w:val="00FA17B9"/>
    <w:rsid w:val="00FA1AAD"/>
    <w:rsid w:val="00FA2E01"/>
    <w:rsid w:val="00FA458D"/>
    <w:rsid w:val="00FA6D26"/>
    <w:rsid w:val="00FB0985"/>
    <w:rsid w:val="00FB7BE3"/>
    <w:rsid w:val="00FC119C"/>
    <w:rsid w:val="00FC2582"/>
    <w:rsid w:val="00FC2ECB"/>
    <w:rsid w:val="00FC3B59"/>
    <w:rsid w:val="00FD363C"/>
    <w:rsid w:val="00FD7FEC"/>
    <w:rsid w:val="00FE4D23"/>
    <w:rsid w:val="00FF53C0"/>
    <w:rsid w:val="00FF5F2F"/>
    <w:rsid w:val="00FF6ADF"/>
    <w:rsid w:val="00FF6CAD"/>
    <w:rsid w:val="00FF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AB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5FC6"/>
    <w:pPr>
      <w:tabs>
        <w:tab w:val="center" w:pos="4819"/>
        <w:tab w:val="right" w:pos="9638"/>
      </w:tabs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35FC6"/>
    <w:rPr>
      <w:rFonts w:ascii="Calibri" w:hAnsi="Calibri" w:cs="Calibri"/>
      <w:sz w:val="22"/>
      <w:szCs w:val="22"/>
      <w:lang w:val="it-IT" w:eastAsia="en-US"/>
    </w:rPr>
  </w:style>
  <w:style w:type="character" w:customStyle="1" w:styleId="CharacterStyle1">
    <w:name w:val="Character Style 1"/>
    <w:uiPriority w:val="99"/>
    <w:rsid w:val="00335FC6"/>
    <w:rPr>
      <w:rFonts w:ascii="Garamond" w:hAnsi="Garamond"/>
      <w:sz w:val="30"/>
    </w:rPr>
  </w:style>
  <w:style w:type="paragraph" w:customStyle="1" w:styleId="Style1">
    <w:name w:val="Style 1"/>
    <w:uiPriority w:val="99"/>
    <w:rsid w:val="00335FC6"/>
    <w:pPr>
      <w:widowControl w:val="0"/>
      <w:suppressAutoHyphens/>
      <w:autoSpaceDE w:val="0"/>
      <w:jc w:val="center"/>
    </w:pPr>
    <w:rPr>
      <w:rFonts w:ascii="Garamond" w:hAnsi="Garamond" w:cs="Garamond"/>
      <w:kern w:val="1"/>
      <w:sz w:val="30"/>
      <w:szCs w:val="30"/>
    </w:rPr>
  </w:style>
  <w:style w:type="paragraph" w:customStyle="1" w:styleId="Style2">
    <w:name w:val="Style 2"/>
    <w:uiPriority w:val="99"/>
    <w:rsid w:val="00335FC6"/>
    <w:pPr>
      <w:widowControl w:val="0"/>
      <w:suppressAutoHyphens/>
      <w:autoSpaceDE w:val="0"/>
    </w:pPr>
    <w:rPr>
      <w:kern w:val="1"/>
      <w:sz w:val="20"/>
      <w:szCs w:val="20"/>
    </w:rPr>
  </w:style>
  <w:style w:type="table" w:styleId="TableGrid">
    <w:name w:val="Table Grid"/>
    <w:basedOn w:val="TableNormal"/>
    <w:uiPriority w:val="99"/>
    <w:rsid w:val="00335FC6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9780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5F97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97802"/>
    <w:rPr>
      <w:rFonts w:cs="Times New Roman"/>
    </w:rPr>
  </w:style>
  <w:style w:type="character" w:customStyle="1" w:styleId="CarattereCarattere1">
    <w:name w:val="Carattere Carattere1"/>
    <w:basedOn w:val="DefaultParagraphFont"/>
    <w:uiPriority w:val="99"/>
    <w:rsid w:val="0060585E"/>
    <w:rPr>
      <w:rFonts w:cs="Times New Roman"/>
    </w:rPr>
  </w:style>
  <w:style w:type="character" w:customStyle="1" w:styleId="CarattereCarattere11">
    <w:name w:val="Carattere Carattere11"/>
    <w:basedOn w:val="DefaultParagraphFont"/>
    <w:uiPriority w:val="99"/>
    <w:locked/>
    <w:rsid w:val="00CB6B43"/>
    <w:rPr>
      <w:rFonts w:ascii="Calibri" w:hAnsi="Calibri" w:cs="Calibri"/>
      <w:sz w:val="22"/>
      <w:szCs w:val="22"/>
      <w:lang w:val="it-IT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8</Pages>
  <Words>1471</Words>
  <Characters>8389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CERTAMEN DI</dc:title>
  <dc:subject/>
  <dc:creator>tester</dc:creator>
  <cp:keywords/>
  <dc:description/>
  <cp:lastModifiedBy>tester</cp:lastModifiedBy>
  <cp:revision>9</cp:revision>
  <cp:lastPrinted>2010-10-25T10:23:00Z</cp:lastPrinted>
  <dcterms:created xsi:type="dcterms:W3CDTF">2010-10-24T21:11:00Z</dcterms:created>
  <dcterms:modified xsi:type="dcterms:W3CDTF">2010-10-27T19:13:00Z</dcterms:modified>
</cp:coreProperties>
</file>