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ADC" w:rsidRDefault="00A62ADC" w:rsidP="0024696F">
      <w:pPr>
        <w:rPr>
          <w:rFonts w:ascii="Bookman Old Style" w:hAnsi="Bookman Old Style" w:cs="Bookman Old Style"/>
          <w:b/>
          <w:bCs/>
          <w:i/>
          <w:iCs/>
          <w:sz w:val="32"/>
          <w:szCs w:val="32"/>
        </w:rPr>
      </w:pPr>
    </w:p>
    <w:p w:rsidR="00A62ADC" w:rsidRDefault="00A62ADC" w:rsidP="0024696F">
      <w:pPr>
        <w:rPr>
          <w:rFonts w:ascii="Bookman Old Style" w:hAnsi="Bookman Old Style" w:cs="Bookman Old Style"/>
          <w:b/>
          <w:bCs/>
          <w:i/>
          <w:iCs/>
          <w:sz w:val="32"/>
          <w:szCs w:val="32"/>
        </w:rPr>
      </w:pPr>
    </w:p>
    <w:p w:rsidR="00A62ADC" w:rsidRPr="008D5B8D" w:rsidRDefault="00A62ADC" w:rsidP="00747B52">
      <w:pPr>
        <w:ind w:left="-900"/>
        <w:jc w:val="center"/>
        <w:rPr>
          <w:rFonts w:ascii="Bookman Old Style" w:hAnsi="Bookman Old Style" w:cs="Bookman Old Style"/>
          <w:b/>
          <w:bCs/>
          <w:i/>
          <w:iCs/>
          <w:sz w:val="32"/>
          <w:szCs w:val="32"/>
        </w:rPr>
      </w:pPr>
      <w:r w:rsidRPr="004A3ED8">
        <w:rPr>
          <w:rFonts w:ascii="Arial" w:hAnsi="Arial" w:cs="Arial"/>
          <w:color w:val="1122C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g_hi" o:spid="_x0000_i1025" type="#_x0000_t75" alt="" href="http://www.google.it/imgres?imgurl=http://static.blogo.it/artsblog/palazzo-blu-pisa-il-cannocchiale-e-il-pennello/arcimboldo_il_bibliotecario_1565.jpg&amp;imgrefurl=http://www.artsblog.it/galleria/palazzo-blu-pisa-il-cannocchiale-e-il-pennello/4&amp;h=360&amp;w=260&amp;sz=24&amp;tbnid=9M1VALyoFPoInM:&amp;tbnh=93&amp;tbnw=67&amp;prev=/search%3Fq%3Dil%2Bbibliotecario%2Barcimboldo%26tbm%3Disch%26tbo%3Du&amp;zoom=1&amp;q=il+bibliotecario+arcimboldo&amp;usg=__rJKKrLQkjyKXqkOKPDPy-K9MjPs=&amp;docid=QHX2xk9Mk6hrVM&amp;hl=it&amp;sa=X&amp;ei=s9XJUObIOoqD4ATVsoCoD" style="width:64.5pt;height:95.25pt" o:button="t">
            <v:imagedata r:id="rId4" r:href="rId5"/>
          </v:shape>
        </w:pict>
      </w:r>
      <w:r w:rsidRPr="008D5B8D">
        <w:rPr>
          <w:rFonts w:ascii="Bookman Old Style" w:hAnsi="Bookman Old Style" w:cs="Bookman Old Style"/>
          <w:b/>
          <w:bCs/>
          <w:i/>
          <w:iCs/>
          <w:sz w:val="32"/>
          <w:szCs w:val="32"/>
        </w:rPr>
        <w:t>Premi</w:t>
      </w:r>
      <w:r>
        <w:rPr>
          <w:rFonts w:ascii="Bookman Old Style" w:hAnsi="Bookman Old Style" w:cs="Bookman Old Style"/>
          <w:b/>
          <w:bCs/>
          <w:i/>
          <w:iCs/>
          <w:sz w:val="32"/>
          <w:szCs w:val="32"/>
        </w:rPr>
        <w:t>o Letterario Internazionale 2015</w:t>
      </w:r>
    </w:p>
    <w:p w:rsidR="00A62ADC" w:rsidRPr="008D5B8D" w:rsidRDefault="00A62ADC" w:rsidP="00204539">
      <w:pPr>
        <w:jc w:val="center"/>
        <w:rPr>
          <w:rFonts w:ascii="Bookman Old Style" w:hAnsi="Bookman Old Style" w:cs="Bookman Old Style"/>
          <w:b/>
          <w:bCs/>
          <w:i/>
          <w:iCs/>
          <w:sz w:val="36"/>
          <w:szCs w:val="36"/>
        </w:rPr>
      </w:pPr>
      <w:r w:rsidRPr="008D5B8D">
        <w:rPr>
          <w:rFonts w:ascii="Bookman Old Style" w:hAnsi="Bookman Old Style" w:cs="Bookman Old Style"/>
          <w:b/>
          <w:bCs/>
          <w:i/>
          <w:iCs/>
          <w:sz w:val="36"/>
          <w:szCs w:val="36"/>
        </w:rPr>
        <w:t>EUGENIA TANTUCCI</w:t>
      </w:r>
    </w:p>
    <w:p w:rsidR="00A62ADC" w:rsidRPr="005A7033" w:rsidRDefault="00A62ADC" w:rsidP="00204539">
      <w:pPr>
        <w:jc w:val="center"/>
        <w:rPr>
          <w:rFonts w:ascii="Bookman Old Style" w:hAnsi="Bookman Old Style" w:cs="Bookman Old Style"/>
          <w:b/>
          <w:bCs/>
          <w:i/>
          <w:iCs/>
          <w:sz w:val="28"/>
          <w:szCs w:val="28"/>
        </w:rPr>
      </w:pPr>
      <w:r w:rsidRPr="005A7033">
        <w:rPr>
          <w:rFonts w:ascii="Bookman Old Style" w:hAnsi="Bookman Old Style" w:cs="Bookman Old Style"/>
          <w:b/>
          <w:bCs/>
          <w:i/>
          <w:iCs/>
          <w:sz w:val="28"/>
          <w:szCs w:val="28"/>
        </w:rPr>
        <w:t>L’ Accademia Italiana di Poesia e E.I.P Italia</w:t>
      </w:r>
      <w:r w:rsidRPr="005A7033">
        <w:rPr>
          <w:rFonts w:ascii="Bookman Old Style" w:hAnsi="Bookman Old Style" w:cs="Bookman Old Style"/>
          <w:b/>
          <w:bCs/>
          <w:i/>
          <w:iCs/>
          <w:sz w:val="32"/>
          <w:szCs w:val="32"/>
        </w:rPr>
        <w:t xml:space="preserve"> </w:t>
      </w:r>
      <w:r w:rsidRPr="005A7033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d’ intesa</w:t>
      </w:r>
    </w:p>
    <w:p w:rsidR="00A62ADC" w:rsidRPr="005A7033" w:rsidRDefault="00A62ADC" w:rsidP="00EF52BD">
      <w:pPr>
        <w:rPr>
          <w:rFonts w:ascii="Bookman Old Style" w:hAnsi="Bookman Old Style" w:cs="Bookman Old Style"/>
          <w:b/>
          <w:bCs/>
          <w:i/>
          <w:iCs/>
          <w:sz w:val="24"/>
          <w:szCs w:val="24"/>
          <w:lang w:val="fr-FR"/>
        </w:rPr>
      </w:pPr>
      <w:r w:rsidRPr="00EC294E">
        <w:rPr>
          <w:rFonts w:ascii="Bookman Old Style" w:hAnsi="Bookman Old Style" w:cs="Bookman Old Style"/>
          <w:b/>
          <w:bCs/>
          <w:i/>
          <w:iCs/>
          <w:sz w:val="24"/>
          <w:szCs w:val="24"/>
          <w:lang w:val="fr-FR"/>
        </w:rPr>
        <w:t xml:space="preserve">con </w:t>
      </w:r>
      <w:smartTag w:uri="urn:schemas-microsoft-com:office:smarttags" w:element="PersonName">
        <w:smartTagPr>
          <w:attr w:name="ProductID" w:val="la Maison Internationale"/>
        </w:smartTagPr>
        <w:r w:rsidRPr="00EC294E">
          <w:rPr>
            <w:rFonts w:ascii="Bookman Old Style" w:hAnsi="Bookman Old Style" w:cs="Bookman Old Style"/>
            <w:b/>
            <w:bCs/>
            <w:i/>
            <w:iCs/>
            <w:sz w:val="24"/>
            <w:szCs w:val="24"/>
            <w:lang w:val="fr-FR"/>
          </w:rPr>
          <w:t xml:space="preserve">la </w:t>
        </w:r>
        <w:r w:rsidRPr="005A7033">
          <w:rPr>
            <w:rFonts w:ascii="Bookman Old Style" w:hAnsi="Bookman Old Style" w:cs="Bookman Old Style"/>
            <w:b/>
            <w:bCs/>
            <w:i/>
            <w:iCs/>
            <w:sz w:val="28"/>
            <w:szCs w:val="28"/>
            <w:lang w:val="fr-FR"/>
          </w:rPr>
          <w:t>Maison Internationale</w:t>
        </w:r>
      </w:smartTag>
      <w:r w:rsidRPr="005A7033">
        <w:rPr>
          <w:rFonts w:ascii="Bookman Old Style" w:hAnsi="Bookman Old Style" w:cs="Bookman Old Style"/>
          <w:b/>
          <w:bCs/>
          <w:i/>
          <w:iCs/>
          <w:sz w:val="28"/>
          <w:szCs w:val="28"/>
          <w:lang w:val="fr-FR"/>
        </w:rPr>
        <w:t xml:space="preserve"> de </w:t>
      </w:r>
      <w:smartTag w:uri="urn:schemas-microsoft-com:office:smarttags" w:element="PersonName">
        <w:smartTagPr>
          <w:attr w:name="ProductID" w:val="la Poesie Arthur"/>
        </w:smartTagPr>
        <w:r w:rsidRPr="005A7033">
          <w:rPr>
            <w:rFonts w:ascii="Bookman Old Style" w:hAnsi="Bookman Old Style" w:cs="Bookman Old Style"/>
            <w:b/>
            <w:bCs/>
            <w:i/>
            <w:iCs/>
            <w:sz w:val="28"/>
            <w:szCs w:val="28"/>
            <w:lang w:val="fr-FR"/>
          </w:rPr>
          <w:t>la Poesie Arthur</w:t>
        </w:r>
      </w:smartTag>
      <w:r w:rsidRPr="005A7033">
        <w:rPr>
          <w:rFonts w:ascii="Bookman Old Style" w:hAnsi="Bookman Old Style" w:cs="Bookman Old Style"/>
          <w:b/>
          <w:bCs/>
          <w:i/>
          <w:iCs/>
          <w:sz w:val="28"/>
          <w:szCs w:val="28"/>
          <w:lang w:val="fr-FR"/>
        </w:rPr>
        <w:t xml:space="preserve"> Haulot </w:t>
      </w:r>
      <w:r w:rsidRPr="005A7033">
        <w:rPr>
          <w:rFonts w:ascii="Bookman Old Style" w:hAnsi="Bookman Old Style" w:cs="Bookman Old Style"/>
          <w:b/>
          <w:bCs/>
          <w:i/>
          <w:iCs/>
          <w:sz w:val="24"/>
          <w:szCs w:val="24"/>
          <w:lang w:val="fr-FR"/>
        </w:rPr>
        <w:t>de Bruxelles</w:t>
      </w:r>
    </w:p>
    <w:p w:rsidR="00A62ADC" w:rsidRPr="00204539" w:rsidRDefault="00A62ADC" w:rsidP="008D5B8D">
      <w:pPr>
        <w:jc w:val="center"/>
        <w:rPr>
          <w:rFonts w:ascii="Bookman Old Style" w:hAnsi="Bookman Old Style" w:cs="Bookman Old Style"/>
          <w:b/>
          <w:bCs/>
          <w:i/>
          <w:iCs/>
          <w:sz w:val="24"/>
          <w:szCs w:val="24"/>
        </w:rPr>
      </w:pPr>
      <w:r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promuovono la quarta </w:t>
      </w:r>
      <w:r w:rsidRPr="00204539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 Edizione del</w:t>
      </w:r>
    </w:p>
    <w:p w:rsidR="00A62ADC" w:rsidRDefault="00A62ADC" w:rsidP="00204539">
      <w:pPr>
        <w:jc w:val="center"/>
        <w:rPr>
          <w:rFonts w:ascii="Bookman Old Style" w:hAnsi="Bookman Old Style" w:cs="Bookman Old Style"/>
          <w:b/>
          <w:bCs/>
          <w:i/>
          <w:iCs/>
          <w:sz w:val="28"/>
          <w:szCs w:val="28"/>
        </w:rPr>
      </w:pPr>
      <w:r w:rsidRPr="008D5B8D">
        <w:rPr>
          <w:rFonts w:ascii="Bookman Old Style" w:hAnsi="Bookman Old Style" w:cs="Bookman Old Style"/>
          <w:b/>
          <w:bCs/>
          <w:i/>
          <w:iCs/>
          <w:sz w:val="28"/>
          <w:szCs w:val="28"/>
        </w:rPr>
        <w:t>Premio Letterario Internazionale Eugenia Tantucci</w:t>
      </w:r>
      <w:r>
        <w:rPr>
          <w:rFonts w:ascii="Bookman Old Style" w:hAnsi="Bookman Old Style" w:cs="Bookman Old Style"/>
          <w:b/>
          <w:bCs/>
          <w:i/>
          <w:iCs/>
          <w:sz w:val="28"/>
          <w:szCs w:val="28"/>
        </w:rPr>
        <w:t xml:space="preserve">                </w:t>
      </w:r>
    </w:p>
    <w:p w:rsidR="00A62ADC" w:rsidRPr="00204539" w:rsidRDefault="00A62ADC" w:rsidP="00034C1E">
      <w:pPr>
        <w:rPr>
          <w:rFonts w:ascii="Bookman Old Style" w:hAnsi="Bookman Old Style" w:cs="Bookman Old Style"/>
          <w:b/>
          <w:bCs/>
          <w:i/>
          <w:iCs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 </w:t>
      </w:r>
      <w:r w:rsidRPr="006D5C91">
        <w:rPr>
          <w:rFonts w:ascii="Bookman Old Style" w:hAnsi="Bookman Old Style" w:cs="Bookman Old Style"/>
          <w:b/>
          <w:bCs/>
          <w:sz w:val="20"/>
          <w:szCs w:val="20"/>
        </w:rPr>
        <w:t>Art.1- Il Concorso si articola nelle seguenti sezioni:</w:t>
      </w:r>
    </w:p>
    <w:p w:rsidR="00A62ADC" w:rsidRPr="006D5C91" w:rsidRDefault="00A62ADC" w:rsidP="00034C1E">
      <w:pPr>
        <w:ind w:left="-18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        </w:t>
      </w:r>
      <w:r w:rsidRPr="006D5C91">
        <w:rPr>
          <w:rFonts w:ascii="Bookman Old Style" w:hAnsi="Bookman Old Style" w:cs="Bookman Old Style"/>
          <w:b/>
          <w:bCs/>
          <w:sz w:val="20"/>
          <w:szCs w:val="20"/>
        </w:rPr>
        <w:t>A - Poesia</w:t>
      </w:r>
    </w:p>
    <w:p w:rsidR="00A62ADC" w:rsidRPr="006D5C91" w:rsidRDefault="00A62ADC" w:rsidP="00034C1E">
      <w:pPr>
        <w:ind w:left="-18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        </w:t>
      </w:r>
      <w:r w:rsidRPr="006D5C91">
        <w:rPr>
          <w:rFonts w:ascii="Bookman Old Style" w:hAnsi="Bookman Old Style" w:cs="Bookman Old Style"/>
          <w:b/>
          <w:bCs/>
          <w:sz w:val="20"/>
          <w:szCs w:val="20"/>
        </w:rPr>
        <w:t xml:space="preserve">B 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</w:t>
      </w:r>
      <w:r w:rsidRPr="006D5C91">
        <w:rPr>
          <w:rFonts w:ascii="Bookman Old Style" w:hAnsi="Bookman Old Style" w:cs="Bookman Old Style"/>
          <w:b/>
          <w:bCs/>
          <w:sz w:val="20"/>
          <w:szCs w:val="20"/>
        </w:rPr>
        <w:t xml:space="preserve"> Narrativa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e Saggistica</w:t>
      </w:r>
    </w:p>
    <w:p w:rsidR="00A62ADC" w:rsidRPr="006D5C91" w:rsidRDefault="00A62ADC" w:rsidP="00034C1E">
      <w:pPr>
        <w:ind w:left="-18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        C - Traduzione</w:t>
      </w:r>
    </w:p>
    <w:p w:rsidR="00A62ADC" w:rsidRPr="00FD3C5A" w:rsidRDefault="00A62ADC" w:rsidP="007B5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 w:cs="Bookman Old Style"/>
          <w:b/>
          <w:bCs/>
          <w:sz w:val="18"/>
          <w:szCs w:val="18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     </w:t>
      </w:r>
      <w:r w:rsidRPr="006D5C91">
        <w:rPr>
          <w:rFonts w:ascii="Bookman Old Style" w:hAnsi="Bookman Old Style" w:cs="Bookman Old Style"/>
          <w:b/>
          <w:bCs/>
          <w:sz w:val="20"/>
          <w:szCs w:val="20"/>
        </w:rPr>
        <w:t>D - Sezione speciale  per studenti delle  scuole secondarie di II grado per opere  edite o inedite di poesia, narrativa e saggistica. Per la sezione studenti è prevista una sola opera (scelta nell’ ambito di una delle sezioni proposte ) scelta a cura dei docenti della scuola di appartenenza.  Il premio  Eugenia Tantucci per il vincitore è di EURO 300,00.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>I testi, in cinque copie, di cui una deve contenere cognome e nome, luogo e data di nascita, indirizzo completo, numero telefonico, eventuale Fax e/o e-mail – e firma per esteso, dovranno pervenire, mediante raccomandata r/r entr</w:t>
      </w:r>
      <w:r>
        <w:rPr>
          <w:rFonts w:ascii="Bookman Old Style" w:hAnsi="Bookman Old Style" w:cs="Bookman Old Style"/>
          <w:b/>
          <w:bCs/>
          <w:sz w:val="18"/>
          <w:szCs w:val="18"/>
        </w:rPr>
        <w:t xml:space="preserve">o e non oltre il 22 aprile 2015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>al seguente indirizzo: Segreteria del Premio Letterario Eugenia Tantucci –Via E. Maragliano 26 - 00151 Roma. L’invito alla cerimonia di premiazione non dà diritto al rimborso spese.</w:t>
      </w:r>
    </w:p>
    <w:p w:rsidR="00A62ADC" w:rsidRPr="006D5C91" w:rsidRDefault="00A62ADC" w:rsidP="00E46E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62ADC" w:rsidRPr="00747B52" w:rsidRDefault="00A62ADC" w:rsidP="00714C1A">
      <w:pPr>
        <w:rPr>
          <w:rFonts w:ascii="Bookman Old Style" w:hAnsi="Bookman Old Style" w:cs="Bookman Old Style"/>
          <w:b/>
          <w:bCs/>
          <w:sz w:val="18"/>
          <w:szCs w:val="18"/>
        </w:rPr>
      </w:pPr>
      <w:r>
        <w:rPr>
          <w:rFonts w:ascii="Bookman Old Style" w:hAnsi="Bookman Old Style" w:cs="Bookman Old Style"/>
          <w:b/>
          <w:bCs/>
          <w:sz w:val="18"/>
          <w:szCs w:val="18"/>
        </w:rPr>
        <w:t>Art.2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– Sono ammesse opere di scrittor</w:t>
      </w:r>
      <w:r>
        <w:rPr>
          <w:rFonts w:ascii="Bookman Old Style" w:hAnsi="Bookman Old Style" w:cs="Bookman Old Style"/>
          <w:b/>
          <w:bCs/>
          <w:sz w:val="18"/>
          <w:szCs w:val="18"/>
        </w:rPr>
        <w:t>i pubblicate entro  l’ anno 2014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 su temi coerenti con le finalità del Premio ispirato ai valori che hanno animato la vita e l’ opera di Eugenia Tantu</w:t>
      </w:r>
      <w:r>
        <w:rPr>
          <w:rFonts w:ascii="Bookman Old Style" w:hAnsi="Bookman Old Style" w:cs="Bookman Old Style"/>
          <w:b/>
          <w:bCs/>
          <w:sz w:val="18"/>
          <w:szCs w:val="18"/>
        </w:rPr>
        <w:t>cci : Storia Ambiente e Società, su una rosa proposta dai membri della giuria.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</w:t>
      </w:r>
    </w:p>
    <w:p w:rsidR="00A62ADC" w:rsidRPr="00747B52" w:rsidRDefault="00A62ADC" w:rsidP="00714C1A">
      <w:pPr>
        <w:rPr>
          <w:rFonts w:ascii="Bookman Old Style" w:hAnsi="Bookman Old Style" w:cs="Bookman Old Style"/>
          <w:b/>
          <w:bCs/>
          <w:sz w:val="18"/>
          <w:szCs w:val="18"/>
        </w:rPr>
      </w:pP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>Il  premio Eugenia Tantucci per scrittori sarà  assegnato all’ opera scelta, a insindacabile giudiz</w:t>
      </w:r>
      <w:r>
        <w:rPr>
          <w:rFonts w:ascii="Bookman Old Style" w:hAnsi="Bookman Old Style" w:cs="Bookman Old Style"/>
          <w:b/>
          <w:bCs/>
          <w:sz w:val="18"/>
          <w:szCs w:val="18"/>
        </w:rPr>
        <w:t xml:space="preserve">io della giuria, tra quelle selezionate per le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sezioni del Premio.</w:t>
      </w:r>
    </w:p>
    <w:p w:rsidR="00A62ADC" w:rsidRPr="00747B52" w:rsidRDefault="00A62ADC" w:rsidP="00EC294E">
      <w:pPr>
        <w:jc w:val="both"/>
        <w:rPr>
          <w:rFonts w:ascii="Bookman Old Style" w:hAnsi="Bookman Old Style" w:cs="Bookman Old Style"/>
          <w:b/>
          <w:bCs/>
          <w:sz w:val="18"/>
          <w:szCs w:val="18"/>
        </w:rPr>
      </w:pP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>Art.3 – Il premio consiste in Euro 1.0</w:t>
      </w:r>
      <w:r>
        <w:rPr>
          <w:rFonts w:ascii="Bookman Old Style" w:hAnsi="Bookman Old Style" w:cs="Bookman Old Style"/>
          <w:b/>
          <w:bCs/>
          <w:sz w:val="18"/>
          <w:szCs w:val="18"/>
        </w:rPr>
        <w:t xml:space="preserve">00,00 .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L’opera del vincitore a discrezione della giuria, sarà presentata al pubblico a cura </w:t>
      </w:r>
      <w:r>
        <w:rPr>
          <w:rFonts w:ascii="Bookman Old Style" w:hAnsi="Bookman Old Style" w:cs="Bookman Old Style"/>
          <w:b/>
          <w:bCs/>
          <w:sz w:val="18"/>
          <w:szCs w:val="18"/>
        </w:rPr>
        <w:t>dell’organizzazione del Premio.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</w:t>
      </w:r>
    </w:p>
    <w:p w:rsidR="00A62ADC" w:rsidRPr="00747B52" w:rsidRDefault="00A62ADC" w:rsidP="00204539">
      <w:pPr>
        <w:jc w:val="both"/>
        <w:rPr>
          <w:rFonts w:ascii="Bookman Old Style" w:hAnsi="Bookman Old Style" w:cs="Bookman Old Style"/>
          <w:b/>
          <w:bCs/>
          <w:sz w:val="18"/>
          <w:szCs w:val="18"/>
        </w:rPr>
      </w:pP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Art.4 – La cerimonia di premiazione avrà luogo a Roma presso </w:t>
      </w:r>
      <w:smartTag w:uri="urn:schemas-microsoft-com:office:smarttags" w:element="PersonName">
        <w:smartTagPr>
          <w:attr w:name="ProductID" w:val="la Sala"/>
        </w:smartTagPr>
        <w:r w:rsidRPr="00747B52">
          <w:rPr>
            <w:rFonts w:ascii="Bookman Old Style" w:hAnsi="Bookman Old Style" w:cs="Bookman Old Style"/>
            <w:b/>
            <w:bCs/>
            <w:sz w:val="18"/>
            <w:szCs w:val="18"/>
          </w:rPr>
          <w:t>la Sala</w:t>
        </w:r>
      </w:smartTag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delle Conferenze della Biblioteca Nazionale Centrale Vittorio Emanuele II</w:t>
      </w:r>
      <w:r>
        <w:rPr>
          <w:rFonts w:ascii="Bookman Old Style" w:hAnsi="Bookman Old Style" w:cs="Bookman Old Style"/>
          <w:b/>
          <w:bCs/>
          <w:sz w:val="18"/>
          <w:szCs w:val="18"/>
        </w:rPr>
        <w:t xml:space="preserve"> il 10 dicembre 2015, Anniversario della Dichiarazione Universale dei diritti umani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e sarà presente sul sito </w:t>
      </w:r>
      <w:hyperlink r:id="rId6" w:history="1">
        <w:r w:rsidRPr="00747B52">
          <w:rPr>
            <w:rStyle w:val="Hyperlink"/>
            <w:rFonts w:ascii="Bookman Old Style" w:hAnsi="Bookman Old Style" w:cs="Bookman Old Style"/>
            <w:b/>
            <w:bCs/>
            <w:sz w:val="18"/>
            <w:szCs w:val="18"/>
          </w:rPr>
          <w:t>www.eipitalia.it</w:t>
        </w:r>
      </w:hyperlink>
    </w:p>
    <w:p w:rsidR="00A62ADC" w:rsidRDefault="00A62ADC" w:rsidP="00747B52">
      <w:pPr>
        <w:jc w:val="both"/>
        <w:rPr>
          <w:rFonts w:ascii="Bookman Old Style" w:hAnsi="Bookman Old Style" w:cs="Bookman Old Style"/>
          <w:b/>
          <w:bCs/>
          <w:sz w:val="18"/>
          <w:szCs w:val="18"/>
        </w:rPr>
      </w:pP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>Art.5- I premi dovranno essere ritirati personalmente dagli interessati.  I premiati saranno avvertiti mediante telegramma. L’invito alla cerimonia di premiazione non dà diritto al rimborso spese.</w:t>
      </w:r>
      <w:r>
        <w:rPr>
          <w:rFonts w:ascii="Bookman Old Style" w:hAnsi="Bookman Old Style" w:cs="Bookman Old Style"/>
          <w:b/>
          <w:bCs/>
          <w:sz w:val="18"/>
          <w:szCs w:val="18"/>
        </w:rPr>
        <w:t xml:space="preserve">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Giuria: Elio Pecora( Presidente) </w:t>
      </w:r>
      <w:r>
        <w:rPr>
          <w:rFonts w:ascii="Bookman Old Style" w:hAnsi="Bookman Old Style" w:cs="Bookman Old Style"/>
          <w:b/>
          <w:bCs/>
          <w:sz w:val="18"/>
          <w:szCs w:val="18"/>
        </w:rPr>
        <w:t xml:space="preserve">Antonio Augenti, Franco Ferrarotti, </w:t>
      </w: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>Roberto Vacca, Vincenzo Cappelletti e i vincitori delle precedenti edizioni Giova</w:t>
      </w:r>
      <w:r>
        <w:rPr>
          <w:rFonts w:ascii="Bookman Old Style" w:hAnsi="Bookman Old Style" w:cs="Bookman Old Style"/>
          <w:b/>
          <w:bCs/>
          <w:sz w:val="18"/>
          <w:szCs w:val="18"/>
        </w:rPr>
        <w:t>nna Napolitano , Rita El Khayat, Nicola Fiorin.</w:t>
      </w:r>
    </w:p>
    <w:p w:rsidR="00A62ADC" w:rsidRPr="00747B52" w:rsidRDefault="00A62ADC" w:rsidP="00747B52">
      <w:pPr>
        <w:jc w:val="both"/>
        <w:rPr>
          <w:rFonts w:ascii="Bookman Old Style" w:hAnsi="Bookman Old Style" w:cs="Bookman Old Style"/>
          <w:b/>
          <w:bCs/>
          <w:sz w:val="18"/>
          <w:szCs w:val="18"/>
        </w:rPr>
      </w:pPr>
      <w:r w:rsidRPr="00747B52">
        <w:rPr>
          <w:rFonts w:ascii="Bookman Old Style" w:hAnsi="Bookman Old Style" w:cs="Bookman Old Style"/>
          <w:b/>
          <w:bCs/>
          <w:sz w:val="18"/>
          <w:szCs w:val="18"/>
        </w:rPr>
        <w:t xml:space="preserve"> Ulteriori notizie saranno consultabili sui siti </w:t>
      </w:r>
      <w:hyperlink r:id="rId7" w:history="1">
        <w:r w:rsidRPr="00747B52">
          <w:rPr>
            <w:rStyle w:val="Hyperlink"/>
            <w:rFonts w:ascii="Bookman Old Style" w:hAnsi="Bookman Old Style" w:cs="Bookman Old Style"/>
            <w:b/>
            <w:bCs/>
            <w:sz w:val="18"/>
            <w:szCs w:val="18"/>
          </w:rPr>
          <w:t>www.eipitalia.it</w:t>
        </w:r>
      </w:hyperlink>
      <w:r w:rsidRPr="00747B52">
        <w:rPr>
          <w:rFonts w:ascii="Bookman Old Style" w:hAnsi="Bookman Old Style" w:cs="Bookman Old Style"/>
          <w:sz w:val="18"/>
          <w:szCs w:val="18"/>
        </w:rPr>
        <w:t xml:space="preserve">; </w:t>
      </w:r>
      <w:hyperlink r:id="rId8" w:history="1">
        <w:r w:rsidRPr="00747B52">
          <w:rPr>
            <w:rStyle w:val="Hyperlink"/>
            <w:rFonts w:ascii="Bookman Old Style" w:hAnsi="Bookman Old Style" w:cs="Bookman Old Style"/>
            <w:b/>
            <w:bCs/>
            <w:sz w:val="18"/>
            <w:szCs w:val="18"/>
          </w:rPr>
          <w:t>www.istruzione.it;</w:t>
        </w:r>
        <w:r>
          <w:rPr>
            <w:rStyle w:val="Hyperlink"/>
            <w:rFonts w:ascii="Bookman Old Style" w:hAnsi="Bookman Old Style" w:cs="Bookman Old Style"/>
            <w:b/>
            <w:bCs/>
            <w:sz w:val="18"/>
            <w:szCs w:val="18"/>
          </w:rPr>
          <w:t xml:space="preserve"> </w:t>
        </w:r>
        <w:r w:rsidRPr="00747B52">
          <w:rPr>
            <w:rStyle w:val="Hyperlink"/>
            <w:rFonts w:ascii="Bookman Old Style" w:hAnsi="Bookman Old Style" w:cs="Bookman Old Style"/>
            <w:b/>
            <w:bCs/>
            <w:sz w:val="18"/>
            <w:szCs w:val="18"/>
          </w:rPr>
          <w:t>www.siae.it</w:t>
        </w:r>
      </w:hyperlink>
    </w:p>
    <w:p w:rsidR="00A62ADC" w:rsidRPr="00747B52" w:rsidRDefault="00A62ADC" w:rsidP="00747B52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sectPr w:rsidR="00A62ADC" w:rsidRPr="00747B52" w:rsidSect="00184880">
      <w:pgSz w:w="11906" w:h="16838"/>
      <w:pgMar w:top="0" w:right="1134" w:bottom="1134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C1A"/>
    <w:rsid w:val="0001570A"/>
    <w:rsid w:val="00034C1E"/>
    <w:rsid w:val="0006335F"/>
    <w:rsid w:val="000C6F78"/>
    <w:rsid w:val="000E7C3B"/>
    <w:rsid w:val="00101CBE"/>
    <w:rsid w:val="0010714D"/>
    <w:rsid w:val="00141832"/>
    <w:rsid w:val="00184880"/>
    <w:rsid w:val="001A41EB"/>
    <w:rsid w:val="001F5F39"/>
    <w:rsid w:val="00204539"/>
    <w:rsid w:val="0024696F"/>
    <w:rsid w:val="00256F0E"/>
    <w:rsid w:val="002643A6"/>
    <w:rsid w:val="002649D6"/>
    <w:rsid w:val="002B5C4B"/>
    <w:rsid w:val="00341AE5"/>
    <w:rsid w:val="00345F41"/>
    <w:rsid w:val="00351D25"/>
    <w:rsid w:val="00356A8A"/>
    <w:rsid w:val="0039762F"/>
    <w:rsid w:val="003B22C7"/>
    <w:rsid w:val="003B24F5"/>
    <w:rsid w:val="003B5C31"/>
    <w:rsid w:val="003C0E86"/>
    <w:rsid w:val="00441BDD"/>
    <w:rsid w:val="00444CC6"/>
    <w:rsid w:val="004A3ED8"/>
    <w:rsid w:val="004A5E07"/>
    <w:rsid w:val="004C314B"/>
    <w:rsid w:val="004D2AC0"/>
    <w:rsid w:val="004F3821"/>
    <w:rsid w:val="00510CE0"/>
    <w:rsid w:val="00516DE3"/>
    <w:rsid w:val="0053094F"/>
    <w:rsid w:val="005717DD"/>
    <w:rsid w:val="005774ED"/>
    <w:rsid w:val="005A7033"/>
    <w:rsid w:val="005B0AB0"/>
    <w:rsid w:val="00646F41"/>
    <w:rsid w:val="00682094"/>
    <w:rsid w:val="00687ED8"/>
    <w:rsid w:val="006D0EDC"/>
    <w:rsid w:val="006D4DEF"/>
    <w:rsid w:val="006D5C91"/>
    <w:rsid w:val="006F7B39"/>
    <w:rsid w:val="00714C1A"/>
    <w:rsid w:val="007239C3"/>
    <w:rsid w:val="00723BFA"/>
    <w:rsid w:val="00733185"/>
    <w:rsid w:val="007345ED"/>
    <w:rsid w:val="00747B52"/>
    <w:rsid w:val="007763F5"/>
    <w:rsid w:val="007A7203"/>
    <w:rsid w:val="007B52D8"/>
    <w:rsid w:val="007B72E4"/>
    <w:rsid w:val="00823996"/>
    <w:rsid w:val="008B6228"/>
    <w:rsid w:val="008D5B8D"/>
    <w:rsid w:val="008D73EB"/>
    <w:rsid w:val="0090756E"/>
    <w:rsid w:val="0092367C"/>
    <w:rsid w:val="0093094A"/>
    <w:rsid w:val="00957F33"/>
    <w:rsid w:val="009665D9"/>
    <w:rsid w:val="009847E4"/>
    <w:rsid w:val="00994061"/>
    <w:rsid w:val="009B2A41"/>
    <w:rsid w:val="009C0A3D"/>
    <w:rsid w:val="009E4B07"/>
    <w:rsid w:val="009F6162"/>
    <w:rsid w:val="00A43521"/>
    <w:rsid w:val="00A62ADC"/>
    <w:rsid w:val="00A90170"/>
    <w:rsid w:val="00B54F37"/>
    <w:rsid w:val="00B54FEF"/>
    <w:rsid w:val="00B56D57"/>
    <w:rsid w:val="00BA3631"/>
    <w:rsid w:val="00BB4B59"/>
    <w:rsid w:val="00BE6EBC"/>
    <w:rsid w:val="00C00114"/>
    <w:rsid w:val="00C43F45"/>
    <w:rsid w:val="00CC2735"/>
    <w:rsid w:val="00D024C6"/>
    <w:rsid w:val="00D06090"/>
    <w:rsid w:val="00D10035"/>
    <w:rsid w:val="00D20C3D"/>
    <w:rsid w:val="00D304F2"/>
    <w:rsid w:val="00D33394"/>
    <w:rsid w:val="00D4105F"/>
    <w:rsid w:val="00D611AB"/>
    <w:rsid w:val="00D84C7E"/>
    <w:rsid w:val="00DA0444"/>
    <w:rsid w:val="00E00735"/>
    <w:rsid w:val="00E4269A"/>
    <w:rsid w:val="00E46EC3"/>
    <w:rsid w:val="00EB5453"/>
    <w:rsid w:val="00EC294E"/>
    <w:rsid w:val="00EE7FC3"/>
    <w:rsid w:val="00EF52BD"/>
    <w:rsid w:val="00F052C4"/>
    <w:rsid w:val="00F14EBB"/>
    <w:rsid w:val="00F73479"/>
    <w:rsid w:val="00F80A2F"/>
    <w:rsid w:val="00FB5518"/>
    <w:rsid w:val="00FC1E60"/>
    <w:rsid w:val="00FD3C5A"/>
    <w:rsid w:val="00FF0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9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024C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14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11AB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.it;www.sia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ipitali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ipitalia.it" TargetMode="External"/><Relationship Id="rId5" Type="http://schemas.openxmlformats.org/officeDocument/2006/relationships/image" Target="http://t1.gstatic.com/images?q=tbn:ANd9GcSycOkJ6pG89t-xNGwMkHHUnyh-W8pN0HADkaSeHM62kVm_e2ksL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426</Words>
  <Characters>2429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Internazionale Letterario 2013</dc:title>
  <dc:subject/>
  <dc:creator>Lavoro</dc:creator>
  <cp:keywords/>
  <dc:description/>
  <cp:lastModifiedBy>Annapaola</cp:lastModifiedBy>
  <cp:revision>3</cp:revision>
  <cp:lastPrinted>2015-01-25T15:36:00Z</cp:lastPrinted>
  <dcterms:created xsi:type="dcterms:W3CDTF">2014-12-22T17:01:00Z</dcterms:created>
  <dcterms:modified xsi:type="dcterms:W3CDTF">2015-01-25T15:36:00Z</dcterms:modified>
</cp:coreProperties>
</file>